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198" w:rsidRPr="00CE5815" w:rsidRDefault="00786198" w:rsidP="00A04DC8">
      <w:pPr>
        <w:spacing w:line="276" w:lineRule="auto"/>
        <w:rPr>
          <w:rFonts w:cs="Calibri"/>
          <w:color w:val="000000"/>
          <w:sz w:val="20"/>
          <w:szCs w:val="20"/>
          <w:u w:val="single"/>
          <w:lang w:val="sr-Latn-RS"/>
        </w:rPr>
      </w:pPr>
      <w:r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>ПЛАН РАДА:</w:t>
      </w:r>
      <w:r w:rsidR="00081154" w:rsidRPr="00CE5815">
        <w:rPr>
          <w:rFonts w:cs="Calibri"/>
          <w:b/>
          <w:color w:val="000000"/>
          <w:sz w:val="20"/>
          <w:szCs w:val="20"/>
          <w:u w:val="single"/>
          <w:lang w:val="sr-Cyrl-CS"/>
        </w:rPr>
        <w:t xml:space="preserve"> </w:t>
      </w:r>
    </w:p>
    <w:p w:rsidR="00786198" w:rsidRPr="00B550AB" w:rsidRDefault="00786198" w:rsidP="00A04DC8">
      <w:pPr>
        <w:spacing w:line="276" w:lineRule="auto"/>
        <w:rPr>
          <w:rFonts w:cs="Calibri"/>
          <w:b/>
          <w:color w:val="000000"/>
          <w:sz w:val="20"/>
          <w:szCs w:val="20"/>
          <w:lang w:val="sr-Cyrl-RS"/>
        </w:rPr>
      </w:pPr>
      <w:r w:rsidRPr="00131786">
        <w:rPr>
          <w:rFonts w:cs="Calibri"/>
          <w:color w:val="000000"/>
          <w:sz w:val="20"/>
          <w:szCs w:val="20"/>
          <w:lang w:val="sr-Cyrl-CS"/>
        </w:rPr>
        <w:t>ЗА ДАН</w:t>
      </w:r>
      <w:r w:rsidRPr="00CE5815">
        <w:rPr>
          <w:rFonts w:cs="Calibri"/>
          <w:b/>
          <w:color w:val="000000"/>
          <w:sz w:val="20"/>
          <w:szCs w:val="20"/>
          <w:lang w:val="sr-Cyrl-RS"/>
        </w:rPr>
        <w:t>:</w:t>
      </w:r>
      <w:r w:rsidR="00B550AB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EB47A6">
        <w:rPr>
          <w:rFonts w:cs="Calibri"/>
          <w:b/>
          <w:color w:val="000000"/>
          <w:sz w:val="20"/>
          <w:szCs w:val="20"/>
          <w:lang w:val="sr-Cyrl-RS"/>
        </w:rPr>
        <w:t>Уторак</w:t>
      </w:r>
    </w:p>
    <w:p w:rsidR="0031405D" w:rsidRDefault="00786198" w:rsidP="00A04DC8">
      <w:pPr>
        <w:rPr>
          <w:rFonts w:cs="Calibri"/>
          <w:b/>
          <w:color w:val="000000"/>
          <w:sz w:val="20"/>
          <w:szCs w:val="20"/>
          <w:lang w:val="sr-Cyrl-CS"/>
        </w:rPr>
      </w:pPr>
      <w:r w:rsidRPr="00CE5815">
        <w:rPr>
          <w:rFonts w:cs="Calibri"/>
          <w:color w:val="000000"/>
          <w:sz w:val="20"/>
          <w:szCs w:val="20"/>
          <w:lang w:val="sr-Cyrl-CS"/>
        </w:rPr>
        <w:t>ДАТУМ</w:t>
      </w:r>
      <w:r w:rsidRPr="00CE5815">
        <w:rPr>
          <w:rFonts w:cs="Calibri"/>
          <w:color w:val="000000"/>
          <w:sz w:val="20"/>
          <w:szCs w:val="20"/>
          <w:lang w:val="sr-Latn-CS"/>
        </w:rPr>
        <w:t>:</w:t>
      </w:r>
      <w:r w:rsidR="00FE4A8F">
        <w:rPr>
          <w:rFonts w:cs="Calibri"/>
          <w:b/>
          <w:color w:val="000000"/>
          <w:sz w:val="20"/>
          <w:szCs w:val="20"/>
          <w:lang w:val="sr-Cyrl-RS"/>
        </w:rPr>
        <w:t xml:space="preserve"> 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EB47A6">
        <w:rPr>
          <w:rFonts w:cs="Calibri"/>
          <w:b/>
          <w:color w:val="000000"/>
          <w:sz w:val="20"/>
          <w:szCs w:val="20"/>
          <w:lang w:val="sr-Cyrl-RS"/>
        </w:rPr>
        <w:t>9</w:t>
      </w:r>
      <w:r w:rsidR="00016272">
        <w:rPr>
          <w:rFonts w:cs="Calibri"/>
          <w:b/>
          <w:color w:val="000000"/>
          <w:sz w:val="20"/>
          <w:szCs w:val="20"/>
          <w:lang w:val="sr-Cyrl-RS"/>
        </w:rPr>
        <w:t>.</w:t>
      </w:r>
      <w:r w:rsidR="00300342">
        <w:rPr>
          <w:rFonts w:cs="Calibri"/>
          <w:b/>
          <w:color w:val="000000"/>
          <w:sz w:val="20"/>
          <w:szCs w:val="20"/>
          <w:lang w:val="sr-Cyrl-RS"/>
        </w:rPr>
        <w:t>0</w:t>
      </w:r>
      <w:r w:rsidR="00622FAD">
        <w:rPr>
          <w:rFonts w:cs="Calibri"/>
          <w:b/>
          <w:color w:val="000000"/>
          <w:sz w:val="20"/>
          <w:szCs w:val="20"/>
          <w:lang w:val="sr-Cyrl-RS"/>
        </w:rPr>
        <w:t>9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.20</w:t>
      </w:r>
      <w:r w:rsidR="00332EA4">
        <w:rPr>
          <w:rFonts w:cs="Calibri"/>
          <w:b/>
          <w:color w:val="000000"/>
          <w:sz w:val="20"/>
          <w:szCs w:val="20"/>
          <w:lang w:val="sr-Cyrl-CS"/>
        </w:rPr>
        <w:t>25</w:t>
      </w:r>
      <w:r w:rsidRPr="00CE5815">
        <w:rPr>
          <w:rFonts w:cs="Calibri"/>
          <w:b/>
          <w:color w:val="000000"/>
          <w:sz w:val="20"/>
          <w:szCs w:val="20"/>
          <w:lang w:val="sr-Cyrl-CS"/>
        </w:rPr>
        <w:t>.</w:t>
      </w:r>
      <w:r w:rsidR="0000437C" w:rsidRPr="00CE5815">
        <w:rPr>
          <w:rFonts w:cs="Calibri"/>
          <w:b/>
          <w:color w:val="000000"/>
          <w:sz w:val="20"/>
          <w:szCs w:val="20"/>
          <w:lang w:val="sr-Cyrl-CS"/>
        </w:rPr>
        <w:t xml:space="preserve">     </w:t>
      </w:r>
    </w:p>
    <w:p w:rsidR="0029578F" w:rsidRDefault="0029578F" w:rsidP="0029578F">
      <w:pPr>
        <w:rPr>
          <w:rFonts w:cs="Calibri"/>
          <w:b/>
          <w:color w:val="000000"/>
          <w:sz w:val="20"/>
          <w:szCs w:val="20"/>
          <w:lang w:val="sr-Cyrl-CS"/>
        </w:rPr>
      </w:pPr>
    </w:p>
    <w:p w:rsidR="0029578F" w:rsidRPr="00815F91" w:rsidRDefault="0029578F" w:rsidP="0029578F">
      <w:pPr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„ОДРЖАВАЊЕ“</w:t>
      </w:r>
    </w:p>
    <w:tbl>
      <w:tblPr>
        <w:tblW w:w="11123" w:type="dxa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91"/>
        <w:gridCol w:w="4258"/>
        <w:gridCol w:w="4874"/>
      </w:tblGrid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Примовић Дејан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967EBF" w:rsidRDefault="00561D72" w:rsidP="004F29CE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4F29CE">
              <w:rPr>
                <w:rFonts w:cs="Arial"/>
                <w:color w:val="000000"/>
                <w:sz w:val="18"/>
                <w:szCs w:val="18"/>
                <w:lang w:val="sr-Cyrl-RS"/>
              </w:rPr>
              <w:t>Руменачки пут (Ново гробље)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4F29CE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саобраћајне површине туцаником</w:t>
            </w:r>
          </w:p>
        </w:tc>
      </w:tr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Јанковић Миливоје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EB47A6" w:rsidP="00EB47A6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 w:rsidR="00E45CF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E45CFD" w:rsidRPr="00D05492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Хероја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Пинкија, угао Отокара Кершованија и Зар</w:t>
            </w:r>
            <w:r w:rsidR="008923E2">
              <w:rPr>
                <w:rFonts w:cs="Arial"/>
                <w:color w:val="000000"/>
                <w:sz w:val="18"/>
                <w:szCs w:val="18"/>
                <w:lang w:val="sr-Cyrl-RS"/>
              </w:rPr>
              <w:t>у</w:t>
            </w:r>
            <w:bookmarkStart w:id="0" w:name="_GoBack"/>
            <w:bookmarkEnd w:id="0"/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дужне, Вршачка код бр. 43б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561D72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CFD" w:rsidRDefault="00E45CFD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Веселинов Бранко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40" w:rsidRPr="00C94867" w:rsidRDefault="004F29CE" w:rsidP="002A3854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Футог, </w:t>
            </w:r>
            <w:r w:rsidRPr="004F29CE">
              <w:rPr>
                <w:rFonts w:cs="Arial"/>
                <w:color w:val="000000"/>
                <w:sz w:val="18"/>
                <w:szCs w:val="18"/>
                <w:lang w:val="sr-Cyrl-RS"/>
              </w:rPr>
              <w:t>Браће Бошњак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Default="004F29CE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и поправка коловоза асфалтом</w:t>
            </w:r>
          </w:p>
        </w:tc>
      </w:tr>
      <w:tr w:rsidR="00EB47A6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EB47A6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Живковић Иван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2A3854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Влатковића (крак)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EB47A6" w:rsidP="00F57BE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Поправка коловоза асфалтом</w:t>
            </w:r>
          </w:p>
        </w:tc>
      </w:tr>
      <w:tr w:rsidR="00F57BE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AD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Новаковић Младен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F" w:rsidRPr="006556F2" w:rsidRDefault="00EB47A6" w:rsidP="00EB47A6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</w:t>
            </w:r>
            <w:r w:rsidR="006556F2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Нова 6 (спој са Милене Павловић Барили)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0F" w:rsidRDefault="00EB47A6" w:rsidP="005E03D5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и поправка коловоза асфалтом</w:t>
            </w:r>
          </w:p>
        </w:tc>
      </w:tr>
      <w:tr w:rsidR="004F29CE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4F29C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Иванић Горан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027F10" w:rsidP="00027F10">
            <w:pPr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Петроварадин</w:t>
            </w:r>
            <w:r w:rsidR="004F29CE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Златарићева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CE" w:rsidRDefault="00027F10" w:rsidP="005E03D5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Припрема коловоза за поправку асфалтом</w:t>
            </w:r>
          </w:p>
        </w:tc>
      </w:tr>
      <w:tr w:rsidR="005E03D5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5" w:rsidRDefault="005E03D5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Јовановић Душко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5" w:rsidRPr="005E03D5" w:rsidRDefault="005E03D5" w:rsidP="004F29CE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A21F91">
              <w:rPr>
                <w:rFonts w:cs="Arial"/>
                <w:color w:val="000000"/>
                <w:sz w:val="18"/>
                <w:szCs w:val="18"/>
                <w:lang w:val="sr-Cyrl-RS"/>
              </w:rPr>
              <w:t>Булевар ц</w:t>
            </w:r>
            <w:r w:rsidR="004F29CE">
              <w:rPr>
                <w:rFonts w:cs="Arial"/>
                <w:color w:val="000000"/>
                <w:sz w:val="18"/>
                <w:szCs w:val="18"/>
                <w:lang w:val="sr-Cyrl-RS"/>
              </w:rPr>
              <w:t>ара Лазара код бр.3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5" w:rsidRDefault="00E858B4" w:rsidP="004F29CE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Поправка </w:t>
            </w:r>
            <w:r w:rsidR="004F29CE">
              <w:rPr>
                <w:rFonts w:cs="Calibri"/>
                <w:sz w:val="18"/>
                <w:szCs w:val="18"/>
                <w:lang w:val="sr-Cyrl-RS"/>
              </w:rPr>
              <w:t>пешачке стазе</w:t>
            </w:r>
          </w:p>
        </w:tc>
      </w:tr>
      <w:tr w:rsidR="00AB0E70" w:rsidRPr="002C1907" w:rsidTr="001C6D35">
        <w:trPr>
          <w:trHeight w:val="28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70" w:rsidRDefault="00DD2EDE" w:rsidP="00561D72">
            <w:pPr>
              <w:spacing w:line="276" w:lineRule="auto"/>
              <w:rPr>
                <w:rFonts w:cs="Calibri"/>
                <w:b/>
                <w:sz w:val="18"/>
                <w:szCs w:val="18"/>
                <w:lang w:val="sr-Cyrl-RS"/>
              </w:rPr>
            </w:pPr>
            <w:r>
              <w:rPr>
                <w:rFonts w:cs="Calibri"/>
                <w:b/>
                <w:sz w:val="18"/>
                <w:szCs w:val="18"/>
                <w:lang w:val="sr-Cyrl-RS"/>
              </w:rPr>
              <w:t>Коњевић Срђан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B3F" w:rsidRDefault="00A46B3F" w:rsidP="00D05492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D05492">
              <w:rPr>
                <w:rFonts w:cs="Arial"/>
                <w:color w:val="000000"/>
                <w:sz w:val="18"/>
                <w:szCs w:val="18"/>
                <w:lang w:val="sr-Cyrl-RS"/>
              </w:rPr>
              <w:t>Ангела Влатковић –</w:t>
            </w:r>
            <w:r w:rsidR="00027F10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05492">
              <w:rPr>
                <w:rFonts w:cs="Arial"/>
                <w:color w:val="000000"/>
                <w:sz w:val="18"/>
                <w:szCs w:val="18"/>
                <w:lang w:val="sr-Cyrl-RS"/>
              </w:rPr>
              <w:t>крак</w:t>
            </w:r>
          </w:p>
          <w:p w:rsidR="00EB47A6" w:rsidRPr="00AB0E70" w:rsidRDefault="00EB47A6" w:rsidP="00D05492">
            <w:pPr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EB47A6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Кисач,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 Јанка Чмелика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70" w:rsidRPr="009C5D39" w:rsidRDefault="006556F2" w:rsidP="00AB0E70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Latn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Уређење банкина</w:t>
            </w:r>
          </w:p>
        </w:tc>
      </w:tr>
    </w:tbl>
    <w:p w:rsidR="00AF128A" w:rsidRPr="00CA3449" w:rsidRDefault="00AF128A" w:rsidP="00AF128A">
      <w:pPr>
        <w:rPr>
          <w:rFonts w:cs="Arial"/>
          <w:b/>
          <w:color w:val="000000"/>
          <w:sz w:val="20"/>
          <w:szCs w:val="20"/>
          <w:lang w:val="sr-Latn-RS"/>
        </w:rPr>
      </w:pPr>
    </w:p>
    <w:p w:rsidR="00561D72" w:rsidRPr="00815F91" w:rsidRDefault="00561D72" w:rsidP="00561D72">
      <w:pPr>
        <w:tabs>
          <w:tab w:val="left" w:pos="4695"/>
        </w:tabs>
        <w:spacing w:line="276" w:lineRule="auto"/>
        <w:jc w:val="center"/>
        <w:rPr>
          <w:rFonts w:cs="Arial"/>
          <w:b/>
          <w:color w:val="000000"/>
          <w:sz w:val="20"/>
          <w:szCs w:val="20"/>
          <w:lang w:val="sr-Cyrl-CS"/>
        </w:rPr>
      </w:pPr>
      <w:r w:rsidRPr="00815F91">
        <w:rPr>
          <w:rFonts w:cs="Arial"/>
          <w:b/>
          <w:color w:val="000000"/>
          <w:sz w:val="20"/>
          <w:szCs w:val="20"/>
          <w:lang w:val="sr-Cyrl-CS"/>
        </w:rPr>
        <w:t>„ОДЕЉЕЊЕ СИГНАЛИЗАЦИЈЕ“</w:t>
      </w:r>
    </w:p>
    <w:tbl>
      <w:tblPr>
        <w:tblW w:w="1105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7"/>
        <w:gridCol w:w="4252"/>
        <w:gridCol w:w="4820"/>
      </w:tblGrid>
      <w:tr w:rsidR="00561D72" w:rsidRPr="003977BD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Хор. и верт.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Редовно одржавање вертикалне сигнализације</w:t>
            </w:r>
          </w:p>
        </w:tc>
      </w:tr>
      <w:tr w:rsidR="00561D72" w:rsidRPr="003977BD" w:rsidTr="00A54088">
        <w:trPr>
          <w:trHeight w:val="45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Поправка саобраћајне сигнализације по налогу инспекције</w:t>
            </w:r>
          </w:p>
        </w:tc>
      </w:tr>
      <w:tr w:rsidR="00310B65" w:rsidRPr="00FE2433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65" w:rsidRPr="003977BD" w:rsidRDefault="00310B65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65" w:rsidRPr="00310B65" w:rsidRDefault="00310B65" w:rsidP="004C5371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4C5371">
              <w:rPr>
                <w:rFonts w:cs="Arial"/>
                <w:color w:val="000000"/>
                <w:sz w:val="18"/>
                <w:szCs w:val="18"/>
                <w:lang w:val="sr-Cyrl-RS"/>
              </w:rPr>
              <w:t>Успенска – терминал, Булевар Јаше Томића - терминал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65" w:rsidRPr="005D7C04" w:rsidRDefault="00033864" w:rsidP="00892609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Обележавање и фарбање бус стајалишта</w:t>
            </w:r>
          </w:p>
        </w:tc>
      </w:tr>
      <w:tr w:rsidR="00C013FB" w:rsidRPr="00FE2433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FB" w:rsidRPr="003977BD" w:rsidRDefault="00C013FB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FB" w:rsidRPr="004C5371" w:rsidRDefault="004C5371" w:rsidP="00C013FB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Шангај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FB" w:rsidRDefault="00C013FB" w:rsidP="00892609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>Обележавање и фарбање уздужних линија на коловозу</w:t>
            </w:r>
          </w:p>
        </w:tc>
      </w:tr>
      <w:tr w:rsidR="006C2BC8" w:rsidRPr="00FE2433" w:rsidTr="00A54088">
        <w:trPr>
          <w:trHeight w:val="24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8" w:rsidRPr="003977BD" w:rsidRDefault="006C2BC8" w:rsidP="00D05492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6657D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ноћна смена </w:t>
            </w:r>
            <w:r w:rsidR="004C5371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09/10</w:t>
            </w: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.09</w:t>
            </w:r>
            <w:r w:rsidRPr="006657DF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.2025.године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8" w:rsidRPr="006C2BC8" w:rsidRDefault="00D05492" w:rsidP="004C5371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D05492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Нови Сад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C013FB"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Булевар ослобођења – </w:t>
            </w:r>
            <w:r w:rsidR="004C5371">
              <w:rPr>
                <w:rFonts w:cs="Arial"/>
                <w:color w:val="000000"/>
                <w:sz w:val="18"/>
                <w:szCs w:val="18"/>
                <w:lang w:val="sr-Cyrl-RS"/>
              </w:rPr>
              <w:t>Булевар краља Петра Првог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C8" w:rsidRDefault="006C2BC8" w:rsidP="00D05492">
            <w:pPr>
              <w:tabs>
                <w:tab w:val="left" w:pos="4695"/>
              </w:tabs>
              <w:spacing w:line="276" w:lineRule="auto"/>
              <w:rPr>
                <w:rFonts w:cs="Calibri"/>
                <w:sz w:val="18"/>
                <w:szCs w:val="18"/>
                <w:lang w:val="sr-Cyrl-RS"/>
              </w:rPr>
            </w:pPr>
            <w:r>
              <w:rPr>
                <w:rFonts w:cs="Calibri"/>
                <w:sz w:val="18"/>
                <w:szCs w:val="18"/>
                <w:lang w:val="sr-Cyrl-RS"/>
              </w:rPr>
              <w:t xml:space="preserve">Обележавање и фарбање </w:t>
            </w:r>
            <w:r w:rsidR="00D05492">
              <w:rPr>
                <w:rFonts w:cs="Calibri"/>
                <w:sz w:val="18"/>
                <w:szCs w:val="18"/>
                <w:lang w:val="sr-Cyrl-RS"/>
              </w:rPr>
              <w:t>попречних</w:t>
            </w:r>
            <w:r w:rsidR="00A631F6">
              <w:rPr>
                <w:rFonts w:cs="Calibri"/>
                <w:sz w:val="18"/>
                <w:szCs w:val="18"/>
                <w:lang w:val="sr-Cyrl-RS"/>
              </w:rPr>
              <w:t xml:space="preserve"> ознака на коловозу</w:t>
            </w:r>
          </w:p>
        </w:tc>
      </w:tr>
      <w:tr w:rsidR="00561D72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>Светлосна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72" w:rsidRPr="003977BD" w:rsidRDefault="00561D72" w:rsidP="00A54088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 w:rsidRPr="003977BD">
              <w:rPr>
                <w:rFonts w:cs="Arial"/>
                <w:color w:val="000000"/>
                <w:sz w:val="18"/>
                <w:szCs w:val="18"/>
                <w:lang w:val="sr-Cyrl-RS"/>
              </w:rPr>
              <w:t>Јутарњи обилазак семафора и текуће одржавање</w:t>
            </w:r>
          </w:p>
        </w:tc>
      </w:tr>
      <w:tr w:rsidR="00F35D37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977BD" w:rsidRDefault="00F35D37" w:rsidP="00F35D37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9A7EE8" w:rsidRDefault="00F35D37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 w:rsidR="00EB47A6">
              <w:rPr>
                <w:rFonts w:cs="Arial"/>
                <w:color w:val="000000"/>
                <w:sz w:val="18"/>
                <w:szCs w:val="18"/>
                <w:lang w:val="sr-Cyrl-RS"/>
              </w:rPr>
              <w:t>Дечанска – Темерински пут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37" w:rsidRPr="00310B65" w:rsidRDefault="00B25FE1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 xml:space="preserve">Поправка </w:t>
            </w:r>
            <w:r w:rsidR="00EB47A6">
              <w:rPr>
                <w:rFonts w:cs="Arial"/>
                <w:color w:val="000000"/>
                <w:sz w:val="18"/>
                <w:szCs w:val="18"/>
                <w:lang w:val="sr-Cyrl-RS"/>
              </w:rPr>
              <w:t>детекторске плоче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9A7EE8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Latn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Приморска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10B65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Монтажа покретних семафора на градилишту</w:t>
            </w:r>
          </w:p>
        </w:tc>
      </w:tr>
      <w:tr w:rsidR="00EB47A6" w:rsidRPr="003977BD" w:rsidTr="00A54088">
        <w:trPr>
          <w:trHeight w:val="38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3977BD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Pr="00EB47A6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r-Cyrl-RS"/>
              </w:rPr>
              <w:t xml:space="preserve">Нови Сад, </w:t>
            </w: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Иве Андрића – Хероја Пинкија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6" w:rsidRDefault="00EB47A6" w:rsidP="00EB47A6">
            <w:pPr>
              <w:tabs>
                <w:tab w:val="left" w:pos="4695"/>
              </w:tabs>
              <w:spacing w:line="276" w:lineRule="auto"/>
              <w:rPr>
                <w:rFonts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RS"/>
              </w:rPr>
              <w:t>Замена ЛЕД сегмента зеленог пешака</w:t>
            </w:r>
          </w:p>
        </w:tc>
      </w:tr>
    </w:tbl>
    <w:p w:rsidR="00405436" w:rsidRPr="00493C35" w:rsidRDefault="00405436" w:rsidP="00A04DC8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CS"/>
        </w:rPr>
      </w:pP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C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CS"/>
        </w:rPr>
        <w:t xml:space="preserve">Податке обрадила                                                                                                  </w:t>
      </w:r>
      <w:r w:rsidRPr="003977BD">
        <w:rPr>
          <w:rFonts w:cs="Arial"/>
          <w:b/>
          <w:sz w:val="18"/>
          <w:szCs w:val="18"/>
          <w:lang w:val="sr-Latn-CS"/>
        </w:rPr>
        <w:t xml:space="preserve">  </w:t>
      </w:r>
      <w:r w:rsidRPr="003977BD">
        <w:rPr>
          <w:rFonts w:cs="Arial"/>
          <w:b/>
          <w:sz w:val="18"/>
          <w:szCs w:val="18"/>
          <w:lang w:val="sr-Cyrl-RS"/>
        </w:rPr>
        <w:t xml:space="preserve">       </w:t>
      </w:r>
      <w:r w:rsidRPr="003977BD">
        <w:rPr>
          <w:rFonts w:cs="Arial"/>
          <w:b/>
          <w:sz w:val="18"/>
          <w:szCs w:val="18"/>
          <w:lang w:val="sr-Cyrl-CS"/>
        </w:rPr>
        <w:t>Руководилац службе грађевинске оперативе</w:t>
      </w:r>
    </w:p>
    <w:p w:rsidR="00273D47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    </w:t>
      </w:r>
      <w:r w:rsidRPr="003977BD">
        <w:rPr>
          <w:rFonts w:cs="Arial"/>
          <w:b/>
          <w:sz w:val="18"/>
          <w:szCs w:val="18"/>
          <w:lang w:val="sr-Cyrl-RS"/>
        </w:rPr>
        <w:t>Наташа Стајић                                                                                                                                                 Дијана Мићић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                     </w:t>
      </w:r>
    </w:p>
    <w:p w:rsidR="00273D47" w:rsidRPr="003977BD" w:rsidRDefault="00273D47" w:rsidP="00273D47">
      <w:pPr>
        <w:tabs>
          <w:tab w:val="left" w:pos="3581"/>
        </w:tabs>
        <w:spacing w:line="276" w:lineRule="auto"/>
        <w:rPr>
          <w:rFonts w:cs="Arial"/>
          <w:b/>
          <w:sz w:val="18"/>
          <w:szCs w:val="18"/>
          <w:lang w:val="sr-Cyrl-RS"/>
        </w:rPr>
      </w:pPr>
      <w:r w:rsidRPr="003977BD">
        <w:rPr>
          <w:rFonts w:cs="Arial"/>
          <w:b/>
          <w:sz w:val="18"/>
          <w:szCs w:val="18"/>
          <w:lang w:val="sr-Cyrl-RS"/>
        </w:rPr>
        <w:t xml:space="preserve">шеф одељења </w:t>
      </w:r>
      <w:r w:rsidRPr="003977BD">
        <w:rPr>
          <w:rFonts w:cs="Arial"/>
          <w:b/>
          <w:sz w:val="18"/>
          <w:szCs w:val="18"/>
          <w:lang w:val="sr-Latn-RS"/>
        </w:rPr>
        <w:t>II</w:t>
      </w:r>
      <w:r w:rsidRPr="003977BD">
        <w:rPr>
          <w:rFonts w:cs="Arial"/>
          <w:b/>
          <w:sz w:val="18"/>
          <w:szCs w:val="18"/>
          <w:lang w:val="sr-Cyrl-RS"/>
        </w:rPr>
        <w:t xml:space="preserve"> одржавања и градње                                                                               </w:t>
      </w:r>
      <w:r>
        <w:rPr>
          <w:rFonts w:cs="Arial"/>
          <w:b/>
          <w:sz w:val="18"/>
          <w:szCs w:val="18"/>
          <w:lang w:val="sr-Cyrl-RS"/>
        </w:rPr>
        <w:t xml:space="preserve">               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    </w:t>
      </w:r>
      <w:r>
        <w:rPr>
          <w:rFonts w:cs="Arial"/>
          <w:b/>
          <w:sz w:val="18"/>
          <w:szCs w:val="18"/>
          <w:lang w:val="sr-Cyrl-RS"/>
        </w:rPr>
        <w:t xml:space="preserve">    </w:t>
      </w:r>
      <w:r w:rsidRPr="003977BD">
        <w:rPr>
          <w:rFonts w:cs="Arial"/>
          <w:b/>
          <w:sz w:val="18"/>
          <w:szCs w:val="18"/>
          <w:lang w:val="sr-Cyrl-RS"/>
        </w:rPr>
        <w:t>маст. инж. грађ.</w:t>
      </w:r>
    </w:p>
    <w:p w:rsidR="00273D47" w:rsidRDefault="00273D47" w:rsidP="00273D47">
      <w:pPr>
        <w:tabs>
          <w:tab w:val="left" w:pos="3581"/>
        </w:tabs>
        <w:spacing w:line="276" w:lineRule="auto"/>
        <w:ind w:left="-284"/>
        <w:rPr>
          <w:rFonts w:cs="Arial"/>
          <w:sz w:val="18"/>
          <w:szCs w:val="18"/>
          <w:lang w:val="sr-Latn-RS"/>
        </w:rPr>
      </w:pPr>
      <w:r>
        <w:rPr>
          <w:rFonts w:cs="Arial"/>
          <w:b/>
          <w:sz w:val="18"/>
          <w:szCs w:val="18"/>
          <w:lang w:val="sr-Cyrl-RS"/>
        </w:rPr>
        <w:t xml:space="preserve">               </w:t>
      </w:r>
      <w:r w:rsidRPr="003977BD">
        <w:rPr>
          <w:rFonts w:cs="Arial"/>
          <w:b/>
          <w:sz w:val="18"/>
          <w:szCs w:val="18"/>
          <w:lang w:val="sr-Cyrl-RS"/>
        </w:rPr>
        <w:t xml:space="preserve">за сарадњу са медијима                                                                                                                                 </w:t>
      </w:r>
    </w:p>
    <w:p w:rsidR="00273D47" w:rsidRPr="00ED7FDE" w:rsidRDefault="00273D47" w:rsidP="00273D47">
      <w:pPr>
        <w:rPr>
          <w:rFonts w:cs="Arial"/>
          <w:sz w:val="18"/>
          <w:szCs w:val="18"/>
          <w:lang w:val="sr-Latn-RS"/>
        </w:rPr>
      </w:pPr>
    </w:p>
    <w:p w:rsidR="004F29CE" w:rsidRPr="004A1B45" w:rsidRDefault="004F29CE" w:rsidP="00ED7FDE">
      <w:pPr>
        <w:rPr>
          <w:rFonts w:cs="Arial"/>
          <w:sz w:val="18"/>
          <w:szCs w:val="18"/>
          <w:lang w:val="sr-Cyrl-RS"/>
        </w:rPr>
      </w:pPr>
    </w:p>
    <w:p w:rsidR="004F29CE" w:rsidRDefault="004F29CE" w:rsidP="004F29CE">
      <w:pPr>
        <w:rPr>
          <w:rFonts w:ascii="Times New Roman" w:hAnsi="Times New Roman"/>
          <w:lang w:val="sr-Cyrl-RS"/>
        </w:rPr>
      </w:pPr>
    </w:p>
    <w:p w:rsidR="00ED7FDE" w:rsidRPr="004F29CE" w:rsidRDefault="00ED7FDE" w:rsidP="004F29CE">
      <w:pPr>
        <w:rPr>
          <w:rFonts w:cs="Arial"/>
          <w:sz w:val="18"/>
          <w:szCs w:val="18"/>
          <w:lang w:val="sr-Latn-RS"/>
        </w:rPr>
      </w:pPr>
    </w:p>
    <w:sectPr w:rsidR="00ED7FDE" w:rsidRPr="004F29CE" w:rsidSect="00AB62DD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442" w:right="427" w:bottom="851" w:left="709" w:header="43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4E" w:rsidRDefault="00B86D4E" w:rsidP="00612BF5">
      <w:r>
        <w:separator/>
      </w:r>
    </w:p>
  </w:endnote>
  <w:endnote w:type="continuationSeparator" w:id="0">
    <w:p w:rsidR="00B86D4E" w:rsidRDefault="00B86D4E" w:rsidP="0061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B4D" w:rsidRDefault="00CC3B4D" w:rsidP="00CC3B4D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F3D9A" wp14:editId="697B1D9A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0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jj7qIq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CC3B4D" w:rsidRPr="007B631C" w:rsidRDefault="00CC3B4D" w:rsidP="00CC3B4D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CC3B4D" w:rsidRDefault="00CC3B4D" w:rsidP="00CC3B4D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543" w:rsidRDefault="00D83A95">
    <w:pPr>
      <w:pStyle w:val="Footer"/>
      <w:rPr>
        <w:rFonts w:ascii="Arial" w:hAnsi="Arial" w:cs="Arial"/>
        <w:noProof/>
        <w:sz w:val="20"/>
        <w:lang w:val="sr-Latn-RS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69215</wp:posOffset>
              </wp:positionV>
              <wp:extent cx="5867400" cy="0"/>
              <wp:effectExtent l="22860" t="21590" r="24765" b="2603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359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3.3pt;margin-top:5.45pt;width:46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" strokecolor="#f79646" strokeweight="3pt">
              <v:shadow color="#974706" opacity=".5" offset="1pt"/>
            </v:shape>
          </w:pict>
        </mc:Fallback>
      </mc:AlternateContent>
    </w:r>
  </w:p>
  <w:p w:rsidR="00A7245B" w:rsidRPr="007B631C" w:rsidRDefault="00A7245B" w:rsidP="00A7245B">
    <w:pPr>
      <w:pStyle w:val="Footer"/>
      <w:jc w:val="center"/>
      <w:rPr>
        <w:rFonts w:ascii="Arial" w:hAnsi="Arial" w:cs="Arial"/>
        <w:b/>
        <w:noProof/>
        <w:sz w:val="20"/>
        <w:lang w:val="sr-Cyrl-RS"/>
      </w:rPr>
    </w:pPr>
    <w:r w:rsidRPr="007B631C">
      <w:rPr>
        <w:rFonts w:ascii="Arial" w:hAnsi="Arial" w:cs="Arial"/>
        <w:b/>
        <w:noProof/>
        <w:sz w:val="20"/>
        <w:lang w:val="sr-Cyrl-RS"/>
      </w:rPr>
      <w:t>Јавно комунално предузеће „Пут“ Нови Сад , улица Руменачка 150/А, 21000 Нови Сад</w:t>
    </w:r>
  </w:p>
  <w:p w:rsidR="00612BF5" w:rsidRDefault="00A7245B" w:rsidP="00A7245B">
    <w:pPr>
      <w:pStyle w:val="Footer"/>
      <w:jc w:val="center"/>
    </w:pPr>
    <w:r>
      <w:rPr>
        <w:rFonts w:ascii="Arial" w:hAnsi="Arial" w:cs="Arial"/>
        <w:b/>
        <w:noProof/>
        <w:sz w:val="20"/>
        <w:lang w:val="sr-Cyrl-RS"/>
      </w:rPr>
      <w:t>т</w:t>
    </w:r>
    <w:r w:rsidRPr="007B631C">
      <w:rPr>
        <w:rFonts w:ascii="Arial" w:hAnsi="Arial" w:cs="Arial"/>
        <w:b/>
        <w:noProof/>
        <w:sz w:val="20"/>
        <w:lang w:val="sr-Cyrl-RS"/>
      </w:rPr>
      <w:t xml:space="preserve">ел.021/512-302, факс:021/518-600, </w:t>
    </w:r>
    <w:r w:rsidRPr="007B631C">
      <w:rPr>
        <w:rFonts w:ascii="Arial" w:hAnsi="Arial" w:cs="Arial"/>
        <w:b/>
        <w:noProof/>
        <w:sz w:val="20"/>
        <w:lang w:val="sr-Latn-RS"/>
      </w:rPr>
      <w:t>e-mail: office@jkpput.rs, web: www.jkpput.rs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4E" w:rsidRDefault="00B86D4E" w:rsidP="00612BF5">
      <w:r>
        <w:separator/>
      </w:r>
    </w:p>
  </w:footnote>
  <w:footnote w:type="continuationSeparator" w:id="0">
    <w:p w:rsidR="00B86D4E" w:rsidRDefault="00B86D4E" w:rsidP="0061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13" w:type="dxa"/>
      <w:jc w:val="center"/>
      <w:tblBorders>
        <w:top w:val="none" w:sz="0" w:space="0" w:color="auto"/>
        <w:left w:val="none" w:sz="0" w:space="0" w:color="auto"/>
        <w:bottom w:val="single" w:sz="24" w:space="0" w:color="ED7D31" w:themeColor="accen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76"/>
      <w:gridCol w:w="6429"/>
      <w:gridCol w:w="2208"/>
    </w:tblGrid>
    <w:tr w:rsidR="00A7245B" w:rsidTr="00441CAF">
      <w:trPr>
        <w:jc w:val="center"/>
      </w:trPr>
      <w:tc>
        <w:tcPr>
          <w:tcW w:w="2076" w:type="dxa"/>
        </w:tcPr>
        <w:p w:rsidR="00A7245B" w:rsidRDefault="00A7245B" w:rsidP="00A7245B">
          <w:r>
            <w:rPr>
              <w:noProof/>
            </w:rPr>
            <w:drawing>
              <wp:inline distT="0" distB="0" distL="0" distR="0" wp14:anchorId="232803D1" wp14:editId="51272850">
                <wp:extent cx="1181100" cy="11811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qqq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217" cy="11812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9" w:type="dxa"/>
        </w:tcPr>
        <w:p w:rsidR="00A7245B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ЈАВНО КОМУНАЛНО ПРЕДУЗЕЋЕ „Пут“ Нови Сад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>21000 Нови Сад, Руменачка 150/а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Пиб: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100187770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Матични број: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08171963</w:t>
          </w:r>
        </w:p>
        <w:p w:rsidR="00A7245B" w:rsidRPr="00ED4650" w:rsidRDefault="00A7245B" w:rsidP="00A7245B">
          <w:pPr>
            <w:rPr>
              <w:rFonts w:ascii="Arial" w:hAnsi="Arial" w:cs="Arial"/>
              <w:noProof/>
              <w:sz w:val="20"/>
              <w:szCs w:val="20"/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Шифра делатности:</w:t>
          </w:r>
          <w:r w:rsidRPr="00ED4650"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4211</w:t>
          </w:r>
        </w:p>
        <w:p w:rsidR="00A7245B" w:rsidRPr="00ED4650" w:rsidRDefault="00A7245B" w:rsidP="00A7245B">
          <w:pPr>
            <w:rPr>
              <w:lang w:val="sr-Cyrl-RS"/>
            </w:rPr>
          </w:pPr>
          <w:r w:rsidRPr="002A65E7">
            <w:rPr>
              <w:rFonts w:ascii="Arial" w:hAnsi="Arial" w:cs="Arial"/>
              <w:b/>
              <w:noProof/>
              <w:sz w:val="20"/>
              <w:szCs w:val="20"/>
              <w:lang w:val="sr-Cyrl-RS"/>
            </w:rPr>
            <w:t>Текући рачун:</w:t>
          </w:r>
          <w:r>
            <w:rPr>
              <w:rFonts w:ascii="Arial" w:hAnsi="Arial" w:cs="Arial"/>
              <w:noProof/>
              <w:sz w:val="20"/>
              <w:szCs w:val="20"/>
              <w:lang w:val="sr-Cyrl-RS"/>
            </w:rPr>
            <w:t xml:space="preserve">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АЛТА</w:t>
          </w:r>
          <w:r w:rsidRPr="00F72ABF">
            <w:rPr>
              <w:rFonts w:ascii="Arial" w:hAnsi="Arial" w:cs="Arial"/>
              <w:sz w:val="20"/>
              <w:szCs w:val="20"/>
              <w:lang w:val="sr-Cyrl-RS"/>
            </w:rPr>
            <w:t xml:space="preserve"> БАНКА а.д. Београд </w:t>
          </w:r>
          <w:r>
            <w:rPr>
              <w:rFonts w:ascii="Arial" w:hAnsi="Arial" w:cs="Arial"/>
              <w:sz w:val="20"/>
              <w:szCs w:val="20"/>
              <w:lang w:val="sr-Cyrl-RS"/>
            </w:rPr>
            <w:t>190-0000000145450-40</w:t>
          </w:r>
        </w:p>
      </w:tc>
      <w:tc>
        <w:tcPr>
          <w:tcW w:w="2208" w:type="dxa"/>
        </w:tcPr>
        <w:p w:rsidR="00A7245B" w:rsidRDefault="00A7245B" w:rsidP="00A7245B">
          <w:r>
            <w:t xml:space="preserve">        </w:t>
          </w:r>
          <w:r>
            <w:rPr>
              <w:noProof/>
            </w:rPr>
            <w:drawing>
              <wp:inline distT="0" distB="0" distL="0" distR="0" wp14:anchorId="66427886" wp14:editId="1F16A95D">
                <wp:extent cx="752049" cy="800100"/>
                <wp:effectExtent l="0" t="0" r="0" b="0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tifika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060" cy="910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65E7" w:rsidRDefault="002A65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8B" w:rsidRDefault="00B86D4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18628" o:spid="_x0000_s2052" type="#_x0000_t75" style="position:absolute;margin-left:0;margin-top:0;width:269.5pt;height:209.5pt;z-index:-251657728;mso-position-horizontal:center;mso-position-horizontal-relative:margin;mso-position-vertical:center;mso-position-vertical-relative:margin" o:allowincell="f">
          <v:imagedata r:id="rId1" o:title="CENTA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92E7A"/>
    <w:multiLevelType w:val="hybridMultilevel"/>
    <w:tmpl w:val="104A50C8"/>
    <w:lvl w:ilvl="0" w:tplc="0C7894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0796C"/>
    <w:multiLevelType w:val="hybridMultilevel"/>
    <w:tmpl w:val="4F7A903C"/>
    <w:lvl w:ilvl="0" w:tplc="E320E7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D0B1F"/>
    <w:multiLevelType w:val="hybridMultilevel"/>
    <w:tmpl w:val="1CF6627A"/>
    <w:lvl w:ilvl="0" w:tplc="7D2A56A6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C042FA"/>
    <w:multiLevelType w:val="hybridMultilevel"/>
    <w:tmpl w:val="6D86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F4199"/>
    <w:multiLevelType w:val="hybridMultilevel"/>
    <w:tmpl w:val="2C10C022"/>
    <w:lvl w:ilvl="0" w:tplc="B6AA27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4434D"/>
    <w:multiLevelType w:val="hybridMultilevel"/>
    <w:tmpl w:val="48AC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8A0"/>
    <w:multiLevelType w:val="hybridMultilevel"/>
    <w:tmpl w:val="1F9E3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32FC9"/>
    <w:multiLevelType w:val="hybridMultilevel"/>
    <w:tmpl w:val="3F58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5639C"/>
    <w:multiLevelType w:val="hybridMultilevel"/>
    <w:tmpl w:val="59047DF4"/>
    <w:lvl w:ilvl="0" w:tplc="E634DF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10E60"/>
    <w:multiLevelType w:val="hybridMultilevel"/>
    <w:tmpl w:val="4B18570A"/>
    <w:lvl w:ilvl="0" w:tplc="EBFE28A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1C344B"/>
    <w:multiLevelType w:val="hybridMultilevel"/>
    <w:tmpl w:val="2668B1B0"/>
    <w:lvl w:ilvl="0" w:tplc="779E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F7929"/>
    <w:multiLevelType w:val="hybridMultilevel"/>
    <w:tmpl w:val="61BE5508"/>
    <w:lvl w:ilvl="0" w:tplc="36E0BF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C7"/>
    <w:multiLevelType w:val="hybridMultilevel"/>
    <w:tmpl w:val="721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75F40"/>
    <w:multiLevelType w:val="hybridMultilevel"/>
    <w:tmpl w:val="BA5037E2"/>
    <w:lvl w:ilvl="0" w:tplc="F30CCB9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926A2"/>
    <w:multiLevelType w:val="hybridMultilevel"/>
    <w:tmpl w:val="FD5E96D0"/>
    <w:lvl w:ilvl="0" w:tplc="E27AEC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A1AD8"/>
    <w:multiLevelType w:val="hybridMultilevel"/>
    <w:tmpl w:val="B3D2ED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0"/>
  </w:num>
  <w:num w:numId="16">
    <w:abstractNumId w:val="0"/>
  </w:num>
  <w:num w:numId="17">
    <w:abstractNumId w:val="0"/>
  </w:num>
  <w:num w:numId="18">
    <w:abstractNumId w:val="13"/>
  </w:num>
  <w:num w:numId="19">
    <w:abstractNumId w:val="4"/>
  </w:num>
  <w:num w:numId="20">
    <w:abstractNumId w:val="11"/>
  </w:num>
  <w:num w:numId="21">
    <w:abstractNumId w:val="1"/>
  </w:num>
  <w:num w:numId="22">
    <w:abstractNumId w:val="14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98"/>
    <w:rsid w:val="00000CDB"/>
    <w:rsid w:val="00001045"/>
    <w:rsid w:val="0000166E"/>
    <w:rsid w:val="00001AF0"/>
    <w:rsid w:val="00002A20"/>
    <w:rsid w:val="00003141"/>
    <w:rsid w:val="0000320C"/>
    <w:rsid w:val="00003D6E"/>
    <w:rsid w:val="00003F1B"/>
    <w:rsid w:val="0000437C"/>
    <w:rsid w:val="00004985"/>
    <w:rsid w:val="000049E7"/>
    <w:rsid w:val="00004AC2"/>
    <w:rsid w:val="00005435"/>
    <w:rsid w:val="0000611F"/>
    <w:rsid w:val="00006272"/>
    <w:rsid w:val="00007992"/>
    <w:rsid w:val="00010204"/>
    <w:rsid w:val="0001029D"/>
    <w:rsid w:val="00010E37"/>
    <w:rsid w:val="00011533"/>
    <w:rsid w:val="00011C29"/>
    <w:rsid w:val="00011E8F"/>
    <w:rsid w:val="00012A81"/>
    <w:rsid w:val="00014357"/>
    <w:rsid w:val="00015159"/>
    <w:rsid w:val="00015559"/>
    <w:rsid w:val="00015941"/>
    <w:rsid w:val="00015B93"/>
    <w:rsid w:val="00016250"/>
    <w:rsid w:val="00016272"/>
    <w:rsid w:val="00016434"/>
    <w:rsid w:val="000168D2"/>
    <w:rsid w:val="000172F8"/>
    <w:rsid w:val="00017382"/>
    <w:rsid w:val="00017459"/>
    <w:rsid w:val="00017C99"/>
    <w:rsid w:val="00020886"/>
    <w:rsid w:val="00021488"/>
    <w:rsid w:val="000214B0"/>
    <w:rsid w:val="00021E97"/>
    <w:rsid w:val="0002279E"/>
    <w:rsid w:val="000228E7"/>
    <w:rsid w:val="00023180"/>
    <w:rsid w:val="00023999"/>
    <w:rsid w:val="00024AAF"/>
    <w:rsid w:val="00024BB5"/>
    <w:rsid w:val="00024C1C"/>
    <w:rsid w:val="00024E56"/>
    <w:rsid w:val="00024EBE"/>
    <w:rsid w:val="00025253"/>
    <w:rsid w:val="00026248"/>
    <w:rsid w:val="00026AE0"/>
    <w:rsid w:val="00027E6D"/>
    <w:rsid w:val="00027F10"/>
    <w:rsid w:val="000305CD"/>
    <w:rsid w:val="00030660"/>
    <w:rsid w:val="00030AF5"/>
    <w:rsid w:val="00030F51"/>
    <w:rsid w:val="00031818"/>
    <w:rsid w:val="0003193E"/>
    <w:rsid w:val="000319EA"/>
    <w:rsid w:val="00033002"/>
    <w:rsid w:val="0003338C"/>
    <w:rsid w:val="00033864"/>
    <w:rsid w:val="00033A17"/>
    <w:rsid w:val="00033DEB"/>
    <w:rsid w:val="00033F80"/>
    <w:rsid w:val="00033FD2"/>
    <w:rsid w:val="00034AF3"/>
    <w:rsid w:val="00036032"/>
    <w:rsid w:val="0003633A"/>
    <w:rsid w:val="000364B9"/>
    <w:rsid w:val="00037488"/>
    <w:rsid w:val="000374A6"/>
    <w:rsid w:val="000374DA"/>
    <w:rsid w:val="000376F4"/>
    <w:rsid w:val="00037783"/>
    <w:rsid w:val="0004112A"/>
    <w:rsid w:val="000418D2"/>
    <w:rsid w:val="00041AAC"/>
    <w:rsid w:val="00042894"/>
    <w:rsid w:val="00042FBC"/>
    <w:rsid w:val="000436C1"/>
    <w:rsid w:val="00043E01"/>
    <w:rsid w:val="0004589A"/>
    <w:rsid w:val="00045932"/>
    <w:rsid w:val="00045E44"/>
    <w:rsid w:val="000460FA"/>
    <w:rsid w:val="0004690D"/>
    <w:rsid w:val="00046B98"/>
    <w:rsid w:val="00047202"/>
    <w:rsid w:val="00047310"/>
    <w:rsid w:val="00047796"/>
    <w:rsid w:val="0004785E"/>
    <w:rsid w:val="00047A4D"/>
    <w:rsid w:val="00047B22"/>
    <w:rsid w:val="00047FFD"/>
    <w:rsid w:val="00050738"/>
    <w:rsid w:val="00051222"/>
    <w:rsid w:val="000518BA"/>
    <w:rsid w:val="00053627"/>
    <w:rsid w:val="00053849"/>
    <w:rsid w:val="0005408C"/>
    <w:rsid w:val="00054F02"/>
    <w:rsid w:val="0005630F"/>
    <w:rsid w:val="00056770"/>
    <w:rsid w:val="00056859"/>
    <w:rsid w:val="00057004"/>
    <w:rsid w:val="00057F1F"/>
    <w:rsid w:val="00060635"/>
    <w:rsid w:val="00060DF7"/>
    <w:rsid w:val="00061A7F"/>
    <w:rsid w:val="0006273E"/>
    <w:rsid w:val="0006316B"/>
    <w:rsid w:val="0006327D"/>
    <w:rsid w:val="000634CA"/>
    <w:rsid w:val="000636D4"/>
    <w:rsid w:val="00063FB0"/>
    <w:rsid w:val="00063FCC"/>
    <w:rsid w:val="00064580"/>
    <w:rsid w:val="00064752"/>
    <w:rsid w:val="000658F0"/>
    <w:rsid w:val="00066184"/>
    <w:rsid w:val="00070D1E"/>
    <w:rsid w:val="000713C9"/>
    <w:rsid w:val="00071EA5"/>
    <w:rsid w:val="00072475"/>
    <w:rsid w:val="000724E3"/>
    <w:rsid w:val="00072E26"/>
    <w:rsid w:val="00073131"/>
    <w:rsid w:val="00073677"/>
    <w:rsid w:val="000739A6"/>
    <w:rsid w:val="00073A1B"/>
    <w:rsid w:val="00074874"/>
    <w:rsid w:val="00074942"/>
    <w:rsid w:val="00074FF9"/>
    <w:rsid w:val="00075B69"/>
    <w:rsid w:val="00075C06"/>
    <w:rsid w:val="00076CC0"/>
    <w:rsid w:val="00076FBB"/>
    <w:rsid w:val="00077227"/>
    <w:rsid w:val="000778E0"/>
    <w:rsid w:val="00077DC9"/>
    <w:rsid w:val="00080603"/>
    <w:rsid w:val="0008096A"/>
    <w:rsid w:val="00080D30"/>
    <w:rsid w:val="00080E5C"/>
    <w:rsid w:val="00081154"/>
    <w:rsid w:val="000823C3"/>
    <w:rsid w:val="0008259F"/>
    <w:rsid w:val="000826AA"/>
    <w:rsid w:val="00082A54"/>
    <w:rsid w:val="00082AA1"/>
    <w:rsid w:val="000838CC"/>
    <w:rsid w:val="00084042"/>
    <w:rsid w:val="00084206"/>
    <w:rsid w:val="00084228"/>
    <w:rsid w:val="00084301"/>
    <w:rsid w:val="0008485C"/>
    <w:rsid w:val="00084CC3"/>
    <w:rsid w:val="00085003"/>
    <w:rsid w:val="00085072"/>
    <w:rsid w:val="0008525D"/>
    <w:rsid w:val="00085FA8"/>
    <w:rsid w:val="000860E9"/>
    <w:rsid w:val="00086969"/>
    <w:rsid w:val="0009000D"/>
    <w:rsid w:val="000907ED"/>
    <w:rsid w:val="00091410"/>
    <w:rsid w:val="00091BC7"/>
    <w:rsid w:val="00091DD6"/>
    <w:rsid w:val="00092358"/>
    <w:rsid w:val="000938F6"/>
    <w:rsid w:val="00093AF9"/>
    <w:rsid w:val="00094025"/>
    <w:rsid w:val="0009503E"/>
    <w:rsid w:val="00095132"/>
    <w:rsid w:val="00095229"/>
    <w:rsid w:val="00095538"/>
    <w:rsid w:val="00095C7A"/>
    <w:rsid w:val="00096174"/>
    <w:rsid w:val="0009629A"/>
    <w:rsid w:val="00097019"/>
    <w:rsid w:val="000978E1"/>
    <w:rsid w:val="000A0FE6"/>
    <w:rsid w:val="000A1945"/>
    <w:rsid w:val="000A1D99"/>
    <w:rsid w:val="000A1DC7"/>
    <w:rsid w:val="000A1EB4"/>
    <w:rsid w:val="000A3B09"/>
    <w:rsid w:val="000A3C7B"/>
    <w:rsid w:val="000A3D0E"/>
    <w:rsid w:val="000A50A6"/>
    <w:rsid w:val="000A546F"/>
    <w:rsid w:val="000A5A6C"/>
    <w:rsid w:val="000A5DEC"/>
    <w:rsid w:val="000A5F7E"/>
    <w:rsid w:val="000A6416"/>
    <w:rsid w:val="000A6621"/>
    <w:rsid w:val="000A708C"/>
    <w:rsid w:val="000A7147"/>
    <w:rsid w:val="000A7AD2"/>
    <w:rsid w:val="000A7CA1"/>
    <w:rsid w:val="000B00B4"/>
    <w:rsid w:val="000B0181"/>
    <w:rsid w:val="000B04D9"/>
    <w:rsid w:val="000B084C"/>
    <w:rsid w:val="000B0E2F"/>
    <w:rsid w:val="000B11D5"/>
    <w:rsid w:val="000B206A"/>
    <w:rsid w:val="000B25FA"/>
    <w:rsid w:val="000B2F48"/>
    <w:rsid w:val="000B4841"/>
    <w:rsid w:val="000B484A"/>
    <w:rsid w:val="000B6231"/>
    <w:rsid w:val="000B7511"/>
    <w:rsid w:val="000B7C9B"/>
    <w:rsid w:val="000C0347"/>
    <w:rsid w:val="000C0969"/>
    <w:rsid w:val="000C0B2F"/>
    <w:rsid w:val="000C23B6"/>
    <w:rsid w:val="000C2F7F"/>
    <w:rsid w:val="000C33BD"/>
    <w:rsid w:val="000C4CFD"/>
    <w:rsid w:val="000C4E54"/>
    <w:rsid w:val="000C576A"/>
    <w:rsid w:val="000C5E44"/>
    <w:rsid w:val="000C611B"/>
    <w:rsid w:val="000C6D5C"/>
    <w:rsid w:val="000C6E19"/>
    <w:rsid w:val="000C731E"/>
    <w:rsid w:val="000C79A1"/>
    <w:rsid w:val="000C7AA3"/>
    <w:rsid w:val="000D08B4"/>
    <w:rsid w:val="000D09D7"/>
    <w:rsid w:val="000D148F"/>
    <w:rsid w:val="000D2AF8"/>
    <w:rsid w:val="000D2C70"/>
    <w:rsid w:val="000D327F"/>
    <w:rsid w:val="000D3B1A"/>
    <w:rsid w:val="000D46FD"/>
    <w:rsid w:val="000D4A70"/>
    <w:rsid w:val="000D51B4"/>
    <w:rsid w:val="000D6536"/>
    <w:rsid w:val="000D6A41"/>
    <w:rsid w:val="000D6E29"/>
    <w:rsid w:val="000D7417"/>
    <w:rsid w:val="000E076C"/>
    <w:rsid w:val="000E0CDE"/>
    <w:rsid w:val="000E3344"/>
    <w:rsid w:val="000E398D"/>
    <w:rsid w:val="000E39A5"/>
    <w:rsid w:val="000E4AED"/>
    <w:rsid w:val="000E4B43"/>
    <w:rsid w:val="000E52C4"/>
    <w:rsid w:val="000E5C97"/>
    <w:rsid w:val="000E6688"/>
    <w:rsid w:val="000E6914"/>
    <w:rsid w:val="000E6AD1"/>
    <w:rsid w:val="000E78A0"/>
    <w:rsid w:val="000F134A"/>
    <w:rsid w:val="000F2324"/>
    <w:rsid w:val="000F2F75"/>
    <w:rsid w:val="000F3D8A"/>
    <w:rsid w:val="000F3FE9"/>
    <w:rsid w:val="000F4427"/>
    <w:rsid w:val="000F475B"/>
    <w:rsid w:val="000F49A1"/>
    <w:rsid w:val="000F52D2"/>
    <w:rsid w:val="000F53CB"/>
    <w:rsid w:val="000F556E"/>
    <w:rsid w:val="000F5973"/>
    <w:rsid w:val="000F5ACE"/>
    <w:rsid w:val="000F6263"/>
    <w:rsid w:val="000F69F7"/>
    <w:rsid w:val="000F71CA"/>
    <w:rsid w:val="000F7368"/>
    <w:rsid w:val="000F769E"/>
    <w:rsid w:val="000F76BA"/>
    <w:rsid w:val="000F7E7B"/>
    <w:rsid w:val="00100E70"/>
    <w:rsid w:val="00101621"/>
    <w:rsid w:val="00101BE9"/>
    <w:rsid w:val="0010213E"/>
    <w:rsid w:val="001021D4"/>
    <w:rsid w:val="001025DD"/>
    <w:rsid w:val="00102706"/>
    <w:rsid w:val="0010422C"/>
    <w:rsid w:val="001042FD"/>
    <w:rsid w:val="001046BD"/>
    <w:rsid w:val="00105D1E"/>
    <w:rsid w:val="0010623E"/>
    <w:rsid w:val="001072FC"/>
    <w:rsid w:val="00107529"/>
    <w:rsid w:val="00107595"/>
    <w:rsid w:val="001075B4"/>
    <w:rsid w:val="00107CFF"/>
    <w:rsid w:val="00110F50"/>
    <w:rsid w:val="00111380"/>
    <w:rsid w:val="00111DA9"/>
    <w:rsid w:val="00111E4B"/>
    <w:rsid w:val="001121FD"/>
    <w:rsid w:val="00112FC5"/>
    <w:rsid w:val="0011300E"/>
    <w:rsid w:val="001132D1"/>
    <w:rsid w:val="0011422D"/>
    <w:rsid w:val="0011441A"/>
    <w:rsid w:val="0011441E"/>
    <w:rsid w:val="00114A86"/>
    <w:rsid w:val="00114B82"/>
    <w:rsid w:val="00114EC0"/>
    <w:rsid w:val="001152B0"/>
    <w:rsid w:val="00115949"/>
    <w:rsid w:val="001163E2"/>
    <w:rsid w:val="0011669F"/>
    <w:rsid w:val="00116FCB"/>
    <w:rsid w:val="001170BB"/>
    <w:rsid w:val="0011759C"/>
    <w:rsid w:val="001175F0"/>
    <w:rsid w:val="001179EE"/>
    <w:rsid w:val="00117A5D"/>
    <w:rsid w:val="00117DE4"/>
    <w:rsid w:val="00120772"/>
    <w:rsid w:val="001207DB"/>
    <w:rsid w:val="00121B43"/>
    <w:rsid w:val="00122523"/>
    <w:rsid w:val="00122F58"/>
    <w:rsid w:val="00122FD0"/>
    <w:rsid w:val="00123572"/>
    <w:rsid w:val="001236CD"/>
    <w:rsid w:val="0012374B"/>
    <w:rsid w:val="00123899"/>
    <w:rsid w:val="00124046"/>
    <w:rsid w:val="001243F2"/>
    <w:rsid w:val="001246A9"/>
    <w:rsid w:val="00124AD4"/>
    <w:rsid w:val="001254E8"/>
    <w:rsid w:val="001265D7"/>
    <w:rsid w:val="0012679A"/>
    <w:rsid w:val="00127403"/>
    <w:rsid w:val="0012797F"/>
    <w:rsid w:val="00127E54"/>
    <w:rsid w:val="00130081"/>
    <w:rsid w:val="001306E4"/>
    <w:rsid w:val="001311A9"/>
    <w:rsid w:val="00131786"/>
    <w:rsid w:val="00131B8E"/>
    <w:rsid w:val="00131D90"/>
    <w:rsid w:val="00131EA5"/>
    <w:rsid w:val="0013323C"/>
    <w:rsid w:val="00133317"/>
    <w:rsid w:val="001336CC"/>
    <w:rsid w:val="00133C73"/>
    <w:rsid w:val="00133CAF"/>
    <w:rsid w:val="00133CF6"/>
    <w:rsid w:val="00134210"/>
    <w:rsid w:val="00134921"/>
    <w:rsid w:val="00134BE6"/>
    <w:rsid w:val="00134E8F"/>
    <w:rsid w:val="0013540E"/>
    <w:rsid w:val="00135936"/>
    <w:rsid w:val="001364A1"/>
    <w:rsid w:val="001368DB"/>
    <w:rsid w:val="00136A9F"/>
    <w:rsid w:val="0013708F"/>
    <w:rsid w:val="00137888"/>
    <w:rsid w:val="00141034"/>
    <w:rsid w:val="00141244"/>
    <w:rsid w:val="00141CA5"/>
    <w:rsid w:val="00141EE2"/>
    <w:rsid w:val="00141FA6"/>
    <w:rsid w:val="0014235D"/>
    <w:rsid w:val="001425BC"/>
    <w:rsid w:val="001426BE"/>
    <w:rsid w:val="00142C3F"/>
    <w:rsid w:val="00142F6E"/>
    <w:rsid w:val="00142FD1"/>
    <w:rsid w:val="00143353"/>
    <w:rsid w:val="00143792"/>
    <w:rsid w:val="00143C91"/>
    <w:rsid w:val="00143ECC"/>
    <w:rsid w:val="001440D4"/>
    <w:rsid w:val="00144E32"/>
    <w:rsid w:val="00145320"/>
    <w:rsid w:val="001469A2"/>
    <w:rsid w:val="00146EC9"/>
    <w:rsid w:val="001472F9"/>
    <w:rsid w:val="00147336"/>
    <w:rsid w:val="00147685"/>
    <w:rsid w:val="001477D6"/>
    <w:rsid w:val="00147CD4"/>
    <w:rsid w:val="0015157E"/>
    <w:rsid w:val="00151E83"/>
    <w:rsid w:val="00152518"/>
    <w:rsid w:val="00152755"/>
    <w:rsid w:val="00153237"/>
    <w:rsid w:val="001535D2"/>
    <w:rsid w:val="00154629"/>
    <w:rsid w:val="00154E24"/>
    <w:rsid w:val="00155403"/>
    <w:rsid w:val="00155644"/>
    <w:rsid w:val="00155CC2"/>
    <w:rsid w:val="00155EFD"/>
    <w:rsid w:val="00156224"/>
    <w:rsid w:val="001565BD"/>
    <w:rsid w:val="00156AE8"/>
    <w:rsid w:val="0015707B"/>
    <w:rsid w:val="001572E1"/>
    <w:rsid w:val="00157305"/>
    <w:rsid w:val="00157367"/>
    <w:rsid w:val="00157666"/>
    <w:rsid w:val="00157E78"/>
    <w:rsid w:val="00157EFF"/>
    <w:rsid w:val="001601F1"/>
    <w:rsid w:val="001604EA"/>
    <w:rsid w:val="001608EB"/>
    <w:rsid w:val="00162E76"/>
    <w:rsid w:val="0016382C"/>
    <w:rsid w:val="001638B6"/>
    <w:rsid w:val="00163BA8"/>
    <w:rsid w:val="00163E45"/>
    <w:rsid w:val="00164235"/>
    <w:rsid w:val="00164959"/>
    <w:rsid w:val="001651C6"/>
    <w:rsid w:val="001654CA"/>
    <w:rsid w:val="00165C7A"/>
    <w:rsid w:val="00166E19"/>
    <w:rsid w:val="001670B8"/>
    <w:rsid w:val="00167267"/>
    <w:rsid w:val="00167376"/>
    <w:rsid w:val="00167D97"/>
    <w:rsid w:val="00167DF2"/>
    <w:rsid w:val="001704B5"/>
    <w:rsid w:val="00172422"/>
    <w:rsid w:val="00172C7C"/>
    <w:rsid w:val="00173B1C"/>
    <w:rsid w:val="00173DD0"/>
    <w:rsid w:val="001742B5"/>
    <w:rsid w:val="00174B15"/>
    <w:rsid w:val="00175032"/>
    <w:rsid w:val="001751BB"/>
    <w:rsid w:val="00175818"/>
    <w:rsid w:val="00175D9D"/>
    <w:rsid w:val="00177059"/>
    <w:rsid w:val="00177706"/>
    <w:rsid w:val="00180206"/>
    <w:rsid w:val="00180208"/>
    <w:rsid w:val="001804D2"/>
    <w:rsid w:val="00180905"/>
    <w:rsid w:val="00180DD2"/>
    <w:rsid w:val="00181ABA"/>
    <w:rsid w:val="001821D6"/>
    <w:rsid w:val="00183A21"/>
    <w:rsid w:val="00183DAD"/>
    <w:rsid w:val="00184EDF"/>
    <w:rsid w:val="00185418"/>
    <w:rsid w:val="0018560C"/>
    <w:rsid w:val="00185B94"/>
    <w:rsid w:val="00186953"/>
    <w:rsid w:val="0018754B"/>
    <w:rsid w:val="00187647"/>
    <w:rsid w:val="001878BD"/>
    <w:rsid w:val="001878DF"/>
    <w:rsid w:val="00187C35"/>
    <w:rsid w:val="0019130C"/>
    <w:rsid w:val="00191808"/>
    <w:rsid w:val="00191B0F"/>
    <w:rsid w:val="0019263E"/>
    <w:rsid w:val="001933C7"/>
    <w:rsid w:val="0019356C"/>
    <w:rsid w:val="00194832"/>
    <w:rsid w:val="00194AE4"/>
    <w:rsid w:val="00194D37"/>
    <w:rsid w:val="00195192"/>
    <w:rsid w:val="001954E8"/>
    <w:rsid w:val="0019553E"/>
    <w:rsid w:val="001956DC"/>
    <w:rsid w:val="00196873"/>
    <w:rsid w:val="001970A5"/>
    <w:rsid w:val="00197441"/>
    <w:rsid w:val="00197E91"/>
    <w:rsid w:val="00197FBD"/>
    <w:rsid w:val="001A0709"/>
    <w:rsid w:val="001A0D08"/>
    <w:rsid w:val="001A13D6"/>
    <w:rsid w:val="001A332E"/>
    <w:rsid w:val="001A33C5"/>
    <w:rsid w:val="001A3FCB"/>
    <w:rsid w:val="001A47CC"/>
    <w:rsid w:val="001A55A4"/>
    <w:rsid w:val="001A5A83"/>
    <w:rsid w:val="001A611F"/>
    <w:rsid w:val="001A6C8B"/>
    <w:rsid w:val="001A713F"/>
    <w:rsid w:val="001A763D"/>
    <w:rsid w:val="001A77D5"/>
    <w:rsid w:val="001A7B03"/>
    <w:rsid w:val="001A7DB1"/>
    <w:rsid w:val="001B01F2"/>
    <w:rsid w:val="001B05A6"/>
    <w:rsid w:val="001B0732"/>
    <w:rsid w:val="001B10AD"/>
    <w:rsid w:val="001B1359"/>
    <w:rsid w:val="001B1561"/>
    <w:rsid w:val="001B21E0"/>
    <w:rsid w:val="001B22F2"/>
    <w:rsid w:val="001B2357"/>
    <w:rsid w:val="001B27B0"/>
    <w:rsid w:val="001B2BF5"/>
    <w:rsid w:val="001B2DB8"/>
    <w:rsid w:val="001B378C"/>
    <w:rsid w:val="001B3C5B"/>
    <w:rsid w:val="001B497A"/>
    <w:rsid w:val="001B4CD4"/>
    <w:rsid w:val="001B51B0"/>
    <w:rsid w:val="001B52D1"/>
    <w:rsid w:val="001B5666"/>
    <w:rsid w:val="001B59B7"/>
    <w:rsid w:val="001B5CE6"/>
    <w:rsid w:val="001B6413"/>
    <w:rsid w:val="001B69F5"/>
    <w:rsid w:val="001B7B4A"/>
    <w:rsid w:val="001C0011"/>
    <w:rsid w:val="001C063D"/>
    <w:rsid w:val="001C06B8"/>
    <w:rsid w:val="001C1A2A"/>
    <w:rsid w:val="001C1B92"/>
    <w:rsid w:val="001C1DB7"/>
    <w:rsid w:val="001C22F5"/>
    <w:rsid w:val="001C24F7"/>
    <w:rsid w:val="001C2B8A"/>
    <w:rsid w:val="001C34E5"/>
    <w:rsid w:val="001C3ADD"/>
    <w:rsid w:val="001C3E1E"/>
    <w:rsid w:val="001C44D2"/>
    <w:rsid w:val="001C4F89"/>
    <w:rsid w:val="001C5ED6"/>
    <w:rsid w:val="001C696F"/>
    <w:rsid w:val="001C6D35"/>
    <w:rsid w:val="001C7CD0"/>
    <w:rsid w:val="001C7DA3"/>
    <w:rsid w:val="001D0396"/>
    <w:rsid w:val="001D03F0"/>
    <w:rsid w:val="001D0643"/>
    <w:rsid w:val="001D26BD"/>
    <w:rsid w:val="001D29A5"/>
    <w:rsid w:val="001D2FC3"/>
    <w:rsid w:val="001D32E9"/>
    <w:rsid w:val="001D41D2"/>
    <w:rsid w:val="001D5186"/>
    <w:rsid w:val="001D54E8"/>
    <w:rsid w:val="001D564C"/>
    <w:rsid w:val="001D5B26"/>
    <w:rsid w:val="001D5D23"/>
    <w:rsid w:val="001E227E"/>
    <w:rsid w:val="001E23B0"/>
    <w:rsid w:val="001E250B"/>
    <w:rsid w:val="001E2C5A"/>
    <w:rsid w:val="001E2CCF"/>
    <w:rsid w:val="001E3504"/>
    <w:rsid w:val="001E35B0"/>
    <w:rsid w:val="001E37AC"/>
    <w:rsid w:val="001E37E8"/>
    <w:rsid w:val="001E3B8E"/>
    <w:rsid w:val="001E4EF4"/>
    <w:rsid w:val="001E5610"/>
    <w:rsid w:val="001E5709"/>
    <w:rsid w:val="001E67DD"/>
    <w:rsid w:val="001E73A9"/>
    <w:rsid w:val="001E7608"/>
    <w:rsid w:val="001E7BB5"/>
    <w:rsid w:val="001F05AF"/>
    <w:rsid w:val="001F0D16"/>
    <w:rsid w:val="001F0FA3"/>
    <w:rsid w:val="001F28C5"/>
    <w:rsid w:val="001F2B81"/>
    <w:rsid w:val="001F2BF0"/>
    <w:rsid w:val="001F3057"/>
    <w:rsid w:val="001F389D"/>
    <w:rsid w:val="001F481F"/>
    <w:rsid w:val="001F4F3C"/>
    <w:rsid w:val="001F5291"/>
    <w:rsid w:val="001F543D"/>
    <w:rsid w:val="001F55CF"/>
    <w:rsid w:val="001F5932"/>
    <w:rsid w:val="001F595F"/>
    <w:rsid w:val="001F5DDD"/>
    <w:rsid w:val="001F5FD9"/>
    <w:rsid w:val="001F6056"/>
    <w:rsid w:val="001F64EF"/>
    <w:rsid w:val="001F705A"/>
    <w:rsid w:val="001F765B"/>
    <w:rsid w:val="001F7B8D"/>
    <w:rsid w:val="0020024A"/>
    <w:rsid w:val="002011B5"/>
    <w:rsid w:val="002012D2"/>
    <w:rsid w:val="002015D6"/>
    <w:rsid w:val="00201A2E"/>
    <w:rsid w:val="0020350D"/>
    <w:rsid w:val="00203965"/>
    <w:rsid w:val="00204521"/>
    <w:rsid w:val="00204547"/>
    <w:rsid w:val="00204DEA"/>
    <w:rsid w:val="002053B9"/>
    <w:rsid w:val="00205BC0"/>
    <w:rsid w:val="0020626A"/>
    <w:rsid w:val="002063B7"/>
    <w:rsid w:val="00206842"/>
    <w:rsid w:val="00206FB6"/>
    <w:rsid w:val="0020772E"/>
    <w:rsid w:val="0020794E"/>
    <w:rsid w:val="00207EE1"/>
    <w:rsid w:val="002102AA"/>
    <w:rsid w:val="00210E9C"/>
    <w:rsid w:val="00211417"/>
    <w:rsid w:val="002119EB"/>
    <w:rsid w:val="00211E4C"/>
    <w:rsid w:val="002120A5"/>
    <w:rsid w:val="00212F6E"/>
    <w:rsid w:val="00213C7F"/>
    <w:rsid w:val="00213D63"/>
    <w:rsid w:val="002143A6"/>
    <w:rsid w:val="002145EC"/>
    <w:rsid w:val="00215B3B"/>
    <w:rsid w:val="00216E60"/>
    <w:rsid w:val="00216FF8"/>
    <w:rsid w:val="00220AE4"/>
    <w:rsid w:val="002212DF"/>
    <w:rsid w:val="00221544"/>
    <w:rsid w:val="00221794"/>
    <w:rsid w:val="002224CE"/>
    <w:rsid w:val="002229CE"/>
    <w:rsid w:val="0022350A"/>
    <w:rsid w:val="00223A1F"/>
    <w:rsid w:val="0022486A"/>
    <w:rsid w:val="00224870"/>
    <w:rsid w:val="00224F55"/>
    <w:rsid w:val="00224F65"/>
    <w:rsid w:val="0022503D"/>
    <w:rsid w:val="00226369"/>
    <w:rsid w:val="00226CB0"/>
    <w:rsid w:val="00226F6B"/>
    <w:rsid w:val="00226FE9"/>
    <w:rsid w:val="0023070A"/>
    <w:rsid w:val="00230B74"/>
    <w:rsid w:val="00231D2E"/>
    <w:rsid w:val="00231E79"/>
    <w:rsid w:val="002327ED"/>
    <w:rsid w:val="00232A8E"/>
    <w:rsid w:val="00233057"/>
    <w:rsid w:val="00233A10"/>
    <w:rsid w:val="00233EC4"/>
    <w:rsid w:val="00233EC7"/>
    <w:rsid w:val="002349A3"/>
    <w:rsid w:val="00234AF7"/>
    <w:rsid w:val="002350BA"/>
    <w:rsid w:val="00235D35"/>
    <w:rsid w:val="00235EEF"/>
    <w:rsid w:val="002364E0"/>
    <w:rsid w:val="00237D6C"/>
    <w:rsid w:val="002405D5"/>
    <w:rsid w:val="00240B88"/>
    <w:rsid w:val="00241229"/>
    <w:rsid w:val="00241316"/>
    <w:rsid w:val="00241CB4"/>
    <w:rsid w:val="00242C7C"/>
    <w:rsid w:val="00242F4C"/>
    <w:rsid w:val="00243CD8"/>
    <w:rsid w:val="00246077"/>
    <w:rsid w:val="00247866"/>
    <w:rsid w:val="00247AA4"/>
    <w:rsid w:val="00247B2D"/>
    <w:rsid w:val="002507B1"/>
    <w:rsid w:val="00250E9B"/>
    <w:rsid w:val="00251B01"/>
    <w:rsid w:val="0025240D"/>
    <w:rsid w:val="00252449"/>
    <w:rsid w:val="0025334E"/>
    <w:rsid w:val="0025462E"/>
    <w:rsid w:val="00254766"/>
    <w:rsid w:val="002548A6"/>
    <w:rsid w:val="00254AA9"/>
    <w:rsid w:val="00254EED"/>
    <w:rsid w:val="00254F9F"/>
    <w:rsid w:val="00255234"/>
    <w:rsid w:val="00255787"/>
    <w:rsid w:val="002569B7"/>
    <w:rsid w:val="00257625"/>
    <w:rsid w:val="0025784D"/>
    <w:rsid w:val="00260D85"/>
    <w:rsid w:val="00260DC0"/>
    <w:rsid w:val="0026179B"/>
    <w:rsid w:val="00262E5F"/>
    <w:rsid w:val="0026347F"/>
    <w:rsid w:val="0026396D"/>
    <w:rsid w:val="00263BCC"/>
    <w:rsid w:val="00264094"/>
    <w:rsid w:val="0026411E"/>
    <w:rsid w:val="00264333"/>
    <w:rsid w:val="00264718"/>
    <w:rsid w:val="00264A1C"/>
    <w:rsid w:val="00264A62"/>
    <w:rsid w:val="002653BD"/>
    <w:rsid w:val="0026558E"/>
    <w:rsid w:val="00265654"/>
    <w:rsid w:val="00265D99"/>
    <w:rsid w:val="0026651F"/>
    <w:rsid w:val="00266647"/>
    <w:rsid w:val="0026693C"/>
    <w:rsid w:val="00266AF8"/>
    <w:rsid w:val="00266F08"/>
    <w:rsid w:val="002671AA"/>
    <w:rsid w:val="00267755"/>
    <w:rsid w:val="002677EE"/>
    <w:rsid w:val="00270498"/>
    <w:rsid w:val="00271889"/>
    <w:rsid w:val="00271C68"/>
    <w:rsid w:val="00271EB1"/>
    <w:rsid w:val="002721DB"/>
    <w:rsid w:val="002728A2"/>
    <w:rsid w:val="00272CF5"/>
    <w:rsid w:val="00273906"/>
    <w:rsid w:val="00273D47"/>
    <w:rsid w:val="0027426C"/>
    <w:rsid w:val="002751AA"/>
    <w:rsid w:val="00275807"/>
    <w:rsid w:val="00276152"/>
    <w:rsid w:val="002762B0"/>
    <w:rsid w:val="0027641C"/>
    <w:rsid w:val="00276490"/>
    <w:rsid w:val="0027659A"/>
    <w:rsid w:val="00277653"/>
    <w:rsid w:val="002776F0"/>
    <w:rsid w:val="002802E7"/>
    <w:rsid w:val="002803D7"/>
    <w:rsid w:val="00280890"/>
    <w:rsid w:val="002810A9"/>
    <w:rsid w:val="00281214"/>
    <w:rsid w:val="00281621"/>
    <w:rsid w:val="0028183D"/>
    <w:rsid w:val="00281C96"/>
    <w:rsid w:val="002823D4"/>
    <w:rsid w:val="00283210"/>
    <w:rsid w:val="002835A1"/>
    <w:rsid w:val="00283753"/>
    <w:rsid w:val="00283D78"/>
    <w:rsid w:val="0028401F"/>
    <w:rsid w:val="002846FA"/>
    <w:rsid w:val="0028480C"/>
    <w:rsid w:val="00284AE3"/>
    <w:rsid w:val="00284C85"/>
    <w:rsid w:val="0028518A"/>
    <w:rsid w:val="002852CA"/>
    <w:rsid w:val="0028604D"/>
    <w:rsid w:val="0028652E"/>
    <w:rsid w:val="00286623"/>
    <w:rsid w:val="00286CEA"/>
    <w:rsid w:val="00287FE7"/>
    <w:rsid w:val="00290804"/>
    <w:rsid w:val="00290C0D"/>
    <w:rsid w:val="002920E8"/>
    <w:rsid w:val="00293FE7"/>
    <w:rsid w:val="0029402A"/>
    <w:rsid w:val="002940A3"/>
    <w:rsid w:val="00294891"/>
    <w:rsid w:val="0029578F"/>
    <w:rsid w:val="00295B94"/>
    <w:rsid w:val="00296490"/>
    <w:rsid w:val="00296696"/>
    <w:rsid w:val="00296A5C"/>
    <w:rsid w:val="00297B37"/>
    <w:rsid w:val="00297F27"/>
    <w:rsid w:val="002A06BA"/>
    <w:rsid w:val="002A075B"/>
    <w:rsid w:val="002A0891"/>
    <w:rsid w:val="002A0E9F"/>
    <w:rsid w:val="002A107D"/>
    <w:rsid w:val="002A1495"/>
    <w:rsid w:val="002A1D7E"/>
    <w:rsid w:val="002A1FC2"/>
    <w:rsid w:val="002A207A"/>
    <w:rsid w:val="002A2789"/>
    <w:rsid w:val="002A2A63"/>
    <w:rsid w:val="002A304B"/>
    <w:rsid w:val="002A3854"/>
    <w:rsid w:val="002A3898"/>
    <w:rsid w:val="002A3AF4"/>
    <w:rsid w:val="002A4574"/>
    <w:rsid w:val="002A4832"/>
    <w:rsid w:val="002A51B7"/>
    <w:rsid w:val="002A5605"/>
    <w:rsid w:val="002A5B48"/>
    <w:rsid w:val="002A5D9D"/>
    <w:rsid w:val="002A6092"/>
    <w:rsid w:val="002A65E7"/>
    <w:rsid w:val="002A65FC"/>
    <w:rsid w:val="002A685E"/>
    <w:rsid w:val="002A6862"/>
    <w:rsid w:val="002A6C50"/>
    <w:rsid w:val="002A7AF8"/>
    <w:rsid w:val="002A7E78"/>
    <w:rsid w:val="002B0820"/>
    <w:rsid w:val="002B17B4"/>
    <w:rsid w:val="002B274A"/>
    <w:rsid w:val="002B2E87"/>
    <w:rsid w:val="002B40EC"/>
    <w:rsid w:val="002B4BE3"/>
    <w:rsid w:val="002B4BF9"/>
    <w:rsid w:val="002B4CAF"/>
    <w:rsid w:val="002B52C9"/>
    <w:rsid w:val="002B59ED"/>
    <w:rsid w:val="002B68D0"/>
    <w:rsid w:val="002B6BA2"/>
    <w:rsid w:val="002C0304"/>
    <w:rsid w:val="002C048C"/>
    <w:rsid w:val="002C05DB"/>
    <w:rsid w:val="002C1907"/>
    <w:rsid w:val="002C2037"/>
    <w:rsid w:val="002C2BCF"/>
    <w:rsid w:val="002C3BA7"/>
    <w:rsid w:val="002C475C"/>
    <w:rsid w:val="002C49A0"/>
    <w:rsid w:val="002C4C98"/>
    <w:rsid w:val="002C4F81"/>
    <w:rsid w:val="002C62D7"/>
    <w:rsid w:val="002C7556"/>
    <w:rsid w:val="002D00B8"/>
    <w:rsid w:val="002D025F"/>
    <w:rsid w:val="002D080D"/>
    <w:rsid w:val="002D151F"/>
    <w:rsid w:val="002D152F"/>
    <w:rsid w:val="002D17D3"/>
    <w:rsid w:val="002D1B47"/>
    <w:rsid w:val="002D1EBD"/>
    <w:rsid w:val="002D26A4"/>
    <w:rsid w:val="002D27DA"/>
    <w:rsid w:val="002D3306"/>
    <w:rsid w:val="002D3C7D"/>
    <w:rsid w:val="002D3D82"/>
    <w:rsid w:val="002D5519"/>
    <w:rsid w:val="002D6086"/>
    <w:rsid w:val="002D70CB"/>
    <w:rsid w:val="002D73C0"/>
    <w:rsid w:val="002D7C02"/>
    <w:rsid w:val="002D7C36"/>
    <w:rsid w:val="002E0078"/>
    <w:rsid w:val="002E08F6"/>
    <w:rsid w:val="002E0AEB"/>
    <w:rsid w:val="002E1270"/>
    <w:rsid w:val="002E2380"/>
    <w:rsid w:val="002E2C4D"/>
    <w:rsid w:val="002E47E3"/>
    <w:rsid w:val="002E4BDE"/>
    <w:rsid w:val="002E5104"/>
    <w:rsid w:val="002E51F1"/>
    <w:rsid w:val="002E68F3"/>
    <w:rsid w:val="002E758F"/>
    <w:rsid w:val="002F0D94"/>
    <w:rsid w:val="002F10FD"/>
    <w:rsid w:val="002F2059"/>
    <w:rsid w:val="002F2550"/>
    <w:rsid w:val="002F258B"/>
    <w:rsid w:val="002F29CA"/>
    <w:rsid w:val="002F3B6E"/>
    <w:rsid w:val="002F41B0"/>
    <w:rsid w:val="002F65F7"/>
    <w:rsid w:val="002F7B20"/>
    <w:rsid w:val="002F7CA1"/>
    <w:rsid w:val="00300342"/>
    <w:rsid w:val="00301280"/>
    <w:rsid w:val="0030263F"/>
    <w:rsid w:val="003032D3"/>
    <w:rsid w:val="00303314"/>
    <w:rsid w:val="003036B2"/>
    <w:rsid w:val="00303C34"/>
    <w:rsid w:val="00303DA2"/>
    <w:rsid w:val="00303F89"/>
    <w:rsid w:val="00304393"/>
    <w:rsid w:val="00304C60"/>
    <w:rsid w:val="00305EC3"/>
    <w:rsid w:val="00306138"/>
    <w:rsid w:val="00306C43"/>
    <w:rsid w:val="003076AC"/>
    <w:rsid w:val="0030791F"/>
    <w:rsid w:val="00307B2B"/>
    <w:rsid w:val="003101C2"/>
    <w:rsid w:val="00310655"/>
    <w:rsid w:val="00310970"/>
    <w:rsid w:val="00310B65"/>
    <w:rsid w:val="00311931"/>
    <w:rsid w:val="00311C58"/>
    <w:rsid w:val="00311EF6"/>
    <w:rsid w:val="00312419"/>
    <w:rsid w:val="00312CBF"/>
    <w:rsid w:val="00312F33"/>
    <w:rsid w:val="00313228"/>
    <w:rsid w:val="0031405D"/>
    <w:rsid w:val="0031439B"/>
    <w:rsid w:val="00314BCB"/>
    <w:rsid w:val="00315910"/>
    <w:rsid w:val="00316A80"/>
    <w:rsid w:val="003171A9"/>
    <w:rsid w:val="003174A4"/>
    <w:rsid w:val="00320FDA"/>
    <w:rsid w:val="00321485"/>
    <w:rsid w:val="00321B8C"/>
    <w:rsid w:val="00322A25"/>
    <w:rsid w:val="00322ADA"/>
    <w:rsid w:val="00322D6B"/>
    <w:rsid w:val="00322E52"/>
    <w:rsid w:val="00324AD2"/>
    <w:rsid w:val="003257E0"/>
    <w:rsid w:val="00326218"/>
    <w:rsid w:val="00326525"/>
    <w:rsid w:val="00326C4B"/>
    <w:rsid w:val="0032780C"/>
    <w:rsid w:val="003300A0"/>
    <w:rsid w:val="003303D0"/>
    <w:rsid w:val="00331927"/>
    <w:rsid w:val="00331952"/>
    <w:rsid w:val="00331A34"/>
    <w:rsid w:val="00331C1F"/>
    <w:rsid w:val="00331DB2"/>
    <w:rsid w:val="0033264A"/>
    <w:rsid w:val="00332AB8"/>
    <w:rsid w:val="00332B8D"/>
    <w:rsid w:val="00332BA2"/>
    <w:rsid w:val="00332EA4"/>
    <w:rsid w:val="00332ECA"/>
    <w:rsid w:val="00333413"/>
    <w:rsid w:val="00333782"/>
    <w:rsid w:val="00333F23"/>
    <w:rsid w:val="00334008"/>
    <w:rsid w:val="00334113"/>
    <w:rsid w:val="003342B4"/>
    <w:rsid w:val="00334787"/>
    <w:rsid w:val="00334E12"/>
    <w:rsid w:val="00334EB2"/>
    <w:rsid w:val="003355BA"/>
    <w:rsid w:val="00335869"/>
    <w:rsid w:val="00335CF4"/>
    <w:rsid w:val="00335F87"/>
    <w:rsid w:val="003362C4"/>
    <w:rsid w:val="003366AF"/>
    <w:rsid w:val="00337943"/>
    <w:rsid w:val="003405B4"/>
    <w:rsid w:val="003409AE"/>
    <w:rsid w:val="00340B85"/>
    <w:rsid w:val="0034101D"/>
    <w:rsid w:val="00341080"/>
    <w:rsid w:val="0034186C"/>
    <w:rsid w:val="00341C5E"/>
    <w:rsid w:val="00341E26"/>
    <w:rsid w:val="003428F0"/>
    <w:rsid w:val="003447F7"/>
    <w:rsid w:val="00344C21"/>
    <w:rsid w:val="003452F0"/>
    <w:rsid w:val="0034659F"/>
    <w:rsid w:val="003466B3"/>
    <w:rsid w:val="00346C43"/>
    <w:rsid w:val="00350097"/>
    <w:rsid w:val="003517FD"/>
    <w:rsid w:val="003518E8"/>
    <w:rsid w:val="00351D21"/>
    <w:rsid w:val="00352058"/>
    <w:rsid w:val="0035291D"/>
    <w:rsid w:val="0035417F"/>
    <w:rsid w:val="0035432C"/>
    <w:rsid w:val="003551E1"/>
    <w:rsid w:val="00355CA9"/>
    <w:rsid w:val="00356DBF"/>
    <w:rsid w:val="00357962"/>
    <w:rsid w:val="0036072F"/>
    <w:rsid w:val="00360CA3"/>
    <w:rsid w:val="00361A56"/>
    <w:rsid w:val="00361A7F"/>
    <w:rsid w:val="00361C4C"/>
    <w:rsid w:val="00361D3E"/>
    <w:rsid w:val="00361F72"/>
    <w:rsid w:val="00362A98"/>
    <w:rsid w:val="0036342B"/>
    <w:rsid w:val="0036352A"/>
    <w:rsid w:val="0036374F"/>
    <w:rsid w:val="003639F0"/>
    <w:rsid w:val="00363B67"/>
    <w:rsid w:val="00363D3C"/>
    <w:rsid w:val="00364FED"/>
    <w:rsid w:val="003652D9"/>
    <w:rsid w:val="00366CBA"/>
    <w:rsid w:val="003671D7"/>
    <w:rsid w:val="0036773F"/>
    <w:rsid w:val="003677A3"/>
    <w:rsid w:val="0036791A"/>
    <w:rsid w:val="003710A2"/>
    <w:rsid w:val="003718C5"/>
    <w:rsid w:val="00371C1F"/>
    <w:rsid w:val="00371E95"/>
    <w:rsid w:val="00371EAA"/>
    <w:rsid w:val="003722F0"/>
    <w:rsid w:val="003725CB"/>
    <w:rsid w:val="00372600"/>
    <w:rsid w:val="00372960"/>
    <w:rsid w:val="00372ACB"/>
    <w:rsid w:val="003739D7"/>
    <w:rsid w:val="00374476"/>
    <w:rsid w:val="0037470F"/>
    <w:rsid w:val="003748B6"/>
    <w:rsid w:val="00374B59"/>
    <w:rsid w:val="003756B1"/>
    <w:rsid w:val="00375AA7"/>
    <w:rsid w:val="00375AC7"/>
    <w:rsid w:val="00375B14"/>
    <w:rsid w:val="00376090"/>
    <w:rsid w:val="003760CE"/>
    <w:rsid w:val="00376580"/>
    <w:rsid w:val="0037704B"/>
    <w:rsid w:val="00377A1B"/>
    <w:rsid w:val="00380376"/>
    <w:rsid w:val="00380899"/>
    <w:rsid w:val="00380AFC"/>
    <w:rsid w:val="00380D71"/>
    <w:rsid w:val="00381447"/>
    <w:rsid w:val="00381CF3"/>
    <w:rsid w:val="00381D08"/>
    <w:rsid w:val="00382F67"/>
    <w:rsid w:val="00383DE8"/>
    <w:rsid w:val="00384704"/>
    <w:rsid w:val="00386FB9"/>
    <w:rsid w:val="00387531"/>
    <w:rsid w:val="003876F8"/>
    <w:rsid w:val="003904F5"/>
    <w:rsid w:val="0039060A"/>
    <w:rsid w:val="0039065E"/>
    <w:rsid w:val="003906C6"/>
    <w:rsid w:val="00390A55"/>
    <w:rsid w:val="00390D18"/>
    <w:rsid w:val="0039118B"/>
    <w:rsid w:val="00392398"/>
    <w:rsid w:val="003923D3"/>
    <w:rsid w:val="003924D9"/>
    <w:rsid w:val="003935F6"/>
    <w:rsid w:val="00394965"/>
    <w:rsid w:val="00395797"/>
    <w:rsid w:val="003957ED"/>
    <w:rsid w:val="00395DC3"/>
    <w:rsid w:val="00396706"/>
    <w:rsid w:val="003977BD"/>
    <w:rsid w:val="00397BAC"/>
    <w:rsid w:val="003A199C"/>
    <w:rsid w:val="003A2B10"/>
    <w:rsid w:val="003A2DA6"/>
    <w:rsid w:val="003A2E0C"/>
    <w:rsid w:val="003A4451"/>
    <w:rsid w:val="003A538B"/>
    <w:rsid w:val="003A5F8B"/>
    <w:rsid w:val="003A78D1"/>
    <w:rsid w:val="003A790D"/>
    <w:rsid w:val="003B04D3"/>
    <w:rsid w:val="003B0B21"/>
    <w:rsid w:val="003B0DBC"/>
    <w:rsid w:val="003B1139"/>
    <w:rsid w:val="003B1404"/>
    <w:rsid w:val="003B178E"/>
    <w:rsid w:val="003B1EAC"/>
    <w:rsid w:val="003B2BCA"/>
    <w:rsid w:val="003B3BD4"/>
    <w:rsid w:val="003B4182"/>
    <w:rsid w:val="003B473A"/>
    <w:rsid w:val="003B491F"/>
    <w:rsid w:val="003B5AE4"/>
    <w:rsid w:val="003B5D25"/>
    <w:rsid w:val="003B60D7"/>
    <w:rsid w:val="003B67B9"/>
    <w:rsid w:val="003B684F"/>
    <w:rsid w:val="003B7B02"/>
    <w:rsid w:val="003B7B3E"/>
    <w:rsid w:val="003B7BA8"/>
    <w:rsid w:val="003B7E2F"/>
    <w:rsid w:val="003C0A4B"/>
    <w:rsid w:val="003C117C"/>
    <w:rsid w:val="003C1A06"/>
    <w:rsid w:val="003C1EFE"/>
    <w:rsid w:val="003C205C"/>
    <w:rsid w:val="003C2625"/>
    <w:rsid w:val="003C2AD7"/>
    <w:rsid w:val="003C3337"/>
    <w:rsid w:val="003C35EC"/>
    <w:rsid w:val="003C4144"/>
    <w:rsid w:val="003C4AED"/>
    <w:rsid w:val="003C538A"/>
    <w:rsid w:val="003C5993"/>
    <w:rsid w:val="003C5E14"/>
    <w:rsid w:val="003C5E58"/>
    <w:rsid w:val="003C6E33"/>
    <w:rsid w:val="003C6E62"/>
    <w:rsid w:val="003C6EED"/>
    <w:rsid w:val="003C7210"/>
    <w:rsid w:val="003C77F3"/>
    <w:rsid w:val="003C7934"/>
    <w:rsid w:val="003D0A03"/>
    <w:rsid w:val="003D100E"/>
    <w:rsid w:val="003D14AD"/>
    <w:rsid w:val="003D1F75"/>
    <w:rsid w:val="003D2B1D"/>
    <w:rsid w:val="003D2D57"/>
    <w:rsid w:val="003D312C"/>
    <w:rsid w:val="003D3275"/>
    <w:rsid w:val="003D35BE"/>
    <w:rsid w:val="003D35C0"/>
    <w:rsid w:val="003D37C5"/>
    <w:rsid w:val="003D45AD"/>
    <w:rsid w:val="003D4926"/>
    <w:rsid w:val="003D4BB6"/>
    <w:rsid w:val="003D4C3D"/>
    <w:rsid w:val="003D536B"/>
    <w:rsid w:val="003D5571"/>
    <w:rsid w:val="003D5B50"/>
    <w:rsid w:val="003D5EA0"/>
    <w:rsid w:val="003D60E9"/>
    <w:rsid w:val="003D6F93"/>
    <w:rsid w:val="003D72E0"/>
    <w:rsid w:val="003D7AB8"/>
    <w:rsid w:val="003E0298"/>
    <w:rsid w:val="003E0889"/>
    <w:rsid w:val="003E1255"/>
    <w:rsid w:val="003E1B5F"/>
    <w:rsid w:val="003E33B4"/>
    <w:rsid w:val="003E397D"/>
    <w:rsid w:val="003E482C"/>
    <w:rsid w:val="003E4837"/>
    <w:rsid w:val="003E5D8B"/>
    <w:rsid w:val="003E75A7"/>
    <w:rsid w:val="003E777D"/>
    <w:rsid w:val="003E7796"/>
    <w:rsid w:val="003E7D01"/>
    <w:rsid w:val="003F0122"/>
    <w:rsid w:val="003F0B63"/>
    <w:rsid w:val="003F1069"/>
    <w:rsid w:val="003F13AD"/>
    <w:rsid w:val="003F3382"/>
    <w:rsid w:val="003F3899"/>
    <w:rsid w:val="003F38F8"/>
    <w:rsid w:val="003F40DF"/>
    <w:rsid w:val="003F460D"/>
    <w:rsid w:val="003F4BCD"/>
    <w:rsid w:val="003F4EA4"/>
    <w:rsid w:val="003F4EB6"/>
    <w:rsid w:val="003F578C"/>
    <w:rsid w:val="003F5AED"/>
    <w:rsid w:val="003F6176"/>
    <w:rsid w:val="003F61C3"/>
    <w:rsid w:val="003F69F2"/>
    <w:rsid w:val="003F6AB1"/>
    <w:rsid w:val="003F7323"/>
    <w:rsid w:val="003F738E"/>
    <w:rsid w:val="003F77E5"/>
    <w:rsid w:val="00400B05"/>
    <w:rsid w:val="00400D4A"/>
    <w:rsid w:val="0040171C"/>
    <w:rsid w:val="004019E7"/>
    <w:rsid w:val="00401D72"/>
    <w:rsid w:val="00401F9E"/>
    <w:rsid w:val="004022B6"/>
    <w:rsid w:val="0040239D"/>
    <w:rsid w:val="00403874"/>
    <w:rsid w:val="0040497F"/>
    <w:rsid w:val="00404FD4"/>
    <w:rsid w:val="00405436"/>
    <w:rsid w:val="004054C8"/>
    <w:rsid w:val="0040626C"/>
    <w:rsid w:val="0040628F"/>
    <w:rsid w:val="00406BFA"/>
    <w:rsid w:val="00407239"/>
    <w:rsid w:val="0041045B"/>
    <w:rsid w:val="00410AA0"/>
    <w:rsid w:val="00411750"/>
    <w:rsid w:val="00412209"/>
    <w:rsid w:val="00412343"/>
    <w:rsid w:val="00412C93"/>
    <w:rsid w:val="00412C9B"/>
    <w:rsid w:val="0041329D"/>
    <w:rsid w:val="00413338"/>
    <w:rsid w:val="004139BB"/>
    <w:rsid w:val="00413A82"/>
    <w:rsid w:val="004141ED"/>
    <w:rsid w:val="00416178"/>
    <w:rsid w:val="00416A98"/>
    <w:rsid w:val="00417744"/>
    <w:rsid w:val="004201EE"/>
    <w:rsid w:val="00420864"/>
    <w:rsid w:val="00420D4D"/>
    <w:rsid w:val="00421404"/>
    <w:rsid w:val="00421650"/>
    <w:rsid w:val="004218B2"/>
    <w:rsid w:val="00422327"/>
    <w:rsid w:val="00423915"/>
    <w:rsid w:val="00423B52"/>
    <w:rsid w:val="00423C5A"/>
    <w:rsid w:val="00423E91"/>
    <w:rsid w:val="00423F29"/>
    <w:rsid w:val="00423F5F"/>
    <w:rsid w:val="004249AA"/>
    <w:rsid w:val="00424AAF"/>
    <w:rsid w:val="004252B3"/>
    <w:rsid w:val="00425B06"/>
    <w:rsid w:val="00425C95"/>
    <w:rsid w:val="004269F3"/>
    <w:rsid w:val="0042721C"/>
    <w:rsid w:val="004279DE"/>
    <w:rsid w:val="00430ABD"/>
    <w:rsid w:val="00431655"/>
    <w:rsid w:val="00431BAE"/>
    <w:rsid w:val="00431F34"/>
    <w:rsid w:val="00432902"/>
    <w:rsid w:val="00432B2A"/>
    <w:rsid w:val="00432C80"/>
    <w:rsid w:val="00432E6D"/>
    <w:rsid w:val="00433310"/>
    <w:rsid w:val="0043356D"/>
    <w:rsid w:val="0043420B"/>
    <w:rsid w:val="004344E9"/>
    <w:rsid w:val="004347C4"/>
    <w:rsid w:val="00434864"/>
    <w:rsid w:val="00435020"/>
    <w:rsid w:val="004353DF"/>
    <w:rsid w:val="004369D4"/>
    <w:rsid w:val="0043736F"/>
    <w:rsid w:val="004376FB"/>
    <w:rsid w:val="00437813"/>
    <w:rsid w:val="0044003F"/>
    <w:rsid w:val="0044024B"/>
    <w:rsid w:val="0044038F"/>
    <w:rsid w:val="00440EC3"/>
    <w:rsid w:val="00440F22"/>
    <w:rsid w:val="00441306"/>
    <w:rsid w:val="004414AA"/>
    <w:rsid w:val="0044178E"/>
    <w:rsid w:val="00441B4E"/>
    <w:rsid w:val="00441CAF"/>
    <w:rsid w:val="004424FC"/>
    <w:rsid w:val="0044387E"/>
    <w:rsid w:val="004440D7"/>
    <w:rsid w:val="00444257"/>
    <w:rsid w:val="004443FC"/>
    <w:rsid w:val="00444F1C"/>
    <w:rsid w:val="004452B1"/>
    <w:rsid w:val="004455A1"/>
    <w:rsid w:val="00445990"/>
    <w:rsid w:val="00446393"/>
    <w:rsid w:val="00450051"/>
    <w:rsid w:val="0045128B"/>
    <w:rsid w:val="004517FB"/>
    <w:rsid w:val="00451CDC"/>
    <w:rsid w:val="00451D76"/>
    <w:rsid w:val="00452392"/>
    <w:rsid w:val="004525FF"/>
    <w:rsid w:val="00454E31"/>
    <w:rsid w:val="00455E70"/>
    <w:rsid w:val="00456BC8"/>
    <w:rsid w:val="0046187C"/>
    <w:rsid w:val="0046235D"/>
    <w:rsid w:val="00462C21"/>
    <w:rsid w:val="004631A6"/>
    <w:rsid w:val="00463E74"/>
    <w:rsid w:val="00463EA2"/>
    <w:rsid w:val="00463ECE"/>
    <w:rsid w:val="00463F0A"/>
    <w:rsid w:val="0046418A"/>
    <w:rsid w:val="00464CBB"/>
    <w:rsid w:val="00464DD0"/>
    <w:rsid w:val="004653E0"/>
    <w:rsid w:val="004658AB"/>
    <w:rsid w:val="004661C7"/>
    <w:rsid w:val="0046640E"/>
    <w:rsid w:val="0046697F"/>
    <w:rsid w:val="004673BA"/>
    <w:rsid w:val="00467520"/>
    <w:rsid w:val="00467841"/>
    <w:rsid w:val="00467A62"/>
    <w:rsid w:val="00467B0A"/>
    <w:rsid w:val="00470A76"/>
    <w:rsid w:val="00470E4D"/>
    <w:rsid w:val="00470FDF"/>
    <w:rsid w:val="00472CAB"/>
    <w:rsid w:val="00473086"/>
    <w:rsid w:val="00473202"/>
    <w:rsid w:val="0047342C"/>
    <w:rsid w:val="00473642"/>
    <w:rsid w:val="00473698"/>
    <w:rsid w:val="004738C3"/>
    <w:rsid w:val="00473C55"/>
    <w:rsid w:val="00474148"/>
    <w:rsid w:val="00474177"/>
    <w:rsid w:val="0047452F"/>
    <w:rsid w:val="0047469C"/>
    <w:rsid w:val="00475553"/>
    <w:rsid w:val="00475834"/>
    <w:rsid w:val="00477879"/>
    <w:rsid w:val="00477D2D"/>
    <w:rsid w:val="004800D7"/>
    <w:rsid w:val="00480AB3"/>
    <w:rsid w:val="00481221"/>
    <w:rsid w:val="00481F82"/>
    <w:rsid w:val="00482224"/>
    <w:rsid w:val="00482FE3"/>
    <w:rsid w:val="004839B3"/>
    <w:rsid w:val="0048467C"/>
    <w:rsid w:val="004846F8"/>
    <w:rsid w:val="00484B8E"/>
    <w:rsid w:val="00485F15"/>
    <w:rsid w:val="00485F43"/>
    <w:rsid w:val="00486C82"/>
    <w:rsid w:val="0048796A"/>
    <w:rsid w:val="004901A1"/>
    <w:rsid w:val="00490C8D"/>
    <w:rsid w:val="004912DD"/>
    <w:rsid w:val="00491936"/>
    <w:rsid w:val="00491B80"/>
    <w:rsid w:val="004923D2"/>
    <w:rsid w:val="004929F8"/>
    <w:rsid w:val="00493C35"/>
    <w:rsid w:val="00493FD6"/>
    <w:rsid w:val="00494058"/>
    <w:rsid w:val="0049467D"/>
    <w:rsid w:val="00494CEE"/>
    <w:rsid w:val="0049564F"/>
    <w:rsid w:val="00495A3A"/>
    <w:rsid w:val="00495C42"/>
    <w:rsid w:val="0049650A"/>
    <w:rsid w:val="00496C37"/>
    <w:rsid w:val="00497048"/>
    <w:rsid w:val="00497719"/>
    <w:rsid w:val="004A0805"/>
    <w:rsid w:val="004A0D22"/>
    <w:rsid w:val="004A103A"/>
    <w:rsid w:val="004A11C1"/>
    <w:rsid w:val="004A11E1"/>
    <w:rsid w:val="004A1219"/>
    <w:rsid w:val="004A12D1"/>
    <w:rsid w:val="004A1589"/>
    <w:rsid w:val="004A1B45"/>
    <w:rsid w:val="004A2801"/>
    <w:rsid w:val="004A35AA"/>
    <w:rsid w:val="004A3AE6"/>
    <w:rsid w:val="004A3B36"/>
    <w:rsid w:val="004A5EBD"/>
    <w:rsid w:val="004A6FCE"/>
    <w:rsid w:val="004A7608"/>
    <w:rsid w:val="004A7871"/>
    <w:rsid w:val="004A79A3"/>
    <w:rsid w:val="004A7B59"/>
    <w:rsid w:val="004B0217"/>
    <w:rsid w:val="004B0CC6"/>
    <w:rsid w:val="004B145D"/>
    <w:rsid w:val="004B1554"/>
    <w:rsid w:val="004B27A1"/>
    <w:rsid w:val="004B294B"/>
    <w:rsid w:val="004B2C42"/>
    <w:rsid w:val="004B39B8"/>
    <w:rsid w:val="004B3B1E"/>
    <w:rsid w:val="004B4CE1"/>
    <w:rsid w:val="004B5C40"/>
    <w:rsid w:val="004B634F"/>
    <w:rsid w:val="004B65AF"/>
    <w:rsid w:val="004B759B"/>
    <w:rsid w:val="004B7667"/>
    <w:rsid w:val="004C0B45"/>
    <w:rsid w:val="004C0E3D"/>
    <w:rsid w:val="004C0E58"/>
    <w:rsid w:val="004C0FB8"/>
    <w:rsid w:val="004C12D1"/>
    <w:rsid w:val="004C2A02"/>
    <w:rsid w:val="004C3AE0"/>
    <w:rsid w:val="004C43CA"/>
    <w:rsid w:val="004C47B5"/>
    <w:rsid w:val="004C4A50"/>
    <w:rsid w:val="004C4E02"/>
    <w:rsid w:val="004C4E6C"/>
    <w:rsid w:val="004C5371"/>
    <w:rsid w:val="004C57F2"/>
    <w:rsid w:val="004C5958"/>
    <w:rsid w:val="004C6438"/>
    <w:rsid w:val="004C692D"/>
    <w:rsid w:val="004C69F9"/>
    <w:rsid w:val="004C7160"/>
    <w:rsid w:val="004C7F96"/>
    <w:rsid w:val="004D012B"/>
    <w:rsid w:val="004D041A"/>
    <w:rsid w:val="004D2759"/>
    <w:rsid w:val="004D289D"/>
    <w:rsid w:val="004D2F1F"/>
    <w:rsid w:val="004D3267"/>
    <w:rsid w:val="004D3BF8"/>
    <w:rsid w:val="004D3F07"/>
    <w:rsid w:val="004D3FB4"/>
    <w:rsid w:val="004D5DEF"/>
    <w:rsid w:val="004D61E3"/>
    <w:rsid w:val="004D623F"/>
    <w:rsid w:val="004D65C9"/>
    <w:rsid w:val="004D6739"/>
    <w:rsid w:val="004D68C2"/>
    <w:rsid w:val="004D70D8"/>
    <w:rsid w:val="004D7D82"/>
    <w:rsid w:val="004E01F5"/>
    <w:rsid w:val="004E09A9"/>
    <w:rsid w:val="004E0F97"/>
    <w:rsid w:val="004E1184"/>
    <w:rsid w:val="004E2176"/>
    <w:rsid w:val="004E2495"/>
    <w:rsid w:val="004E2663"/>
    <w:rsid w:val="004E2DB6"/>
    <w:rsid w:val="004E314E"/>
    <w:rsid w:val="004E3C5E"/>
    <w:rsid w:val="004E47E9"/>
    <w:rsid w:val="004E5204"/>
    <w:rsid w:val="004E56CA"/>
    <w:rsid w:val="004E59FD"/>
    <w:rsid w:val="004E5A76"/>
    <w:rsid w:val="004E5C4E"/>
    <w:rsid w:val="004E6185"/>
    <w:rsid w:val="004E61E5"/>
    <w:rsid w:val="004E65B2"/>
    <w:rsid w:val="004E6C3B"/>
    <w:rsid w:val="004E7396"/>
    <w:rsid w:val="004E75B8"/>
    <w:rsid w:val="004E7633"/>
    <w:rsid w:val="004E7D63"/>
    <w:rsid w:val="004E7E49"/>
    <w:rsid w:val="004F054E"/>
    <w:rsid w:val="004F058E"/>
    <w:rsid w:val="004F0E6F"/>
    <w:rsid w:val="004F0FA3"/>
    <w:rsid w:val="004F17B5"/>
    <w:rsid w:val="004F1A4B"/>
    <w:rsid w:val="004F1EC3"/>
    <w:rsid w:val="004F29CE"/>
    <w:rsid w:val="004F2D4B"/>
    <w:rsid w:val="004F3F5F"/>
    <w:rsid w:val="004F422F"/>
    <w:rsid w:val="004F51F3"/>
    <w:rsid w:val="004F5A49"/>
    <w:rsid w:val="004F754C"/>
    <w:rsid w:val="00500266"/>
    <w:rsid w:val="00500854"/>
    <w:rsid w:val="005016A7"/>
    <w:rsid w:val="00501CCE"/>
    <w:rsid w:val="00502683"/>
    <w:rsid w:val="00503DBA"/>
    <w:rsid w:val="00505D85"/>
    <w:rsid w:val="005064BD"/>
    <w:rsid w:val="00506D7F"/>
    <w:rsid w:val="00506FF9"/>
    <w:rsid w:val="005076C6"/>
    <w:rsid w:val="00507863"/>
    <w:rsid w:val="00510561"/>
    <w:rsid w:val="00510967"/>
    <w:rsid w:val="00511489"/>
    <w:rsid w:val="00511824"/>
    <w:rsid w:val="0051188F"/>
    <w:rsid w:val="00512291"/>
    <w:rsid w:val="005132C8"/>
    <w:rsid w:val="00513499"/>
    <w:rsid w:val="00513C22"/>
    <w:rsid w:val="00513E97"/>
    <w:rsid w:val="005140BC"/>
    <w:rsid w:val="005143C9"/>
    <w:rsid w:val="00514AA4"/>
    <w:rsid w:val="0051509E"/>
    <w:rsid w:val="0051529D"/>
    <w:rsid w:val="00517DA3"/>
    <w:rsid w:val="00520C9A"/>
    <w:rsid w:val="00520ED6"/>
    <w:rsid w:val="00520FB1"/>
    <w:rsid w:val="00521004"/>
    <w:rsid w:val="00521296"/>
    <w:rsid w:val="00521719"/>
    <w:rsid w:val="005220D9"/>
    <w:rsid w:val="00523190"/>
    <w:rsid w:val="00523B1A"/>
    <w:rsid w:val="0052409F"/>
    <w:rsid w:val="0052410F"/>
    <w:rsid w:val="005247F0"/>
    <w:rsid w:val="0052504D"/>
    <w:rsid w:val="00525B29"/>
    <w:rsid w:val="00525F7B"/>
    <w:rsid w:val="00526CF3"/>
    <w:rsid w:val="00527061"/>
    <w:rsid w:val="00527260"/>
    <w:rsid w:val="00527A51"/>
    <w:rsid w:val="00530433"/>
    <w:rsid w:val="00531006"/>
    <w:rsid w:val="00531710"/>
    <w:rsid w:val="00531A25"/>
    <w:rsid w:val="00532713"/>
    <w:rsid w:val="00532D9E"/>
    <w:rsid w:val="00533FA1"/>
    <w:rsid w:val="00534FAC"/>
    <w:rsid w:val="005351DD"/>
    <w:rsid w:val="00535831"/>
    <w:rsid w:val="005367A1"/>
    <w:rsid w:val="00536D15"/>
    <w:rsid w:val="00536E38"/>
    <w:rsid w:val="00537705"/>
    <w:rsid w:val="00537C5E"/>
    <w:rsid w:val="00540779"/>
    <w:rsid w:val="005414F9"/>
    <w:rsid w:val="005421BE"/>
    <w:rsid w:val="005430A7"/>
    <w:rsid w:val="00543510"/>
    <w:rsid w:val="00544215"/>
    <w:rsid w:val="005447DD"/>
    <w:rsid w:val="00544CEF"/>
    <w:rsid w:val="00545123"/>
    <w:rsid w:val="005459A1"/>
    <w:rsid w:val="00545ADE"/>
    <w:rsid w:val="00546416"/>
    <w:rsid w:val="005468A9"/>
    <w:rsid w:val="00547A8B"/>
    <w:rsid w:val="0055076E"/>
    <w:rsid w:val="0055079A"/>
    <w:rsid w:val="005511B5"/>
    <w:rsid w:val="00552098"/>
    <w:rsid w:val="005523AF"/>
    <w:rsid w:val="005527F5"/>
    <w:rsid w:val="00552E4A"/>
    <w:rsid w:val="00552F0B"/>
    <w:rsid w:val="005537AB"/>
    <w:rsid w:val="00553991"/>
    <w:rsid w:val="0055477D"/>
    <w:rsid w:val="005548E9"/>
    <w:rsid w:val="00554D63"/>
    <w:rsid w:val="00555137"/>
    <w:rsid w:val="00555147"/>
    <w:rsid w:val="00555698"/>
    <w:rsid w:val="00556509"/>
    <w:rsid w:val="005576C3"/>
    <w:rsid w:val="005601CF"/>
    <w:rsid w:val="005606F2"/>
    <w:rsid w:val="0056130E"/>
    <w:rsid w:val="005613CE"/>
    <w:rsid w:val="005619F4"/>
    <w:rsid w:val="00561D72"/>
    <w:rsid w:val="00562186"/>
    <w:rsid w:val="00562607"/>
    <w:rsid w:val="00562621"/>
    <w:rsid w:val="0056264A"/>
    <w:rsid w:val="00562D36"/>
    <w:rsid w:val="00563238"/>
    <w:rsid w:val="00564250"/>
    <w:rsid w:val="005645A0"/>
    <w:rsid w:val="00566161"/>
    <w:rsid w:val="005661A9"/>
    <w:rsid w:val="00566EA4"/>
    <w:rsid w:val="00566F36"/>
    <w:rsid w:val="005706D6"/>
    <w:rsid w:val="00571723"/>
    <w:rsid w:val="00571D90"/>
    <w:rsid w:val="00572B17"/>
    <w:rsid w:val="00572FF6"/>
    <w:rsid w:val="00573272"/>
    <w:rsid w:val="005740EB"/>
    <w:rsid w:val="00574795"/>
    <w:rsid w:val="00574A27"/>
    <w:rsid w:val="005755E9"/>
    <w:rsid w:val="005762F0"/>
    <w:rsid w:val="00576CAD"/>
    <w:rsid w:val="00576DB3"/>
    <w:rsid w:val="00577119"/>
    <w:rsid w:val="005771DC"/>
    <w:rsid w:val="00577682"/>
    <w:rsid w:val="00577E9B"/>
    <w:rsid w:val="00577F59"/>
    <w:rsid w:val="00577FF7"/>
    <w:rsid w:val="005800CD"/>
    <w:rsid w:val="005800D2"/>
    <w:rsid w:val="005809A9"/>
    <w:rsid w:val="00580B64"/>
    <w:rsid w:val="00580EB1"/>
    <w:rsid w:val="0058173C"/>
    <w:rsid w:val="00581838"/>
    <w:rsid w:val="00583483"/>
    <w:rsid w:val="0058392A"/>
    <w:rsid w:val="00583BA8"/>
    <w:rsid w:val="00583FD4"/>
    <w:rsid w:val="00584781"/>
    <w:rsid w:val="005848C1"/>
    <w:rsid w:val="00584C92"/>
    <w:rsid w:val="005854EE"/>
    <w:rsid w:val="00585B06"/>
    <w:rsid w:val="00585BD0"/>
    <w:rsid w:val="005867D3"/>
    <w:rsid w:val="00586A5C"/>
    <w:rsid w:val="00586BB3"/>
    <w:rsid w:val="0058750D"/>
    <w:rsid w:val="00587D2C"/>
    <w:rsid w:val="00587DFA"/>
    <w:rsid w:val="00591527"/>
    <w:rsid w:val="005917EA"/>
    <w:rsid w:val="00591A71"/>
    <w:rsid w:val="00591C98"/>
    <w:rsid w:val="0059208B"/>
    <w:rsid w:val="0059231E"/>
    <w:rsid w:val="005923ED"/>
    <w:rsid w:val="005931D9"/>
    <w:rsid w:val="00593293"/>
    <w:rsid w:val="00593EAE"/>
    <w:rsid w:val="005944EE"/>
    <w:rsid w:val="005948A5"/>
    <w:rsid w:val="00596624"/>
    <w:rsid w:val="00597239"/>
    <w:rsid w:val="005A067A"/>
    <w:rsid w:val="005A125B"/>
    <w:rsid w:val="005A1F27"/>
    <w:rsid w:val="005A288C"/>
    <w:rsid w:val="005A2C6E"/>
    <w:rsid w:val="005A33CF"/>
    <w:rsid w:val="005A4231"/>
    <w:rsid w:val="005A4680"/>
    <w:rsid w:val="005A4D4B"/>
    <w:rsid w:val="005A4EE4"/>
    <w:rsid w:val="005A60D7"/>
    <w:rsid w:val="005A6F58"/>
    <w:rsid w:val="005A7221"/>
    <w:rsid w:val="005A7A84"/>
    <w:rsid w:val="005A7E0A"/>
    <w:rsid w:val="005B028E"/>
    <w:rsid w:val="005B0827"/>
    <w:rsid w:val="005B0F32"/>
    <w:rsid w:val="005B1B7C"/>
    <w:rsid w:val="005B213A"/>
    <w:rsid w:val="005B36AC"/>
    <w:rsid w:val="005B3864"/>
    <w:rsid w:val="005B45C5"/>
    <w:rsid w:val="005B5BF8"/>
    <w:rsid w:val="005B5E4D"/>
    <w:rsid w:val="005B5EA2"/>
    <w:rsid w:val="005B6253"/>
    <w:rsid w:val="005B68D6"/>
    <w:rsid w:val="005B6E8A"/>
    <w:rsid w:val="005B7239"/>
    <w:rsid w:val="005B72EF"/>
    <w:rsid w:val="005B7568"/>
    <w:rsid w:val="005B7658"/>
    <w:rsid w:val="005B767C"/>
    <w:rsid w:val="005B7CF4"/>
    <w:rsid w:val="005C176C"/>
    <w:rsid w:val="005C1797"/>
    <w:rsid w:val="005C224D"/>
    <w:rsid w:val="005C28DE"/>
    <w:rsid w:val="005C2FD4"/>
    <w:rsid w:val="005C33E0"/>
    <w:rsid w:val="005C36D3"/>
    <w:rsid w:val="005C36F3"/>
    <w:rsid w:val="005C4DB0"/>
    <w:rsid w:val="005C520F"/>
    <w:rsid w:val="005C536F"/>
    <w:rsid w:val="005C5C16"/>
    <w:rsid w:val="005C611E"/>
    <w:rsid w:val="005C760F"/>
    <w:rsid w:val="005C7EDD"/>
    <w:rsid w:val="005D0186"/>
    <w:rsid w:val="005D036C"/>
    <w:rsid w:val="005D1887"/>
    <w:rsid w:val="005D1AE3"/>
    <w:rsid w:val="005D2BCD"/>
    <w:rsid w:val="005D369C"/>
    <w:rsid w:val="005D3AFB"/>
    <w:rsid w:val="005D45B0"/>
    <w:rsid w:val="005D548B"/>
    <w:rsid w:val="005D606C"/>
    <w:rsid w:val="005D66A5"/>
    <w:rsid w:val="005D681E"/>
    <w:rsid w:val="005D682F"/>
    <w:rsid w:val="005D6EF7"/>
    <w:rsid w:val="005D758D"/>
    <w:rsid w:val="005D767E"/>
    <w:rsid w:val="005D7A11"/>
    <w:rsid w:val="005D7C04"/>
    <w:rsid w:val="005E035F"/>
    <w:rsid w:val="005E03D5"/>
    <w:rsid w:val="005E0455"/>
    <w:rsid w:val="005E05BE"/>
    <w:rsid w:val="005E0C33"/>
    <w:rsid w:val="005E0CB4"/>
    <w:rsid w:val="005E1C27"/>
    <w:rsid w:val="005E1E60"/>
    <w:rsid w:val="005E1EAB"/>
    <w:rsid w:val="005E1F63"/>
    <w:rsid w:val="005E2704"/>
    <w:rsid w:val="005E2D4D"/>
    <w:rsid w:val="005E2FF3"/>
    <w:rsid w:val="005E37A9"/>
    <w:rsid w:val="005E3F8F"/>
    <w:rsid w:val="005E4478"/>
    <w:rsid w:val="005E46CC"/>
    <w:rsid w:val="005E4874"/>
    <w:rsid w:val="005E49E6"/>
    <w:rsid w:val="005E5E14"/>
    <w:rsid w:val="005E63F1"/>
    <w:rsid w:val="005E7369"/>
    <w:rsid w:val="005E78A9"/>
    <w:rsid w:val="005E79EA"/>
    <w:rsid w:val="005E7BD1"/>
    <w:rsid w:val="005E7F2F"/>
    <w:rsid w:val="005E7F91"/>
    <w:rsid w:val="005F01B6"/>
    <w:rsid w:val="005F0A5C"/>
    <w:rsid w:val="005F0D17"/>
    <w:rsid w:val="005F0DB8"/>
    <w:rsid w:val="005F1DB6"/>
    <w:rsid w:val="005F2D76"/>
    <w:rsid w:val="005F32AB"/>
    <w:rsid w:val="005F3A03"/>
    <w:rsid w:val="005F3E85"/>
    <w:rsid w:val="005F3F4B"/>
    <w:rsid w:val="005F4DAE"/>
    <w:rsid w:val="005F5077"/>
    <w:rsid w:val="005F5125"/>
    <w:rsid w:val="005F53E7"/>
    <w:rsid w:val="005F5DF1"/>
    <w:rsid w:val="005F6B41"/>
    <w:rsid w:val="005F6DDD"/>
    <w:rsid w:val="005F70EC"/>
    <w:rsid w:val="005F719A"/>
    <w:rsid w:val="005F71B8"/>
    <w:rsid w:val="005F78AF"/>
    <w:rsid w:val="00600748"/>
    <w:rsid w:val="00600A50"/>
    <w:rsid w:val="00600E3E"/>
    <w:rsid w:val="00601450"/>
    <w:rsid w:val="00601AFC"/>
    <w:rsid w:val="00601C40"/>
    <w:rsid w:val="00602662"/>
    <w:rsid w:val="00602953"/>
    <w:rsid w:val="00603B8D"/>
    <w:rsid w:val="00604452"/>
    <w:rsid w:val="00604FEB"/>
    <w:rsid w:val="00605636"/>
    <w:rsid w:val="00606428"/>
    <w:rsid w:val="006066A3"/>
    <w:rsid w:val="00606D41"/>
    <w:rsid w:val="00606F0C"/>
    <w:rsid w:val="006071AF"/>
    <w:rsid w:val="00607360"/>
    <w:rsid w:val="00607511"/>
    <w:rsid w:val="006075FD"/>
    <w:rsid w:val="00607A9B"/>
    <w:rsid w:val="00607F9E"/>
    <w:rsid w:val="006101C6"/>
    <w:rsid w:val="006102E1"/>
    <w:rsid w:val="00610BBD"/>
    <w:rsid w:val="00611DBD"/>
    <w:rsid w:val="006124F8"/>
    <w:rsid w:val="00612665"/>
    <w:rsid w:val="00612BF5"/>
    <w:rsid w:val="00613E81"/>
    <w:rsid w:val="00614D89"/>
    <w:rsid w:val="00615157"/>
    <w:rsid w:val="00615EB3"/>
    <w:rsid w:val="00615FC7"/>
    <w:rsid w:val="00616176"/>
    <w:rsid w:val="006161AE"/>
    <w:rsid w:val="00616F3F"/>
    <w:rsid w:val="00617120"/>
    <w:rsid w:val="0061720F"/>
    <w:rsid w:val="00617C72"/>
    <w:rsid w:val="0062070A"/>
    <w:rsid w:val="00620C3C"/>
    <w:rsid w:val="00620D81"/>
    <w:rsid w:val="00621A89"/>
    <w:rsid w:val="00621BA8"/>
    <w:rsid w:val="00621F66"/>
    <w:rsid w:val="006222EC"/>
    <w:rsid w:val="00622FAD"/>
    <w:rsid w:val="0062317E"/>
    <w:rsid w:val="006236B9"/>
    <w:rsid w:val="00623970"/>
    <w:rsid w:val="006246BD"/>
    <w:rsid w:val="0062499B"/>
    <w:rsid w:val="00624D9D"/>
    <w:rsid w:val="00625450"/>
    <w:rsid w:val="00626290"/>
    <w:rsid w:val="0062675A"/>
    <w:rsid w:val="00626E95"/>
    <w:rsid w:val="0062728B"/>
    <w:rsid w:val="00627742"/>
    <w:rsid w:val="0063001D"/>
    <w:rsid w:val="0063148A"/>
    <w:rsid w:val="00631A6F"/>
    <w:rsid w:val="00631C76"/>
    <w:rsid w:val="006322E0"/>
    <w:rsid w:val="0063249B"/>
    <w:rsid w:val="00632D8E"/>
    <w:rsid w:val="006330D7"/>
    <w:rsid w:val="006338A1"/>
    <w:rsid w:val="006338A9"/>
    <w:rsid w:val="00633B85"/>
    <w:rsid w:val="0063425F"/>
    <w:rsid w:val="00634667"/>
    <w:rsid w:val="006348BE"/>
    <w:rsid w:val="006355C7"/>
    <w:rsid w:val="00635A94"/>
    <w:rsid w:val="006363DA"/>
    <w:rsid w:val="00636464"/>
    <w:rsid w:val="00636D26"/>
    <w:rsid w:val="00636E47"/>
    <w:rsid w:val="006370DE"/>
    <w:rsid w:val="00637B7E"/>
    <w:rsid w:val="00637F31"/>
    <w:rsid w:val="0064025C"/>
    <w:rsid w:val="00640865"/>
    <w:rsid w:val="00641A2D"/>
    <w:rsid w:val="006422F1"/>
    <w:rsid w:val="00642662"/>
    <w:rsid w:val="00642960"/>
    <w:rsid w:val="006429FD"/>
    <w:rsid w:val="006433E0"/>
    <w:rsid w:val="006435A5"/>
    <w:rsid w:val="0064513E"/>
    <w:rsid w:val="00645794"/>
    <w:rsid w:val="00645B90"/>
    <w:rsid w:val="00645C4D"/>
    <w:rsid w:val="00645F58"/>
    <w:rsid w:val="00646692"/>
    <w:rsid w:val="006505ED"/>
    <w:rsid w:val="00650E01"/>
    <w:rsid w:val="006513BA"/>
    <w:rsid w:val="006515D8"/>
    <w:rsid w:val="00651610"/>
    <w:rsid w:val="0065163E"/>
    <w:rsid w:val="00651847"/>
    <w:rsid w:val="006518B5"/>
    <w:rsid w:val="00651B62"/>
    <w:rsid w:val="006528E6"/>
    <w:rsid w:val="00653470"/>
    <w:rsid w:val="00653685"/>
    <w:rsid w:val="00653749"/>
    <w:rsid w:val="00653752"/>
    <w:rsid w:val="00654104"/>
    <w:rsid w:val="0065471D"/>
    <w:rsid w:val="006556F2"/>
    <w:rsid w:val="00655BFA"/>
    <w:rsid w:val="0065608F"/>
    <w:rsid w:val="006562F9"/>
    <w:rsid w:val="00656600"/>
    <w:rsid w:val="006568D9"/>
    <w:rsid w:val="00656C3B"/>
    <w:rsid w:val="006575E6"/>
    <w:rsid w:val="0065768B"/>
    <w:rsid w:val="00657DD6"/>
    <w:rsid w:val="00657EED"/>
    <w:rsid w:val="006600BA"/>
    <w:rsid w:val="006616E5"/>
    <w:rsid w:val="00661A9E"/>
    <w:rsid w:val="006635AD"/>
    <w:rsid w:val="006638AD"/>
    <w:rsid w:val="006641D4"/>
    <w:rsid w:val="006642F0"/>
    <w:rsid w:val="0066438C"/>
    <w:rsid w:val="006643C6"/>
    <w:rsid w:val="00664525"/>
    <w:rsid w:val="006645AB"/>
    <w:rsid w:val="00664CB2"/>
    <w:rsid w:val="00664EC9"/>
    <w:rsid w:val="006650CC"/>
    <w:rsid w:val="006657DF"/>
    <w:rsid w:val="0066591A"/>
    <w:rsid w:val="00666B1A"/>
    <w:rsid w:val="00666B29"/>
    <w:rsid w:val="00666CFB"/>
    <w:rsid w:val="006670C3"/>
    <w:rsid w:val="00667F85"/>
    <w:rsid w:val="0067021C"/>
    <w:rsid w:val="006707DC"/>
    <w:rsid w:val="0067123A"/>
    <w:rsid w:val="006715A7"/>
    <w:rsid w:val="0067277D"/>
    <w:rsid w:val="00672D46"/>
    <w:rsid w:val="006741EA"/>
    <w:rsid w:val="0067445F"/>
    <w:rsid w:val="006745E1"/>
    <w:rsid w:val="0067484E"/>
    <w:rsid w:val="00674A1F"/>
    <w:rsid w:val="00674D4B"/>
    <w:rsid w:val="00674F1A"/>
    <w:rsid w:val="00675331"/>
    <w:rsid w:val="00675450"/>
    <w:rsid w:val="006758ED"/>
    <w:rsid w:val="00676323"/>
    <w:rsid w:val="006772A2"/>
    <w:rsid w:val="006800D6"/>
    <w:rsid w:val="0068084A"/>
    <w:rsid w:val="00681158"/>
    <w:rsid w:val="00682FD6"/>
    <w:rsid w:val="0068355A"/>
    <w:rsid w:val="00683C98"/>
    <w:rsid w:val="0068495A"/>
    <w:rsid w:val="006853F9"/>
    <w:rsid w:val="00685543"/>
    <w:rsid w:val="00687042"/>
    <w:rsid w:val="006872A1"/>
    <w:rsid w:val="006873F2"/>
    <w:rsid w:val="006909FF"/>
    <w:rsid w:val="00691084"/>
    <w:rsid w:val="00691452"/>
    <w:rsid w:val="00691464"/>
    <w:rsid w:val="006918EB"/>
    <w:rsid w:val="0069195C"/>
    <w:rsid w:val="00691C16"/>
    <w:rsid w:val="006929AA"/>
    <w:rsid w:val="00692DD7"/>
    <w:rsid w:val="0069322F"/>
    <w:rsid w:val="0069395E"/>
    <w:rsid w:val="006939C2"/>
    <w:rsid w:val="00693F2A"/>
    <w:rsid w:val="0069473D"/>
    <w:rsid w:val="0069487E"/>
    <w:rsid w:val="00694E53"/>
    <w:rsid w:val="006954B5"/>
    <w:rsid w:val="006957DB"/>
    <w:rsid w:val="0069670F"/>
    <w:rsid w:val="00696834"/>
    <w:rsid w:val="00696951"/>
    <w:rsid w:val="00696DD7"/>
    <w:rsid w:val="006976BB"/>
    <w:rsid w:val="006A1406"/>
    <w:rsid w:val="006A250A"/>
    <w:rsid w:val="006A4486"/>
    <w:rsid w:val="006A4D59"/>
    <w:rsid w:val="006A5639"/>
    <w:rsid w:val="006B0021"/>
    <w:rsid w:val="006B02F3"/>
    <w:rsid w:val="006B0501"/>
    <w:rsid w:val="006B0F42"/>
    <w:rsid w:val="006B1141"/>
    <w:rsid w:val="006B1213"/>
    <w:rsid w:val="006B2051"/>
    <w:rsid w:val="006B21F9"/>
    <w:rsid w:val="006B2ACE"/>
    <w:rsid w:val="006B2EEC"/>
    <w:rsid w:val="006B43DE"/>
    <w:rsid w:val="006B45D2"/>
    <w:rsid w:val="006B47B1"/>
    <w:rsid w:val="006B5B4B"/>
    <w:rsid w:val="006B5F66"/>
    <w:rsid w:val="006B7386"/>
    <w:rsid w:val="006B7780"/>
    <w:rsid w:val="006B7A98"/>
    <w:rsid w:val="006C10A6"/>
    <w:rsid w:val="006C17FF"/>
    <w:rsid w:val="006C2BC8"/>
    <w:rsid w:val="006C2FEA"/>
    <w:rsid w:val="006C3377"/>
    <w:rsid w:val="006C340B"/>
    <w:rsid w:val="006C37BE"/>
    <w:rsid w:val="006C3C87"/>
    <w:rsid w:val="006C3F92"/>
    <w:rsid w:val="006C3FCB"/>
    <w:rsid w:val="006C4064"/>
    <w:rsid w:val="006C471D"/>
    <w:rsid w:val="006C493F"/>
    <w:rsid w:val="006C4DEE"/>
    <w:rsid w:val="006C5E5F"/>
    <w:rsid w:val="006C61C3"/>
    <w:rsid w:val="006C661C"/>
    <w:rsid w:val="006C66AC"/>
    <w:rsid w:val="006C66F4"/>
    <w:rsid w:val="006C671C"/>
    <w:rsid w:val="006C67F8"/>
    <w:rsid w:val="006C6853"/>
    <w:rsid w:val="006C689D"/>
    <w:rsid w:val="006C7779"/>
    <w:rsid w:val="006D0B31"/>
    <w:rsid w:val="006D18F1"/>
    <w:rsid w:val="006D1A98"/>
    <w:rsid w:val="006D24A2"/>
    <w:rsid w:val="006D2611"/>
    <w:rsid w:val="006D3230"/>
    <w:rsid w:val="006D4013"/>
    <w:rsid w:val="006D5F40"/>
    <w:rsid w:val="006D772F"/>
    <w:rsid w:val="006E0063"/>
    <w:rsid w:val="006E0EE6"/>
    <w:rsid w:val="006E1136"/>
    <w:rsid w:val="006E119E"/>
    <w:rsid w:val="006E11E6"/>
    <w:rsid w:val="006E1560"/>
    <w:rsid w:val="006E16F4"/>
    <w:rsid w:val="006E1E6A"/>
    <w:rsid w:val="006E1EF2"/>
    <w:rsid w:val="006E28D3"/>
    <w:rsid w:val="006E335B"/>
    <w:rsid w:val="006E3643"/>
    <w:rsid w:val="006E3940"/>
    <w:rsid w:val="006E4372"/>
    <w:rsid w:val="006E4780"/>
    <w:rsid w:val="006E4E72"/>
    <w:rsid w:val="006E62E2"/>
    <w:rsid w:val="006E64FA"/>
    <w:rsid w:val="006E73E3"/>
    <w:rsid w:val="006E78F7"/>
    <w:rsid w:val="006E79F4"/>
    <w:rsid w:val="006F014B"/>
    <w:rsid w:val="006F03BC"/>
    <w:rsid w:val="006F0965"/>
    <w:rsid w:val="006F1878"/>
    <w:rsid w:val="006F1CCD"/>
    <w:rsid w:val="006F25BE"/>
    <w:rsid w:val="006F2E2E"/>
    <w:rsid w:val="006F3471"/>
    <w:rsid w:val="006F3673"/>
    <w:rsid w:val="006F4034"/>
    <w:rsid w:val="006F4FD6"/>
    <w:rsid w:val="006F609C"/>
    <w:rsid w:val="006F66B8"/>
    <w:rsid w:val="006F69A1"/>
    <w:rsid w:val="006F6A31"/>
    <w:rsid w:val="006F6D3A"/>
    <w:rsid w:val="006F6DCF"/>
    <w:rsid w:val="006F6EEE"/>
    <w:rsid w:val="006F6F3D"/>
    <w:rsid w:val="006F72F8"/>
    <w:rsid w:val="006F7B3D"/>
    <w:rsid w:val="00701551"/>
    <w:rsid w:val="00701FCE"/>
    <w:rsid w:val="00702735"/>
    <w:rsid w:val="00702B74"/>
    <w:rsid w:val="00702DF4"/>
    <w:rsid w:val="00704049"/>
    <w:rsid w:val="007051B1"/>
    <w:rsid w:val="007055F9"/>
    <w:rsid w:val="00705909"/>
    <w:rsid w:val="00706320"/>
    <w:rsid w:val="0070698C"/>
    <w:rsid w:val="007075EF"/>
    <w:rsid w:val="007078A5"/>
    <w:rsid w:val="007106D5"/>
    <w:rsid w:val="007109BD"/>
    <w:rsid w:val="00710A6E"/>
    <w:rsid w:val="0071155A"/>
    <w:rsid w:val="007125AA"/>
    <w:rsid w:val="00712B78"/>
    <w:rsid w:val="0071319D"/>
    <w:rsid w:val="00713F79"/>
    <w:rsid w:val="0071491B"/>
    <w:rsid w:val="0071515B"/>
    <w:rsid w:val="007151EC"/>
    <w:rsid w:val="00715473"/>
    <w:rsid w:val="00716937"/>
    <w:rsid w:val="00716CC5"/>
    <w:rsid w:val="00716ECC"/>
    <w:rsid w:val="0071746D"/>
    <w:rsid w:val="00717518"/>
    <w:rsid w:val="00717F95"/>
    <w:rsid w:val="0072034F"/>
    <w:rsid w:val="00720E3C"/>
    <w:rsid w:val="007222AC"/>
    <w:rsid w:val="007222D4"/>
    <w:rsid w:val="007227BE"/>
    <w:rsid w:val="00722BCA"/>
    <w:rsid w:val="00723CAF"/>
    <w:rsid w:val="00723E3F"/>
    <w:rsid w:val="0072425B"/>
    <w:rsid w:val="0072433B"/>
    <w:rsid w:val="007245A7"/>
    <w:rsid w:val="00724C5F"/>
    <w:rsid w:val="007256F6"/>
    <w:rsid w:val="00725CF0"/>
    <w:rsid w:val="00726B1B"/>
    <w:rsid w:val="0072763E"/>
    <w:rsid w:val="00727B9C"/>
    <w:rsid w:val="00727ECD"/>
    <w:rsid w:val="00730AD9"/>
    <w:rsid w:val="00730DB1"/>
    <w:rsid w:val="007310CE"/>
    <w:rsid w:val="00731E2C"/>
    <w:rsid w:val="007320B1"/>
    <w:rsid w:val="00732157"/>
    <w:rsid w:val="007321FD"/>
    <w:rsid w:val="007350DD"/>
    <w:rsid w:val="00735E47"/>
    <w:rsid w:val="00736E55"/>
    <w:rsid w:val="00736FA6"/>
    <w:rsid w:val="00740533"/>
    <w:rsid w:val="00741EBC"/>
    <w:rsid w:val="0074232D"/>
    <w:rsid w:val="0074264F"/>
    <w:rsid w:val="00742C74"/>
    <w:rsid w:val="00743070"/>
    <w:rsid w:val="00743393"/>
    <w:rsid w:val="00743764"/>
    <w:rsid w:val="00743F6D"/>
    <w:rsid w:val="0074405B"/>
    <w:rsid w:val="007443EB"/>
    <w:rsid w:val="00744BE3"/>
    <w:rsid w:val="007450A3"/>
    <w:rsid w:val="00745610"/>
    <w:rsid w:val="007460E1"/>
    <w:rsid w:val="007478DB"/>
    <w:rsid w:val="00747A8A"/>
    <w:rsid w:val="00747D26"/>
    <w:rsid w:val="0075042F"/>
    <w:rsid w:val="00750668"/>
    <w:rsid w:val="0075190F"/>
    <w:rsid w:val="00751E8D"/>
    <w:rsid w:val="0075257F"/>
    <w:rsid w:val="00752699"/>
    <w:rsid w:val="00752E73"/>
    <w:rsid w:val="00753C85"/>
    <w:rsid w:val="00753F10"/>
    <w:rsid w:val="00754124"/>
    <w:rsid w:val="007542E4"/>
    <w:rsid w:val="00754311"/>
    <w:rsid w:val="007547D4"/>
    <w:rsid w:val="00755562"/>
    <w:rsid w:val="00755CAA"/>
    <w:rsid w:val="00755EE2"/>
    <w:rsid w:val="00756284"/>
    <w:rsid w:val="0075663A"/>
    <w:rsid w:val="00756D0E"/>
    <w:rsid w:val="00756D64"/>
    <w:rsid w:val="00757200"/>
    <w:rsid w:val="0075754D"/>
    <w:rsid w:val="00757717"/>
    <w:rsid w:val="00757ABC"/>
    <w:rsid w:val="007600D5"/>
    <w:rsid w:val="007606C7"/>
    <w:rsid w:val="0076077F"/>
    <w:rsid w:val="0076093E"/>
    <w:rsid w:val="0076094E"/>
    <w:rsid w:val="0076097E"/>
    <w:rsid w:val="007615D3"/>
    <w:rsid w:val="007619A5"/>
    <w:rsid w:val="00762A63"/>
    <w:rsid w:val="0076331A"/>
    <w:rsid w:val="00763588"/>
    <w:rsid w:val="0076371C"/>
    <w:rsid w:val="00763796"/>
    <w:rsid w:val="00763D25"/>
    <w:rsid w:val="00763E55"/>
    <w:rsid w:val="00763F8F"/>
    <w:rsid w:val="0076491A"/>
    <w:rsid w:val="00764CCF"/>
    <w:rsid w:val="00764D9C"/>
    <w:rsid w:val="00765307"/>
    <w:rsid w:val="007658B3"/>
    <w:rsid w:val="00766A97"/>
    <w:rsid w:val="00767588"/>
    <w:rsid w:val="00767805"/>
    <w:rsid w:val="007679AA"/>
    <w:rsid w:val="00770B2C"/>
    <w:rsid w:val="0077124E"/>
    <w:rsid w:val="00771EFE"/>
    <w:rsid w:val="0077267A"/>
    <w:rsid w:val="00772CA6"/>
    <w:rsid w:val="00772E98"/>
    <w:rsid w:val="007732DB"/>
    <w:rsid w:val="00773473"/>
    <w:rsid w:val="00773801"/>
    <w:rsid w:val="0077471F"/>
    <w:rsid w:val="007759D6"/>
    <w:rsid w:val="00775F52"/>
    <w:rsid w:val="0077601D"/>
    <w:rsid w:val="00776325"/>
    <w:rsid w:val="00776451"/>
    <w:rsid w:val="0077651D"/>
    <w:rsid w:val="00776C49"/>
    <w:rsid w:val="007803BD"/>
    <w:rsid w:val="00780F09"/>
    <w:rsid w:val="0078183B"/>
    <w:rsid w:val="00782037"/>
    <w:rsid w:val="00782207"/>
    <w:rsid w:val="007823E9"/>
    <w:rsid w:val="0078284A"/>
    <w:rsid w:val="007829F2"/>
    <w:rsid w:val="00783195"/>
    <w:rsid w:val="007841A9"/>
    <w:rsid w:val="0078474D"/>
    <w:rsid w:val="007847D8"/>
    <w:rsid w:val="00785839"/>
    <w:rsid w:val="00785D8F"/>
    <w:rsid w:val="00786114"/>
    <w:rsid w:val="00786198"/>
    <w:rsid w:val="0078691E"/>
    <w:rsid w:val="00787626"/>
    <w:rsid w:val="007877F2"/>
    <w:rsid w:val="00787D38"/>
    <w:rsid w:val="00787F0B"/>
    <w:rsid w:val="00787F65"/>
    <w:rsid w:val="007902DF"/>
    <w:rsid w:val="007912F4"/>
    <w:rsid w:val="007918DD"/>
    <w:rsid w:val="00792D88"/>
    <w:rsid w:val="007930ED"/>
    <w:rsid w:val="0079394D"/>
    <w:rsid w:val="00793E2D"/>
    <w:rsid w:val="00794529"/>
    <w:rsid w:val="007947B3"/>
    <w:rsid w:val="007952ED"/>
    <w:rsid w:val="007969B2"/>
    <w:rsid w:val="00797147"/>
    <w:rsid w:val="007976D7"/>
    <w:rsid w:val="007977E0"/>
    <w:rsid w:val="00797BF6"/>
    <w:rsid w:val="007A04B6"/>
    <w:rsid w:val="007A0CE0"/>
    <w:rsid w:val="007A16C7"/>
    <w:rsid w:val="007A308C"/>
    <w:rsid w:val="007A3926"/>
    <w:rsid w:val="007A398E"/>
    <w:rsid w:val="007A4071"/>
    <w:rsid w:val="007A4873"/>
    <w:rsid w:val="007A4A0B"/>
    <w:rsid w:val="007A5A3A"/>
    <w:rsid w:val="007A5C73"/>
    <w:rsid w:val="007A60DB"/>
    <w:rsid w:val="007A6526"/>
    <w:rsid w:val="007A66FF"/>
    <w:rsid w:val="007A6921"/>
    <w:rsid w:val="007A6F36"/>
    <w:rsid w:val="007A7221"/>
    <w:rsid w:val="007A73DD"/>
    <w:rsid w:val="007A780A"/>
    <w:rsid w:val="007A794B"/>
    <w:rsid w:val="007A7B08"/>
    <w:rsid w:val="007A7DEC"/>
    <w:rsid w:val="007B03F6"/>
    <w:rsid w:val="007B0569"/>
    <w:rsid w:val="007B07EE"/>
    <w:rsid w:val="007B0AB9"/>
    <w:rsid w:val="007B0FE1"/>
    <w:rsid w:val="007B17E1"/>
    <w:rsid w:val="007B20DE"/>
    <w:rsid w:val="007B28CC"/>
    <w:rsid w:val="007B2A06"/>
    <w:rsid w:val="007B2D6A"/>
    <w:rsid w:val="007B3DE7"/>
    <w:rsid w:val="007B411C"/>
    <w:rsid w:val="007B4206"/>
    <w:rsid w:val="007B42DA"/>
    <w:rsid w:val="007B4658"/>
    <w:rsid w:val="007B5A10"/>
    <w:rsid w:val="007B5D79"/>
    <w:rsid w:val="007B631C"/>
    <w:rsid w:val="007B7557"/>
    <w:rsid w:val="007B75C5"/>
    <w:rsid w:val="007B7B6A"/>
    <w:rsid w:val="007C0026"/>
    <w:rsid w:val="007C007D"/>
    <w:rsid w:val="007C0463"/>
    <w:rsid w:val="007C0A3C"/>
    <w:rsid w:val="007C1AB1"/>
    <w:rsid w:val="007C2F12"/>
    <w:rsid w:val="007C2F3F"/>
    <w:rsid w:val="007C3370"/>
    <w:rsid w:val="007C3A75"/>
    <w:rsid w:val="007C43DC"/>
    <w:rsid w:val="007C49C7"/>
    <w:rsid w:val="007C5A48"/>
    <w:rsid w:val="007C67B5"/>
    <w:rsid w:val="007C72EE"/>
    <w:rsid w:val="007C77AB"/>
    <w:rsid w:val="007C79C5"/>
    <w:rsid w:val="007C7A71"/>
    <w:rsid w:val="007C7C7D"/>
    <w:rsid w:val="007C7CFC"/>
    <w:rsid w:val="007D04D7"/>
    <w:rsid w:val="007D1AA1"/>
    <w:rsid w:val="007D2030"/>
    <w:rsid w:val="007D2885"/>
    <w:rsid w:val="007D3994"/>
    <w:rsid w:val="007D3EA0"/>
    <w:rsid w:val="007D444B"/>
    <w:rsid w:val="007D5086"/>
    <w:rsid w:val="007D5B8E"/>
    <w:rsid w:val="007D5E8D"/>
    <w:rsid w:val="007D5FCD"/>
    <w:rsid w:val="007D68A1"/>
    <w:rsid w:val="007D70A9"/>
    <w:rsid w:val="007D7253"/>
    <w:rsid w:val="007E03C6"/>
    <w:rsid w:val="007E36F6"/>
    <w:rsid w:val="007E3982"/>
    <w:rsid w:val="007E404F"/>
    <w:rsid w:val="007E413B"/>
    <w:rsid w:val="007E4397"/>
    <w:rsid w:val="007E4723"/>
    <w:rsid w:val="007E47E4"/>
    <w:rsid w:val="007E579B"/>
    <w:rsid w:val="007E5EE1"/>
    <w:rsid w:val="007E6DDA"/>
    <w:rsid w:val="007E6E5B"/>
    <w:rsid w:val="007E702E"/>
    <w:rsid w:val="007F0048"/>
    <w:rsid w:val="007F07C4"/>
    <w:rsid w:val="007F15A0"/>
    <w:rsid w:val="007F1DEB"/>
    <w:rsid w:val="007F2B3E"/>
    <w:rsid w:val="007F42DA"/>
    <w:rsid w:val="007F523C"/>
    <w:rsid w:val="007F56B1"/>
    <w:rsid w:val="007F5A9D"/>
    <w:rsid w:val="007F5E96"/>
    <w:rsid w:val="007F7507"/>
    <w:rsid w:val="007F7850"/>
    <w:rsid w:val="007F7A44"/>
    <w:rsid w:val="007F7A5E"/>
    <w:rsid w:val="00800255"/>
    <w:rsid w:val="008007DA"/>
    <w:rsid w:val="00801BA4"/>
    <w:rsid w:val="0080368C"/>
    <w:rsid w:val="008037E8"/>
    <w:rsid w:val="00803D3F"/>
    <w:rsid w:val="00804C09"/>
    <w:rsid w:val="008056E7"/>
    <w:rsid w:val="00805E6F"/>
    <w:rsid w:val="008063A2"/>
    <w:rsid w:val="00807647"/>
    <w:rsid w:val="008076B6"/>
    <w:rsid w:val="008101B9"/>
    <w:rsid w:val="0081025E"/>
    <w:rsid w:val="008109EF"/>
    <w:rsid w:val="008116DF"/>
    <w:rsid w:val="00811F17"/>
    <w:rsid w:val="00812515"/>
    <w:rsid w:val="00813338"/>
    <w:rsid w:val="00813AE7"/>
    <w:rsid w:val="00813F99"/>
    <w:rsid w:val="00814ABD"/>
    <w:rsid w:val="00814ED3"/>
    <w:rsid w:val="00815F91"/>
    <w:rsid w:val="00816641"/>
    <w:rsid w:val="0081679A"/>
    <w:rsid w:val="0081784D"/>
    <w:rsid w:val="00817B7B"/>
    <w:rsid w:val="00817D26"/>
    <w:rsid w:val="00820316"/>
    <w:rsid w:val="00820EE6"/>
    <w:rsid w:val="008213F2"/>
    <w:rsid w:val="00821457"/>
    <w:rsid w:val="00821799"/>
    <w:rsid w:val="008219B4"/>
    <w:rsid w:val="00821BBA"/>
    <w:rsid w:val="008220A9"/>
    <w:rsid w:val="00822E1A"/>
    <w:rsid w:val="00822FF4"/>
    <w:rsid w:val="00823070"/>
    <w:rsid w:val="00823104"/>
    <w:rsid w:val="0082369D"/>
    <w:rsid w:val="00823C6D"/>
    <w:rsid w:val="00823E4D"/>
    <w:rsid w:val="008252C6"/>
    <w:rsid w:val="0082559C"/>
    <w:rsid w:val="00825C62"/>
    <w:rsid w:val="00825D8B"/>
    <w:rsid w:val="00826E6C"/>
    <w:rsid w:val="00827487"/>
    <w:rsid w:val="00827A4E"/>
    <w:rsid w:val="008302F1"/>
    <w:rsid w:val="0083074A"/>
    <w:rsid w:val="0083094E"/>
    <w:rsid w:val="00830C99"/>
    <w:rsid w:val="00830E1E"/>
    <w:rsid w:val="00831E0F"/>
    <w:rsid w:val="00832C8E"/>
    <w:rsid w:val="00832DB2"/>
    <w:rsid w:val="008330D6"/>
    <w:rsid w:val="0083325C"/>
    <w:rsid w:val="008333E5"/>
    <w:rsid w:val="00833D55"/>
    <w:rsid w:val="00834158"/>
    <w:rsid w:val="00834EF4"/>
    <w:rsid w:val="00835685"/>
    <w:rsid w:val="00835B79"/>
    <w:rsid w:val="00836297"/>
    <w:rsid w:val="00836604"/>
    <w:rsid w:val="00836A57"/>
    <w:rsid w:val="00840D3B"/>
    <w:rsid w:val="00841AFA"/>
    <w:rsid w:val="00842015"/>
    <w:rsid w:val="00843D43"/>
    <w:rsid w:val="00844137"/>
    <w:rsid w:val="0084427B"/>
    <w:rsid w:val="00844821"/>
    <w:rsid w:val="00844B99"/>
    <w:rsid w:val="00844FDD"/>
    <w:rsid w:val="00845320"/>
    <w:rsid w:val="008455DF"/>
    <w:rsid w:val="008465AA"/>
    <w:rsid w:val="008465E1"/>
    <w:rsid w:val="00847D89"/>
    <w:rsid w:val="008501E8"/>
    <w:rsid w:val="00850614"/>
    <w:rsid w:val="00850F83"/>
    <w:rsid w:val="0085132B"/>
    <w:rsid w:val="00851473"/>
    <w:rsid w:val="00851985"/>
    <w:rsid w:val="00852070"/>
    <w:rsid w:val="008525BB"/>
    <w:rsid w:val="00852A53"/>
    <w:rsid w:val="008530BD"/>
    <w:rsid w:val="008532F8"/>
    <w:rsid w:val="0085334D"/>
    <w:rsid w:val="008533ED"/>
    <w:rsid w:val="00853500"/>
    <w:rsid w:val="00853BC7"/>
    <w:rsid w:val="00853CFB"/>
    <w:rsid w:val="00853FAD"/>
    <w:rsid w:val="0085444D"/>
    <w:rsid w:val="0085579F"/>
    <w:rsid w:val="008569A8"/>
    <w:rsid w:val="00857338"/>
    <w:rsid w:val="00857C9B"/>
    <w:rsid w:val="008600A5"/>
    <w:rsid w:val="008602F2"/>
    <w:rsid w:val="00861A0E"/>
    <w:rsid w:val="00862058"/>
    <w:rsid w:val="00862734"/>
    <w:rsid w:val="00862C23"/>
    <w:rsid w:val="00862D86"/>
    <w:rsid w:val="0086318C"/>
    <w:rsid w:val="00863765"/>
    <w:rsid w:val="008637BA"/>
    <w:rsid w:val="00863F90"/>
    <w:rsid w:val="008640EE"/>
    <w:rsid w:val="008642AF"/>
    <w:rsid w:val="00864D9D"/>
    <w:rsid w:val="008656B1"/>
    <w:rsid w:val="008657C0"/>
    <w:rsid w:val="0086635D"/>
    <w:rsid w:val="00866417"/>
    <w:rsid w:val="00866521"/>
    <w:rsid w:val="00867081"/>
    <w:rsid w:val="00867187"/>
    <w:rsid w:val="008672A3"/>
    <w:rsid w:val="00867593"/>
    <w:rsid w:val="00867F19"/>
    <w:rsid w:val="00871294"/>
    <w:rsid w:val="008720AE"/>
    <w:rsid w:val="008720D4"/>
    <w:rsid w:val="00872186"/>
    <w:rsid w:val="0087254C"/>
    <w:rsid w:val="00872AF1"/>
    <w:rsid w:val="00872D9A"/>
    <w:rsid w:val="00873690"/>
    <w:rsid w:val="00874464"/>
    <w:rsid w:val="00876A6C"/>
    <w:rsid w:val="008770D3"/>
    <w:rsid w:val="0087747F"/>
    <w:rsid w:val="00877B6F"/>
    <w:rsid w:val="008802A1"/>
    <w:rsid w:val="0088109B"/>
    <w:rsid w:val="008810CE"/>
    <w:rsid w:val="008816AB"/>
    <w:rsid w:val="00881850"/>
    <w:rsid w:val="00882B93"/>
    <w:rsid w:val="008830CA"/>
    <w:rsid w:val="00883976"/>
    <w:rsid w:val="00883EA7"/>
    <w:rsid w:val="0088423D"/>
    <w:rsid w:val="0088466B"/>
    <w:rsid w:val="00884A86"/>
    <w:rsid w:val="00885C16"/>
    <w:rsid w:val="008862D6"/>
    <w:rsid w:val="0088636E"/>
    <w:rsid w:val="008863B8"/>
    <w:rsid w:val="00886D38"/>
    <w:rsid w:val="008879EA"/>
    <w:rsid w:val="00887A31"/>
    <w:rsid w:val="00887CCF"/>
    <w:rsid w:val="00890E5D"/>
    <w:rsid w:val="008913DA"/>
    <w:rsid w:val="0089199C"/>
    <w:rsid w:val="008923E2"/>
    <w:rsid w:val="00892609"/>
    <w:rsid w:val="00893AD0"/>
    <w:rsid w:val="008944EE"/>
    <w:rsid w:val="008945E9"/>
    <w:rsid w:val="0089477F"/>
    <w:rsid w:val="00895428"/>
    <w:rsid w:val="00896962"/>
    <w:rsid w:val="00897035"/>
    <w:rsid w:val="00897090"/>
    <w:rsid w:val="008973D7"/>
    <w:rsid w:val="00897549"/>
    <w:rsid w:val="008A0809"/>
    <w:rsid w:val="008A1282"/>
    <w:rsid w:val="008A164B"/>
    <w:rsid w:val="008A1878"/>
    <w:rsid w:val="008A1E06"/>
    <w:rsid w:val="008A1FCA"/>
    <w:rsid w:val="008A24B3"/>
    <w:rsid w:val="008A27C5"/>
    <w:rsid w:val="008A34C9"/>
    <w:rsid w:val="008A3914"/>
    <w:rsid w:val="008A3D79"/>
    <w:rsid w:val="008A3E14"/>
    <w:rsid w:val="008A43F3"/>
    <w:rsid w:val="008A444B"/>
    <w:rsid w:val="008A4459"/>
    <w:rsid w:val="008A4BB1"/>
    <w:rsid w:val="008A4C82"/>
    <w:rsid w:val="008A594B"/>
    <w:rsid w:val="008A5D8D"/>
    <w:rsid w:val="008A5E38"/>
    <w:rsid w:val="008A687F"/>
    <w:rsid w:val="008A6EB1"/>
    <w:rsid w:val="008A7D48"/>
    <w:rsid w:val="008B045B"/>
    <w:rsid w:val="008B0997"/>
    <w:rsid w:val="008B1019"/>
    <w:rsid w:val="008B11AE"/>
    <w:rsid w:val="008B1308"/>
    <w:rsid w:val="008B15FC"/>
    <w:rsid w:val="008B1C5D"/>
    <w:rsid w:val="008B1F1B"/>
    <w:rsid w:val="008B216A"/>
    <w:rsid w:val="008B2EEC"/>
    <w:rsid w:val="008B366A"/>
    <w:rsid w:val="008B3CEF"/>
    <w:rsid w:val="008B4527"/>
    <w:rsid w:val="008B4F61"/>
    <w:rsid w:val="008B55AE"/>
    <w:rsid w:val="008B5E71"/>
    <w:rsid w:val="008B69C8"/>
    <w:rsid w:val="008B6B5F"/>
    <w:rsid w:val="008B6DF9"/>
    <w:rsid w:val="008B7017"/>
    <w:rsid w:val="008B78A6"/>
    <w:rsid w:val="008B79AB"/>
    <w:rsid w:val="008B7D26"/>
    <w:rsid w:val="008C081D"/>
    <w:rsid w:val="008C0CD8"/>
    <w:rsid w:val="008C0D9A"/>
    <w:rsid w:val="008C151A"/>
    <w:rsid w:val="008C2143"/>
    <w:rsid w:val="008C22B0"/>
    <w:rsid w:val="008C2678"/>
    <w:rsid w:val="008C287A"/>
    <w:rsid w:val="008C30EF"/>
    <w:rsid w:val="008C3B98"/>
    <w:rsid w:val="008C4D1E"/>
    <w:rsid w:val="008C4E2F"/>
    <w:rsid w:val="008C506D"/>
    <w:rsid w:val="008C5508"/>
    <w:rsid w:val="008C5A1C"/>
    <w:rsid w:val="008C60A9"/>
    <w:rsid w:val="008C6505"/>
    <w:rsid w:val="008C6775"/>
    <w:rsid w:val="008C71BD"/>
    <w:rsid w:val="008C7A47"/>
    <w:rsid w:val="008D005B"/>
    <w:rsid w:val="008D0077"/>
    <w:rsid w:val="008D02D2"/>
    <w:rsid w:val="008D05D1"/>
    <w:rsid w:val="008D1E66"/>
    <w:rsid w:val="008D2815"/>
    <w:rsid w:val="008D3645"/>
    <w:rsid w:val="008D3782"/>
    <w:rsid w:val="008D39A9"/>
    <w:rsid w:val="008D4449"/>
    <w:rsid w:val="008D4692"/>
    <w:rsid w:val="008D4972"/>
    <w:rsid w:val="008D5111"/>
    <w:rsid w:val="008D5B8D"/>
    <w:rsid w:val="008D5C67"/>
    <w:rsid w:val="008D625C"/>
    <w:rsid w:val="008D67B1"/>
    <w:rsid w:val="008D6D56"/>
    <w:rsid w:val="008D6FFB"/>
    <w:rsid w:val="008D741F"/>
    <w:rsid w:val="008E04AB"/>
    <w:rsid w:val="008E148A"/>
    <w:rsid w:val="008E193E"/>
    <w:rsid w:val="008E1CD6"/>
    <w:rsid w:val="008E1D88"/>
    <w:rsid w:val="008E2219"/>
    <w:rsid w:val="008E230D"/>
    <w:rsid w:val="008E286B"/>
    <w:rsid w:val="008E31F9"/>
    <w:rsid w:val="008E3B19"/>
    <w:rsid w:val="008E584A"/>
    <w:rsid w:val="008E590C"/>
    <w:rsid w:val="008E5C9C"/>
    <w:rsid w:val="008E6473"/>
    <w:rsid w:val="008E7E8D"/>
    <w:rsid w:val="008E7F35"/>
    <w:rsid w:val="008F06CD"/>
    <w:rsid w:val="008F08E2"/>
    <w:rsid w:val="008F0E20"/>
    <w:rsid w:val="008F1847"/>
    <w:rsid w:val="008F1BB0"/>
    <w:rsid w:val="008F1F59"/>
    <w:rsid w:val="008F1FB6"/>
    <w:rsid w:val="008F2608"/>
    <w:rsid w:val="008F2F7B"/>
    <w:rsid w:val="008F3215"/>
    <w:rsid w:val="008F39FF"/>
    <w:rsid w:val="008F459C"/>
    <w:rsid w:val="008F4690"/>
    <w:rsid w:val="008F4E1F"/>
    <w:rsid w:val="008F5200"/>
    <w:rsid w:val="008F58B4"/>
    <w:rsid w:val="008F5AC8"/>
    <w:rsid w:val="008F666C"/>
    <w:rsid w:val="008F68B2"/>
    <w:rsid w:val="008F70EA"/>
    <w:rsid w:val="008F727B"/>
    <w:rsid w:val="008F744E"/>
    <w:rsid w:val="008F782C"/>
    <w:rsid w:val="0090027A"/>
    <w:rsid w:val="009004A2"/>
    <w:rsid w:val="00901902"/>
    <w:rsid w:val="00901D25"/>
    <w:rsid w:val="009022E0"/>
    <w:rsid w:val="0090271F"/>
    <w:rsid w:val="00902BA3"/>
    <w:rsid w:val="00903419"/>
    <w:rsid w:val="00903C8D"/>
    <w:rsid w:val="00903E0F"/>
    <w:rsid w:val="00904EAE"/>
    <w:rsid w:val="00904FA7"/>
    <w:rsid w:val="00905D84"/>
    <w:rsid w:val="00906ECB"/>
    <w:rsid w:val="00906EEE"/>
    <w:rsid w:val="009071F2"/>
    <w:rsid w:val="0091018E"/>
    <w:rsid w:val="009101D6"/>
    <w:rsid w:val="009110E4"/>
    <w:rsid w:val="00911205"/>
    <w:rsid w:val="009121B8"/>
    <w:rsid w:val="00912244"/>
    <w:rsid w:val="0091244C"/>
    <w:rsid w:val="0091245E"/>
    <w:rsid w:val="009129C9"/>
    <w:rsid w:val="0091308E"/>
    <w:rsid w:val="009134F3"/>
    <w:rsid w:val="009141D8"/>
    <w:rsid w:val="0091422D"/>
    <w:rsid w:val="009142E1"/>
    <w:rsid w:val="00915449"/>
    <w:rsid w:val="00915497"/>
    <w:rsid w:val="009156AE"/>
    <w:rsid w:val="00915D8B"/>
    <w:rsid w:val="00915F6E"/>
    <w:rsid w:val="00916213"/>
    <w:rsid w:val="00916FD2"/>
    <w:rsid w:val="00917740"/>
    <w:rsid w:val="0092046E"/>
    <w:rsid w:val="009209A8"/>
    <w:rsid w:val="00920B8F"/>
    <w:rsid w:val="00921BD8"/>
    <w:rsid w:val="00921E9E"/>
    <w:rsid w:val="00922219"/>
    <w:rsid w:val="00924098"/>
    <w:rsid w:val="0092421B"/>
    <w:rsid w:val="0092489F"/>
    <w:rsid w:val="00924E0B"/>
    <w:rsid w:val="00925B9C"/>
    <w:rsid w:val="00926817"/>
    <w:rsid w:val="009268B3"/>
    <w:rsid w:val="00926AC0"/>
    <w:rsid w:val="00927288"/>
    <w:rsid w:val="00927CCD"/>
    <w:rsid w:val="0093003B"/>
    <w:rsid w:val="009304D8"/>
    <w:rsid w:val="009307BE"/>
    <w:rsid w:val="00930C7F"/>
    <w:rsid w:val="0093126C"/>
    <w:rsid w:val="0093159F"/>
    <w:rsid w:val="00931DAE"/>
    <w:rsid w:val="009323ED"/>
    <w:rsid w:val="0093249B"/>
    <w:rsid w:val="009325F8"/>
    <w:rsid w:val="00932D47"/>
    <w:rsid w:val="0093340B"/>
    <w:rsid w:val="00933651"/>
    <w:rsid w:val="00933920"/>
    <w:rsid w:val="00933996"/>
    <w:rsid w:val="009344B5"/>
    <w:rsid w:val="00934BF6"/>
    <w:rsid w:val="009355EC"/>
    <w:rsid w:val="00935D58"/>
    <w:rsid w:val="00935ECA"/>
    <w:rsid w:val="00937939"/>
    <w:rsid w:val="00937B05"/>
    <w:rsid w:val="00937F82"/>
    <w:rsid w:val="0094015D"/>
    <w:rsid w:val="0094191A"/>
    <w:rsid w:val="00941B70"/>
    <w:rsid w:val="00941CA3"/>
    <w:rsid w:val="00941D85"/>
    <w:rsid w:val="00943239"/>
    <w:rsid w:val="0094379B"/>
    <w:rsid w:val="00943DAC"/>
    <w:rsid w:val="00943E49"/>
    <w:rsid w:val="009448B9"/>
    <w:rsid w:val="00944B3E"/>
    <w:rsid w:val="00944D80"/>
    <w:rsid w:val="00946C12"/>
    <w:rsid w:val="00946D42"/>
    <w:rsid w:val="009471D0"/>
    <w:rsid w:val="0094782F"/>
    <w:rsid w:val="00947E1F"/>
    <w:rsid w:val="00950992"/>
    <w:rsid w:val="00950B9C"/>
    <w:rsid w:val="00950BC3"/>
    <w:rsid w:val="00950DDD"/>
    <w:rsid w:val="009513C7"/>
    <w:rsid w:val="00951B0E"/>
    <w:rsid w:val="00952231"/>
    <w:rsid w:val="0095250D"/>
    <w:rsid w:val="0095281D"/>
    <w:rsid w:val="00952ABB"/>
    <w:rsid w:val="009531D7"/>
    <w:rsid w:val="00953DED"/>
    <w:rsid w:val="00954FF2"/>
    <w:rsid w:val="009551EA"/>
    <w:rsid w:val="0095551E"/>
    <w:rsid w:val="00955682"/>
    <w:rsid w:val="0095582C"/>
    <w:rsid w:val="00955A58"/>
    <w:rsid w:val="00955BBB"/>
    <w:rsid w:val="00957A96"/>
    <w:rsid w:val="00957E01"/>
    <w:rsid w:val="00957F85"/>
    <w:rsid w:val="00960435"/>
    <w:rsid w:val="0096066A"/>
    <w:rsid w:val="00960FF7"/>
    <w:rsid w:val="0096103A"/>
    <w:rsid w:val="009612B6"/>
    <w:rsid w:val="00961676"/>
    <w:rsid w:val="00962A4F"/>
    <w:rsid w:val="00962C50"/>
    <w:rsid w:val="00962CCF"/>
    <w:rsid w:val="00962EFA"/>
    <w:rsid w:val="00963B23"/>
    <w:rsid w:val="0096478A"/>
    <w:rsid w:val="0096510A"/>
    <w:rsid w:val="00965992"/>
    <w:rsid w:val="00966381"/>
    <w:rsid w:val="0096644A"/>
    <w:rsid w:val="00966606"/>
    <w:rsid w:val="00966878"/>
    <w:rsid w:val="00966DCF"/>
    <w:rsid w:val="00966E13"/>
    <w:rsid w:val="00967EBF"/>
    <w:rsid w:val="0097101F"/>
    <w:rsid w:val="00972346"/>
    <w:rsid w:val="00972F1F"/>
    <w:rsid w:val="00973129"/>
    <w:rsid w:val="00973141"/>
    <w:rsid w:val="00973515"/>
    <w:rsid w:val="00973E10"/>
    <w:rsid w:val="00974985"/>
    <w:rsid w:val="00975D1D"/>
    <w:rsid w:val="00975E4C"/>
    <w:rsid w:val="00976215"/>
    <w:rsid w:val="009763AA"/>
    <w:rsid w:val="00976A80"/>
    <w:rsid w:val="009773D3"/>
    <w:rsid w:val="00977F34"/>
    <w:rsid w:val="00980008"/>
    <w:rsid w:val="00980267"/>
    <w:rsid w:val="00980381"/>
    <w:rsid w:val="00980722"/>
    <w:rsid w:val="00980C10"/>
    <w:rsid w:val="00981022"/>
    <w:rsid w:val="009814D4"/>
    <w:rsid w:val="00981591"/>
    <w:rsid w:val="00981B8E"/>
    <w:rsid w:val="00981D2A"/>
    <w:rsid w:val="00981FEA"/>
    <w:rsid w:val="0098251E"/>
    <w:rsid w:val="00984531"/>
    <w:rsid w:val="00984F83"/>
    <w:rsid w:val="00985879"/>
    <w:rsid w:val="009871FE"/>
    <w:rsid w:val="009876B2"/>
    <w:rsid w:val="00990A0D"/>
    <w:rsid w:val="009912EF"/>
    <w:rsid w:val="00991605"/>
    <w:rsid w:val="009916AE"/>
    <w:rsid w:val="00991AC2"/>
    <w:rsid w:val="00991FA2"/>
    <w:rsid w:val="00991FA9"/>
    <w:rsid w:val="00992408"/>
    <w:rsid w:val="0099254D"/>
    <w:rsid w:val="009930BA"/>
    <w:rsid w:val="00993395"/>
    <w:rsid w:val="009940CE"/>
    <w:rsid w:val="0099423B"/>
    <w:rsid w:val="009945A3"/>
    <w:rsid w:val="00994F29"/>
    <w:rsid w:val="00994FA4"/>
    <w:rsid w:val="00996622"/>
    <w:rsid w:val="00996634"/>
    <w:rsid w:val="00996B1C"/>
    <w:rsid w:val="0099771D"/>
    <w:rsid w:val="00997966"/>
    <w:rsid w:val="00997BCF"/>
    <w:rsid w:val="00997D17"/>
    <w:rsid w:val="00997E80"/>
    <w:rsid w:val="009A1928"/>
    <w:rsid w:val="009A223B"/>
    <w:rsid w:val="009A2469"/>
    <w:rsid w:val="009A293F"/>
    <w:rsid w:val="009A2AA6"/>
    <w:rsid w:val="009A2D18"/>
    <w:rsid w:val="009A2E9B"/>
    <w:rsid w:val="009A3EC0"/>
    <w:rsid w:val="009A3FF9"/>
    <w:rsid w:val="009A4273"/>
    <w:rsid w:val="009A4A97"/>
    <w:rsid w:val="009A5250"/>
    <w:rsid w:val="009A5318"/>
    <w:rsid w:val="009A5A4D"/>
    <w:rsid w:val="009A638B"/>
    <w:rsid w:val="009A681D"/>
    <w:rsid w:val="009A6934"/>
    <w:rsid w:val="009A69E5"/>
    <w:rsid w:val="009A6ED9"/>
    <w:rsid w:val="009A6F3B"/>
    <w:rsid w:val="009A7EE8"/>
    <w:rsid w:val="009B0135"/>
    <w:rsid w:val="009B0F12"/>
    <w:rsid w:val="009B1039"/>
    <w:rsid w:val="009B1073"/>
    <w:rsid w:val="009B1FD3"/>
    <w:rsid w:val="009B3041"/>
    <w:rsid w:val="009B321E"/>
    <w:rsid w:val="009B355E"/>
    <w:rsid w:val="009B37C8"/>
    <w:rsid w:val="009B3C6F"/>
    <w:rsid w:val="009B4AF0"/>
    <w:rsid w:val="009B4DF2"/>
    <w:rsid w:val="009B5F9F"/>
    <w:rsid w:val="009B65DB"/>
    <w:rsid w:val="009B714B"/>
    <w:rsid w:val="009B7BB3"/>
    <w:rsid w:val="009C0C58"/>
    <w:rsid w:val="009C0E96"/>
    <w:rsid w:val="009C18A4"/>
    <w:rsid w:val="009C1A1E"/>
    <w:rsid w:val="009C1BBF"/>
    <w:rsid w:val="009C2127"/>
    <w:rsid w:val="009C2FE0"/>
    <w:rsid w:val="009C4005"/>
    <w:rsid w:val="009C5052"/>
    <w:rsid w:val="009C5985"/>
    <w:rsid w:val="009C5D39"/>
    <w:rsid w:val="009C63ED"/>
    <w:rsid w:val="009C7D69"/>
    <w:rsid w:val="009D02B3"/>
    <w:rsid w:val="009D0363"/>
    <w:rsid w:val="009D0C61"/>
    <w:rsid w:val="009D0F4B"/>
    <w:rsid w:val="009D198A"/>
    <w:rsid w:val="009D1DDA"/>
    <w:rsid w:val="009D1EB7"/>
    <w:rsid w:val="009D3775"/>
    <w:rsid w:val="009D43FC"/>
    <w:rsid w:val="009D4B27"/>
    <w:rsid w:val="009D5030"/>
    <w:rsid w:val="009D555E"/>
    <w:rsid w:val="009D56A5"/>
    <w:rsid w:val="009D5A49"/>
    <w:rsid w:val="009D5A8F"/>
    <w:rsid w:val="009D5F83"/>
    <w:rsid w:val="009D6C89"/>
    <w:rsid w:val="009D6D53"/>
    <w:rsid w:val="009D6F38"/>
    <w:rsid w:val="009D7AEB"/>
    <w:rsid w:val="009E00E1"/>
    <w:rsid w:val="009E09D2"/>
    <w:rsid w:val="009E0DD8"/>
    <w:rsid w:val="009E0E77"/>
    <w:rsid w:val="009E0F65"/>
    <w:rsid w:val="009E20AE"/>
    <w:rsid w:val="009E2A03"/>
    <w:rsid w:val="009E349F"/>
    <w:rsid w:val="009E3AB9"/>
    <w:rsid w:val="009E4BDE"/>
    <w:rsid w:val="009E57D7"/>
    <w:rsid w:val="009E62B5"/>
    <w:rsid w:val="009E638A"/>
    <w:rsid w:val="009E672A"/>
    <w:rsid w:val="009E6815"/>
    <w:rsid w:val="009E6DD0"/>
    <w:rsid w:val="009E71B6"/>
    <w:rsid w:val="009E78BB"/>
    <w:rsid w:val="009F0210"/>
    <w:rsid w:val="009F3A39"/>
    <w:rsid w:val="009F3C4D"/>
    <w:rsid w:val="009F3C62"/>
    <w:rsid w:val="009F3FFA"/>
    <w:rsid w:val="009F4804"/>
    <w:rsid w:val="009F4ADA"/>
    <w:rsid w:val="009F4B44"/>
    <w:rsid w:val="009F5856"/>
    <w:rsid w:val="009F6309"/>
    <w:rsid w:val="009F6442"/>
    <w:rsid w:val="00A01274"/>
    <w:rsid w:val="00A01A9D"/>
    <w:rsid w:val="00A01EDD"/>
    <w:rsid w:val="00A01F55"/>
    <w:rsid w:val="00A02288"/>
    <w:rsid w:val="00A03C63"/>
    <w:rsid w:val="00A04B5E"/>
    <w:rsid w:val="00A04DC8"/>
    <w:rsid w:val="00A05853"/>
    <w:rsid w:val="00A069BD"/>
    <w:rsid w:val="00A06B12"/>
    <w:rsid w:val="00A07656"/>
    <w:rsid w:val="00A077AF"/>
    <w:rsid w:val="00A07820"/>
    <w:rsid w:val="00A07CB1"/>
    <w:rsid w:val="00A109CD"/>
    <w:rsid w:val="00A10CD7"/>
    <w:rsid w:val="00A10D0B"/>
    <w:rsid w:val="00A1151B"/>
    <w:rsid w:val="00A12563"/>
    <w:rsid w:val="00A129FB"/>
    <w:rsid w:val="00A12C59"/>
    <w:rsid w:val="00A13973"/>
    <w:rsid w:val="00A13D45"/>
    <w:rsid w:val="00A14A20"/>
    <w:rsid w:val="00A14C2A"/>
    <w:rsid w:val="00A14E24"/>
    <w:rsid w:val="00A158AE"/>
    <w:rsid w:val="00A15944"/>
    <w:rsid w:val="00A15B13"/>
    <w:rsid w:val="00A163AB"/>
    <w:rsid w:val="00A164CD"/>
    <w:rsid w:val="00A166CA"/>
    <w:rsid w:val="00A174FA"/>
    <w:rsid w:val="00A17909"/>
    <w:rsid w:val="00A17F4C"/>
    <w:rsid w:val="00A20371"/>
    <w:rsid w:val="00A20CDB"/>
    <w:rsid w:val="00A20E5B"/>
    <w:rsid w:val="00A21425"/>
    <w:rsid w:val="00A21775"/>
    <w:rsid w:val="00A21F91"/>
    <w:rsid w:val="00A2205F"/>
    <w:rsid w:val="00A236E6"/>
    <w:rsid w:val="00A2422F"/>
    <w:rsid w:val="00A24640"/>
    <w:rsid w:val="00A246FA"/>
    <w:rsid w:val="00A2498B"/>
    <w:rsid w:val="00A24BDA"/>
    <w:rsid w:val="00A24F49"/>
    <w:rsid w:val="00A25633"/>
    <w:rsid w:val="00A25FAB"/>
    <w:rsid w:val="00A26938"/>
    <w:rsid w:val="00A26D4D"/>
    <w:rsid w:val="00A2754A"/>
    <w:rsid w:val="00A27668"/>
    <w:rsid w:val="00A27A74"/>
    <w:rsid w:val="00A302D6"/>
    <w:rsid w:val="00A30F8A"/>
    <w:rsid w:val="00A310EB"/>
    <w:rsid w:val="00A31113"/>
    <w:rsid w:val="00A316DB"/>
    <w:rsid w:val="00A31AA4"/>
    <w:rsid w:val="00A32E6F"/>
    <w:rsid w:val="00A334E0"/>
    <w:rsid w:val="00A3383F"/>
    <w:rsid w:val="00A3393F"/>
    <w:rsid w:val="00A33EDB"/>
    <w:rsid w:val="00A3470F"/>
    <w:rsid w:val="00A34BB0"/>
    <w:rsid w:val="00A34C26"/>
    <w:rsid w:val="00A350DC"/>
    <w:rsid w:val="00A352CF"/>
    <w:rsid w:val="00A356AA"/>
    <w:rsid w:val="00A3746C"/>
    <w:rsid w:val="00A37FE9"/>
    <w:rsid w:val="00A40055"/>
    <w:rsid w:val="00A401BC"/>
    <w:rsid w:val="00A42483"/>
    <w:rsid w:val="00A42981"/>
    <w:rsid w:val="00A42EE5"/>
    <w:rsid w:val="00A43DF3"/>
    <w:rsid w:val="00A43DF5"/>
    <w:rsid w:val="00A440EA"/>
    <w:rsid w:val="00A4482F"/>
    <w:rsid w:val="00A44DC4"/>
    <w:rsid w:val="00A44F08"/>
    <w:rsid w:val="00A46B3F"/>
    <w:rsid w:val="00A46BB6"/>
    <w:rsid w:val="00A46E30"/>
    <w:rsid w:val="00A47216"/>
    <w:rsid w:val="00A47C92"/>
    <w:rsid w:val="00A50E2B"/>
    <w:rsid w:val="00A51714"/>
    <w:rsid w:val="00A51ADE"/>
    <w:rsid w:val="00A526FD"/>
    <w:rsid w:val="00A5287A"/>
    <w:rsid w:val="00A5366B"/>
    <w:rsid w:val="00A5426D"/>
    <w:rsid w:val="00A54BAA"/>
    <w:rsid w:val="00A54D5B"/>
    <w:rsid w:val="00A556B4"/>
    <w:rsid w:val="00A55B67"/>
    <w:rsid w:val="00A566EB"/>
    <w:rsid w:val="00A5735C"/>
    <w:rsid w:val="00A574ED"/>
    <w:rsid w:val="00A577D5"/>
    <w:rsid w:val="00A57E73"/>
    <w:rsid w:val="00A62546"/>
    <w:rsid w:val="00A631F6"/>
    <w:rsid w:val="00A648C1"/>
    <w:rsid w:val="00A6560A"/>
    <w:rsid w:val="00A658AC"/>
    <w:rsid w:val="00A65D5C"/>
    <w:rsid w:val="00A65F25"/>
    <w:rsid w:val="00A66DC7"/>
    <w:rsid w:val="00A6710E"/>
    <w:rsid w:val="00A67290"/>
    <w:rsid w:val="00A67795"/>
    <w:rsid w:val="00A705C1"/>
    <w:rsid w:val="00A70712"/>
    <w:rsid w:val="00A7078A"/>
    <w:rsid w:val="00A71524"/>
    <w:rsid w:val="00A717E2"/>
    <w:rsid w:val="00A7228C"/>
    <w:rsid w:val="00A7245B"/>
    <w:rsid w:val="00A72CB4"/>
    <w:rsid w:val="00A73C0E"/>
    <w:rsid w:val="00A74C1B"/>
    <w:rsid w:val="00A74F87"/>
    <w:rsid w:val="00A75653"/>
    <w:rsid w:val="00A75893"/>
    <w:rsid w:val="00A758F5"/>
    <w:rsid w:val="00A75AA7"/>
    <w:rsid w:val="00A75F95"/>
    <w:rsid w:val="00A76FEB"/>
    <w:rsid w:val="00A77091"/>
    <w:rsid w:val="00A77200"/>
    <w:rsid w:val="00A775D9"/>
    <w:rsid w:val="00A80018"/>
    <w:rsid w:val="00A80A37"/>
    <w:rsid w:val="00A80AB7"/>
    <w:rsid w:val="00A815AD"/>
    <w:rsid w:val="00A81968"/>
    <w:rsid w:val="00A8197E"/>
    <w:rsid w:val="00A82372"/>
    <w:rsid w:val="00A8275A"/>
    <w:rsid w:val="00A8296D"/>
    <w:rsid w:val="00A835DF"/>
    <w:rsid w:val="00A838F2"/>
    <w:rsid w:val="00A83A15"/>
    <w:rsid w:val="00A83D0F"/>
    <w:rsid w:val="00A83EF7"/>
    <w:rsid w:val="00A84008"/>
    <w:rsid w:val="00A841B4"/>
    <w:rsid w:val="00A877D8"/>
    <w:rsid w:val="00A901AF"/>
    <w:rsid w:val="00A903C9"/>
    <w:rsid w:val="00A905FC"/>
    <w:rsid w:val="00A91007"/>
    <w:rsid w:val="00A91839"/>
    <w:rsid w:val="00A91A1D"/>
    <w:rsid w:val="00A92045"/>
    <w:rsid w:val="00A926BB"/>
    <w:rsid w:val="00A92D28"/>
    <w:rsid w:val="00A93034"/>
    <w:rsid w:val="00A93F9B"/>
    <w:rsid w:val="00A94004"/>
    <w:rsid w:val="00A95552"/>
    <w:rsid w:val="00A9562C"/>
    <w:rsid w:val="00A95CF9"/>
    <w:rsid w:val="00A95E1D"/>
    <w:rsid w:val="00A96267"/>
    <w:rsid w:val="00A96A9D"/>
    <w:rsid w:val="00A96E2A"/>
    <w:rsid w:val="00A97093"/>
    <w:rsid w:val="00A9745B"/>
    <w:rsid w:val="00A975DC"/>
    <w:rsid w:val="00A97636"/>
    <w:rsid w:val="00A9783A"/>
    <w:rsid w:val="00A97895"/>
    <w:rsid w:val="00A97B8C"/>
    <w:rsid w:val="00A97FAB"/>
    <w:rsid w:val="00AA0BAA"/>
    <w:rsid w:val="00AA0BF6"/>
    <w:rsid w:val="00AA0D87"/>
    <w:rsid w:val="00AA1555"/>
    <w:rsid w:val="00AA1A19"/>
    <w:rsid w:val="00AA1AE3"/>
    <w:rsid w:val="00AA1B1D"/>
    <w:rsid w:val="00AA203E"/>
    <w:rsid w:val="00AA356E"/>
    <w:rsid w:val="00AA3907"/>
    <w:rsid w:val="00AA3E95"/>
    <w:rsid w:val="00AA405A"/>
    <w:rsid w:val="00AA4A80"/>
    <w:rsid w:val="00AA4EAD"/>
    <w:rsid w:val="00AA4F4B"/>
    <w:rsid w:val="00AA5AD2"/>
    <w:rsid w:val="00AA5D8A"/>
    <w:rsid w:val="00AA62A0"/>
    <w:rsid w:val="00AA6728"/>
    <w:rsid w:val="00AA6891"/>
    <w:rsid w:val="00AA6A6F"/>
    <w:rsid w:val="00AA6FC5"/>
    <w:rsid w:val="00AA76C6"/>
    <w:rsid w:val="00AA7A14"/>
    <w:rsid w:val="00AA7FD0"/>
    <w:rsid w:val="00AB01A8"/>
    <w:rsid w:val="00AB0D89"/>
    <w:rsid w:val="00AB0E70"/>
    <w:rsid w:val="00AB0E82"/>
    <w:rsid w:val="00AB121D"/>
    <w:rsid w:val="00AB1954"/>
    <w:rsid w:val="00AB1E2D"/>
    <w:rsid w:val="00AB23E0"/>
    <w:rsid w:val="00AB2790"/>
    <w:rsid w:val="00AB2A0A"/>
    <w:rsid w:val="00AB32AC"/>
    <w:rsid w:val="00AB3F2A"/>
    <w:rsid w:val="00AB4B35"/>
    <w:rsid w:val="00AB4E08"/>
    <w:rsid w:val="00AB4E57"/>
    <w:rsid w:val="00AB5063"/>
    <w:rsid w:val="00AB57A8"/>
    <w:rsid w:val="00AB57FE"/>
    <w:rsid w:val="00AB5A0C"/>
    <w:rsid w:val="00AB5AFE"/>
    <w:rsid w:val="00AB62DD"/>
    <w:rsid w:val="00AB746B"/>
    <w:rsid w:val="00AB7529"/>
    <w:rsid w:val="00AB796D"/>
    <w:rsid w:val="00AB7D64"/>
    <w:rsid w:val="00AC0065"/>
    <w:rsid w:val="00AC0944"/>
    <w:rsid w:val="00AC1B70"/>
    <w:rsid w:val="00AC1E7C"/>
    <w:rsid w:val="00AC1F02"/>
    <w:rsid w:val="00AC208A"/>
    <w:rsid w:val="00AC304E"/>
    <w:rsid w:val="00AC31C6"/>
    <w:rsid w:val="00AC37AA"/>
    <w:rsid w:val="00AC56ED"/>
    <w:rsid w:val="00AC6E1B"/>
    <w:rsid w:val="00AC798F"/>
    <w:rsid w:val="00AC7C01"/>
    <w:rsid w:val="00AD14C5"/>
    <w:rsid w:val="00AD1D8F"/>
    <w:rsid w:val="00AD1E03"/>
    <w:rsid w:val="00AD22B9"/>
    <w:rsid w:val="00AD2385"/>
    <w:rsid w:val="00AD2ABD"/>
    <w:rsid w:val="00AD3954"/>
    <w:rsid w:val="00AD3B3A"/>
    <w:rsid w:val="00AD3F2C"/>
    <w:rsid w:val="00AD49D8"/>
    <w:rsid w:val="00AD53AA"/>
    <w:rsid w:val="00AD5E5B"/>
    <w:rsid w:val="00AD6887"/>
    <w:rsid w:val="00AD68C3"/>
    <w:rsid w:val="00AD7E22"/>
    <w:rsid w:val="00AD7E92"/>
    <w:rsid w:val="00AE03CA"/>
    <w:rsid w:val="00AE0BA4"/>
    <w:rsid w:val="00AE0C9A"/>
    <w:rsid w:val="00AE104A"/>
    <w:rsid w:val="00AE12FF"/>
    <w:rsid w:val="00AE1CBD"/>
    <w:rsid w:val="00AE200D"/>
    <w:rsid w:val="00AE201A"/>
    <w:rsid w:val="00AE2659"/>
    <w:rsid w:val="00AE2FF3"/>
    <w:rsid w:val="00AE3494"/>
    <w:rsid w:val="00AE38DA"/>
    <w:rsid w:val="00AE3E5F"/>
    <w:rsid w:val="00AE3F59"/>
    <w:rsid w:val="00AE43DF"/>
    <w:rsid w:val="00AE4A5A"/>
    <w:rsid w:val="00AE4EBA"/>
    <w:rsid w:val="00AE548C"/>
    <w:rsid w:val="00AE5ED5"/>
    <w:rsid w:val="00AE5FF9"/>
    <w:rsid w:val="00AE682A"/>
    <w:rsid w:val="00AE73D5"/>
    <w:rsid w:val="00AE7884"/>
    <w:rsid w:val="00AF0570"/>
    <w:rsid w:val="00AF0BFF"/>
    <w:rsid w:val="00AF0CC0"/>
    <w:rsid w:val="00AF128A"/>
    <w:rsid w:val="00AF1580"/>
    <w:rsid w:val="00AF1E30"/>
    <w:rsid w:val="00AF2669"/>
    <w:rsid w:val="00AF29D6"/>
    <w:rsid w:val="00AF382E"/>
    <w:rsid w:val="00AF435E"/>
    <w:rsid w:val="00AF4CB3"/>
    <w:rsid w:val="00AF544B"/>
    <w:rsid w:val="00AF59FB"/>
    <w:rsid w:val="00AF657A"/>
    <w:rsid w:val="00AF66DB"/>
    <w:rsid w:val="00AF7032"/>
    <w:rsid w:val="00AF7322"/>
    <w:rsid w:val="00AF74DC"/>
    <w:rsid w:val="00AF7A8A"/>
    <w:rsid w:val="00B01427"/>
    <w:rsid w:val="00B014AF"/>
    <w:rsid w:val="00B02BCE"/>
    <w:rsid w:val="00B02CA6"/>
    <w:rsid w:val="00B02DE6"/>
    <w:rsid w:val="00B03F55"/>
    <w:rsid w:val="00B03F61"/>
    <w:rsid w:val="00B0418E"/>
    <w:rsid w:val="00B04FB8"/>
    <w:rsid w:val="00B06ECA"/>
    <w:rsid w:val="00B07194"/>
    <w:rsid w:val="00B0738A"/>
    <w:rsid w:val="00B07F93"/>
    <w:rsid w:val="00B10981"/>
    <w:rsid w:val="00B10C32"/>
    <w:rsid w:val="00B10DB0"/>
    <w:rsid w:val="00B10F7E"/>
    <w:rsid w:val="00B1103A"/>
    <w:rsid w:val="00B11149"/>
    <w:rsid w:val="00B13688"/>
    <w:rsid w:val="00B1408B"/>
    <w:rsid w:val="00B14836"/>
    <w:rsid w:val="00B14A92"/>
    <w:rsid w:val="00B15DD5"/>
    <w:rsid w:val="00B16504"/>
    <w:rsid w:val="00B16680"/>
    <w:rsid w:val="00B16898"/>
    <w:rsid w:val="00B17058"/>
    <w:rsid w:val="00B172AF"/>
    <w:rsid w:val="00B21DAF"/>
    <w:rsid w:val="00B22080"/>
    <w:rsid w:val="00B239D3"/>
    <w:rsid w:val="00B24807"/>
    <w:rsid w:val="00B248CC"/>
    <w:rsid w:val="00B24DE6"/>
    <w:rsid w:val="00B251E9"/>
    <w:rsid w:val="00B25FE1"/>
    <w:rsid w:val="00B26229"/>
    <w:rsid w:val="00B266DE"/>
    <w:rsid w:val="00B27073"/>
    <w:rsid w:val="00B27368"/>
    <w:rsid w:val="00B275D3"/>
    <w:rsid w:val="00B277B1"/>
    <w:rsid w:val="00B27F23"/>
    <w:rsid w:val="00B30F5B"/>
    <w:rsid w:val="00B31157"/>
    <w:rsid w:val="00B31572"/>
    <w:rsid w:val="00B31A3B"/>
    <w:rsid w:val="00B31FE2"/>
    <w:rsid w:val="00B32583"/>
    <w:rsid w:val="00B32C04"/>
    <w:rsid w:val="00B32CD3"/>
    <w:rsid w:val="00B3303E"/>
    <w:rsid w:val="00B33D40"/>
    <w:rsid w:val="00B34959"/>
    <w:rsid w:val="00B35427"/>
    <w:rsid w:val="00B35872"/>
    <w:rsid w:val="00B35978"/>
    <w:rsid w:val="00B35A01"/>
    <w:rsid w:val="00B35A02"/>
    <w:rsid w:val="00B35A1D"/>
    <w:rsid w:val="00B361AD"/>
    <w:rsid w:val="00B361F2"/>
    <w:rsid w:val="00B36401"/>
    <w:rsid w:val="00B367A5"/>
    <w:rsid w:val="00B409E0"/>
    <w:rsid w:val="00B40D13"/>
    <w:rsid w:val="00B40F36"/>
    <w:rsid w:val="00B411AF"/>
    <w:rsid w:val="00B41313"/>
    <w:rsid w:val="00B41378"/>
    <w:rsid w:val="00B41387"/>
    <w:rsid w:val="00B42605"/>
    <w:rsid w:val="00B43F8F"/>
    <w:rsid w:val="00B445FE"/>
    <w:rsid w:val="00B4511B"/>
    <w:rsid w:val="00B454BE"/>
    <w:rsid w:val="00B459A3"/>
    <w:rsid w:val="00B45C23"/>
    <w:rsid w:val="00B46053"/>
    <w:rsid w:val="00B46B7E"/>
    <w:rsid w:val="00B46E89"/>
    <w:rsid w:val="00B47517"/>
    <w:rsid w:val="00B475B1"/>
    <w:rsid w:val="00B478F9"/>
    <w:rsid w:val="00B47B37"/>
    <w:rsid w:val="00B47D02"/>
    <w:rsid w:val="00B47FF6"/>
    <w:rsid w:val="00B501CA"/>
    <w:rsid w:val="00B50829"/>
    <w:rsid w:val="00B51024"/>
    <w:rsid w:val="00B520D0"/>
    <w:rsid w:val="00B53511"/>
    <w:rsid w:val="00B543F0"/>
    <w:rsid w:val="00B54C03"/>
    <w:rsid w:val="00B54F6D"/>
    <w:rsid w:val="00B54FCA"/>
    <w:rsid w:val="00B550AB"/>
    <w:rsid w:val="00B5521A"/>
    <w:rsid w:val="00B55A76"/>
    <w:rsid w:val="00B57C5C"/>
    <w:rsid w:val="00B60208"/>
    <w:rsid w:val="00B606CB"/>
    <w:rsid w:val="00B61556"/>
    <w:rsid w:val="00B61BC7"/>
    <w:rsid w:val="00B61BD2"/>
    <w:rsid w:val="00B62A32"/>
    <w:rsid w:val="00B62BE7"/>
    <w:rsid w:val="00B62DBB"/>
    <w:rsid w:val="00B642CB"/>
    <w:rsid w:val="00B6448B"/>
    <w:rsid w:val="00B64EB0"/>
    <w:rsid w:val="00B65A27"/>
    <w:rsid w:val="00B669F1"/>
    <w:rsid w:val="00B67D11"/>
    <w:rsid w:val="00B67D86"/>
    <w:rsid w:val="00B705E2"/>
    <w:rsid w:val="00B708F1"/>
    <w:rsid w:val="00B70C51"/>
    <w:rsid w:val="00B70CD5"/>
    <w:rsid w:val="00B70FD2"/>
    <w:rsid w:val="00B71370"/>
    <w:rsid w:val="00B7163F"/>
    <w:rsid w:val="00B716AB"/>
    <w:rsid w:val="00B719EF"/>
    <w:rsid w:val="00B72B94"/>
    <w:rsid w:val="00B736B2"/>
    <w:rsid w:val="00B73CF9"/>
    <w:rsid w:val="00B73EAD"/>
    <w:rsid w:val="00B74168"/>
    <w:rsid w:val="00B746DB"/>
    <w:rsid w:val="00B74765"/>
    <w:rsid w:val="00B749EE"/>
    <w:rsid w:val="00B75B16"/>
    <w:rsid w:val="00B75F08"/>
    <w:rsid w:val="00B76374"/>
    <w:rsid w:val="00B77109"/>
    <w:rsid w:val="00B77E26"/>
    <w:rsid w:val="00B77EC5"/>
    <w:rsid w:val="00B80959"/>
    <w:rsid w:val="00B80C0C"/>
    <w:rsid w:val="00B81730"/>
    <w:rsid w:val="00B81F0C"/>
    <w:rsid w:val="00B82BBB"/>
    <w:rsid w:val="00B833F5"/>
    <w:rsid w:val="00B835D4"/>
    <w:rsid w:val="00B837B7"/>
    <w:rsid w:val="00B83A0D"/>
    <w:rsid w:val="00B83A7D"/>
    <w:rsid w:val="00B84235"/>
    <w:rsid w:val="00B84287"/>
    <w:rsid w:val="00B8445C"/>
    <w:rsid w:val="00B846A6"/>
    <w:rsid w:val="00B85725"/>
    <w:rsid w:val="00B857DE"/>
    <w:rsid w:val="00B86BDD"/>
    <w:rsid w:val="00B86D4E"/>
    <w:rsid w:val="00B90E30"/>
    <w:rsid w:val="00B916A1"/>
    <w:rsid w:val="00B921B9"/>
    <w:rsid w:val="00B92DC5"/>
    <w:rsid w:val="00B93E45"/>
    <w:rsid w:val="00B94338"/>
    <w:rsid w:val="00B95129"/>
    <w:rsid w:val="00B95951"/>
    <w:rsid w:val="00B95E78"/>
    <w:rsid w:val="00B96358"/>
    <w:rsid w:val="00B963C0"/>
    <w:rsid w:val="00B965D7"/>
    <w:rsid w:val="00B96CAC"/>
    <w:rsid w:val="00B96D3F"/>
    <w:rsid w:val="00B96E9A"/>
    <w:rsid w:val="00B97128"/>
    <w:rsid w:val="00B97BAF"/>
    <w:rsid w:val="00B97D7F"/>
    <w:rsid w:val="00BA0938"/>
    <w:rsid w:val="00BA0953"/>
    <w:rsid w:val="00BA12F4"/>
    <w:rsid w:val="00BA1734"/>
    <w:rsid w:val="00BA1AD1"/>
    <w:rsid w:val="00BA1E53"/>
    <w:rsid w:val="00BA1EBD"/>
    <w:rsid w:val="00BA23EE"/>
    <w:rsid w:val="00BA2756"/>
    <w:rsid w:val="00BA34C8"/>
    <w:rsid w:val="00BA4E60"/>
    <w:rsid w:val="00BA514F"/>
    <w:rsid w:val="00BA5337"/>
    <w:rsid w:val="00BA567A"/>
    <w:rsid w:val="00BA5987"/>
    <w:rsid w:val="00BA5AEF"/>
    <w:rsid w:val="00BA66FD"/>
    <w:rsid w:val="00BA7270"/>
    <w:rsid w:val="00BA731E"/>
    <w:rsid w:val="00BA7422"/>
    <w:rsid w:val="00BA7D17"/>
    <w:rsid w:val="00BA7E55"/>
    <w:rsid w:val="00BB1403"/>
    <w:rsid w:val="00BB1F53"/>
    <w:rsid w:val="00BB20DD"/>
    <w:rsid w:val="00BB268E"/>
    <w:rsid w:val="00BB2711"/>
    <w:rsid w:val="00BB288E"/>
    <w:rsid w:val="00BB2A74"/>
    <w:rsid w:val="00BB2C9E"/>
    <w:rsid w:val="00BB2E5A"/>
    <w:rsid w:val="00BB31CE"/>
    <w:rsid w:val="00BB362A"/>
    <w:rsid w:val="00BB3A4C"/>
    <w:rsid w:val="00BB4B30"/>
    <w:rsid w:val="00BB4D13"/>
    <w:rsid w:val="00BB5BEC"/>
    <w:rsid w:val="00BB6115"/>
    <w:rsid w:val="00BB658C"/>
    <w:rsid w:val="00BB670A"/>
    <w:rsid w:val="00BB6D6C"/>
    <w:rsid w:val="00BB78BE"/>
    <w:rsid w:val="00BC1044"/>
    <w:rsid w:val="00BC13DC"/>
    <w:rsid w:val="00BC174A"/>
    <w:rsid w:val="00BC201C"/>
    <w:rsid w:val="00BC294F"/>
    <w:rsid w:val="00BC29AB"/>
    <w:rsid w:val="00BC2AC0"/>
    <w:rsid w:val="00BC2B81"/>
    <w:rsid w:val="00BC38C0"/>
    <w:rsid w:val="00BC3987"/>
    <w:rsid w:val="00BC3D31"/>
    <w:rsid w:val="00BC3E59"/>
    <w:rsid w:val="00BC41B7"/>
    <w:rsid w:val="00BC51CA"/>
    <w:rsid w:val="00BC5325"/>
    <w:rsid w:val="00BC550E"/>
    <w:rsid w:val="00BC55AD"/>
    <w:rsid w:val="00BC5FBD"/>
    <w:rsid w:val="00BC66AE"/>
    <w:rsid w:val="00BC6A9B"/>
    <w:rsid w:val="00BD078B"/>
    <w:rsid w:val="00BD0A4F"/>
    <w:rsid w:val="00BD10A9"/>
    <w:rsid w:val="00BD1427"/>
    <w:rsid w:val="00BD156C"/>
    <w:rsid w:val="00BD194B"/>
    <w:rsid w:val="00BD1CEF"/>
    <w:rsid w:val="00BD2861"/>
    <w:rsid w:val="00BD2D96"/>
    <w:rsid w:val="00BD3868"/>
    <w:rsid w:val="00BD3F4F"/>
    <w:rsid w:val="00BD4C60"/>
    <w:rsid w:val="00BD4DD0"/>
    <w:rsid w:val="00BD54C3"/>
    <w:rsid w:val="00BD5636"/>
    <w:rsid w:val="00BD609A"/>
    <w:rsid w:val="00BD60EB"/>
    <w:rsid w:val="00BD6A9B"/>
    <w:rsid w:val="00BD6FD1"/>
    <w:rsid w:val="00BD728C"/>
    <w:rsid w:val="00BD750B"/>
    <w:rsid w:val="00BD7A16"/>
    <w:rsid w:val="00BD7E25"/>
    <w:rsid w:val="00BE1E20"/>
    <w:rsid w:val="00BE21DD"/>
    <w:rsid w:val="00BE2F44"/>
    <w:rsid w:val="00BE3062"/>
    <w:rsid w:val="00BE3085"/>
    <w:rsid w:val="00BE36B0"/>
    <w:rsid w:val="00BE36C4"/>
    <w:rsid w:val="00BE431A"/>
    <w:rsid w:val="00BE43EB"/>
    <w:rsid w:val="00BE5EAF"/>
    <w:rsid w:val="00BE62B2"/>
    <w:rsid w:val="00BE6CEF"/>
    <w:rsid w:val="00BE7018"/>
    <w:rsid w:val="00BE70F1"/>
    <w:rsid w:val="00BE7AAA"/>
    <w:rsid w:val="00BE7E49"/>
    <w:rsid w:val="00BE7EE2"/>
    <w:rsid w:val="00BF027D"/>
    <w:rsid w:val="00BF1E97"/>
    <w:rsid w:val="00BF2254"/>
    <w:rsid w:val="00BF25E4"/>
    <w:rsid w:val="00BF27B6"/>
    <w:rsid w:val="00BF2A50"/>
    <w:rsid w:val="00BF3546"/>
    <w:rsid w:val="00BF3C66"/>
    <w:rsid w:val="00BF535C"/>
    <w:rsid w:val="00BF5D8F"/>
    <w:rsid w:val="00BF5EEF"/>
    <w:rsid w:val="00BF667A"/>
    <w:rsid w:val="00BF6A89"/>
    <w:rsid w:val="00BF7322"/>
    <w:rsid w:val="00BF74F2"/>
    <w:rsid w:val="00BF7999"/>
    <w:rsid w:val="00C00B71"/>
    <w:rsid w:val="00C00EC4"/>
    <w:rsid w:val="00C00F60"/>
    <w:rsid w:val="00C013FB"/>
    <w:rsid w:val="00C017EA"/>
    <w:rsid w:val="00C01E0D"/>
    <w:rsid w:val="00C02386"/>
    <w:rsid w:val="00C031D9"/>
    <w:rsid w:val="00C035E7"/>
    <w:rsid w:val="00C039D8"/>
    <w:rsid w:val="00C03F13"/>
    <w:rsid w:val="00C03F45"/>
    <w:rsid w:val="00C04D6B"/>
    <w:rsid w:val="00C06797"/>
    <w:rsid w:val="00C070B2"/>
    <w:rsid w:val="00C072EF"/>
    <w:rsid w:val="00C07333"/>
    <w:rsid w:val="00C073C2"/>
    <w:rsid w:val="00C07425"/>
    <w:rsid w:val="00C07508"/>
    <w:rsid w:val="00C07766"/>
    <w:rsid w:val="00C07A11"/>
    <w:rsid w:val="00C07FB7"/>
    <w:rsid w:val="00C10182"/>
    <w:rsid w:val="00C102CC"/>
    <w:rsid w:val="00C118E9"/>
    <w:rsid w:val="00C119A7"/>
    <w:rsid w:val="00C12271"/>
    <w:rsid w:val="00C127F8"/>
    <w:rsid w:val="00C13BAC"/>
    <w:rsid w:val="00C14EDA"/>
    <w:rsid w:val="00C16F53"/>
    <w:rsid w:val="00C17C62"/>
    <w:rsid w:val="00C201B8"/>
    <w:rsid w:val="00C20289"/>
    <w:rsid w:val="00C22430"/>
    <w:rsid w:val="00C22489"/>
    <w:rsid w:val="00C22E2E"/>
    <w:rsid w:val="00C22EFB"/>
    <w:rsid w:val="00C2466F"/>
    <w:rsid w:val="00C259F0"/>
    <w:rsid w:val="00C25B9C"/>
    <w:rsid w:val="00C263FA"/>
    <w:rsid w:val="00C2663D"/>
    <w:rsid w:val="00C27031"/>
    <w:rsid w:val="00C277EF"/>
    <w:rsid w:val="00C3036C"/>
    <w:rsid w:val="00C3080C"/>
    <w:rsid w:val="00C3118A"/>
    <w:rsid w:val="00C311F0"/>
    <w:rsid w:val="00C31871"/>
    <w:rsid w:val="00C31E08"/>
    <w:rsid w:val="00C3230B"/>
    <w:rsid w:val="00C32528"/>
    <w:rsid w:val="00C32870"/>
    <w:rsid w:val="00C32B46"/>
    <w:rsid w:val="00C3359B"/>
    <w:rsid w:val="00C3397F"/>
    <w:rsid w:val="00C33B51"/>
    <w:rsid w:val="00C3466F"/>
    <w:rsid w:val="00C34C69"/>
    <w:rsid w:val="00C34CA6"/>
    <w:rsid w:val="00C3539A"/>
    <w:rsid w:val="00C355CF"/>
    <w:rsid w:val="00C35B8B"/>
    <w:rsid w:val="00C36AE6"/>
    <w:rsid w:val="00C36E13"/>
    <w:rsid w:val="00C36ECD"/>
    <w:rsid w:val="00C37570"/>
    <w:rsid w:val="00C400EA"/>
    <w:rsid w:val="00C402BA"/>
    <w:rsid w:val="00C41807"/>
    <w:rsid w:val="00C419AB"/>
    <w:rsid w:val="00C41B63"/>
    <w:rsid w:val="00C41F4E"/>
    <w:rsid w:val="00C42243"/>
    <w:rsid w:val="00C42313"/>
    <w:rsid w:val="00C423BA"/>
    <w:rsid w:val="00C43341"/>
    <w:rsid w:val="00C4400A"/>
    <w:rsid w:val="00C441CC"/>
    <w:rsid w:val="00C4528C"/>
    <w:rsid w:val="00C4656C"/>
    <w:rsid w:val="00C477A4"/>
    <w:rsid w:val="00C47B12"/>
    <w:rsid w:val="00C500D3"/>
    <w:rsid w:val="00C50403"/>
    <w:rsid w:val="00C5067B"/>
    <w:rsid w:val="00C50A00"/>
    <w:rsid w:val="00C50F65"/>
    <w:rsid w:val="00C51434"/>
    <w:rsid w:val="00C515B9"/>
    <w:rsid w:val="00C51954"/>
    <w:rsid w:val="00C51B14"/>
    <w:rsid w:val="00C52A96"/>
    <w:rsid w:val="00C53C31"/>
    <w:rsid w:val="00C54516"/>
    <w:rsid w:val="00C5487C"/>
    <w:rsid w:val="00C557BD"/>
    <w:rsid w:val="00C56302"/>
    <w:rsid w:val="00C567F7"/>
    <w:rsid w:val="00C56EA2"/>
    <w:rsid w:val="00C57624"/>
    <w:rsid w:val="00C57EE7"/>
    <w:rsid w:val="00C60112"/>
    <w:rsid w:val="00C602BD"/>
    <w:rsid w:val="00C603BA"/>
    <w:rsid w:val="00C603E1"/>
    <w:rsid w:val="00C60D1F"/>
    <w:rsid w:val="00C61269"/>
    <w:rsid w:val="00C61946"/>
    <w:rsid w:val="00C61A06"/>
    <w:rsid w:val="00C62F60"/>
    <w:rsid w:val="00C63BA9"/>
    <w:rsid w:val="00C644B8"/>
    <w:rsid w:val="00C646B3"/>
    <w:rsid w:val="00C64F5B"/>
    <w:rsid w:val="00C6531E"/>
    <w:rsid w:val="00C6553A"/>
    <w:rsid w:val="00C65CE8"/>
    <w:rsid w:val="00C66085"/>
    <w:rsid w:val="00C66A36"/>
    <w:rsid w:val="00C66DA9"/>
    <w:rsid w:val="00C67244"/>
    <w:rsid w:val="00C673F6"/>
    <w:rsid w:val="00C6762F"/>
    <w:rsid w:val="00C67DFA"/>
    <w:rsid w:val="00C707DF"/>
    <w:rsid w:val="00C70CE4"/>
    <w:rsid w:val="00C71407"/>
    <w:rsid w:val="00C717B6"/>
    <w:rsid w:val="00C723AA"/>
    <w:rsid w:val="00C72CB5"/>
    <w:rsid w:val="00C72D25"/>
    <w:rsid w:val="00C72D70"/>
    <w:rsid w:val="00C730E7"/>
    <w:rsid w:val="00C731B3"/>
    <w:rsid w:val="00C733DB"/>
    <w:rsid w:val="00C736EF"/>
    <w:rsid w:val="00C737F1"/>
    <w:rsid w:val="00C73C20"/>
    <w:rsid w:val="00C741F7"/>
    <w:rsid w:val="00C747D0"/>
    <w:rsid w:val="00C76178"/>
    <w:rsid w:val="00C76808"/>
    <w:rsid w:val="00C7699E"/>
    <w:rsid w:val="00C76E19"/>
    <w:rsid w:val="00C77B58"/>
    <w:rsid w:val="00C77C7C"/>
    <w:rsid w:val="00C77D8E"/>
    <w:rsid w:val="00C77E98"/>
    <w:rsid w:val="00C803C2"/>
    <w:rsid w:val="00C82A01"/>
    <w:rsid w:val="00C830A2"/>
    <w:rsid w:val="00C8342B"/>
    <w:rsid w:val="00C83AE3"/>
    <w:rsid w:val="00C84DED"/>
    <w:rsid w:val="00C855C7"/>
    <w:rsid w:val="00C856FC"/>
    <w:rsid w:val="00C857F9"/>
    <w:rsid w:val="00C85DFA"/>
    <w:rsid w:val="00C86128"/>
    <w:rsid w:val="00C8713A"/>
    <w:rsid w:val="00C904BA"/>
    <w:rsid w:val="00C90AD7"/>
    <w:rsid w:val="00C90CD2"/>
    <w:rsid w:val="00C91578"/>
    <w:rsid w:val="00C91D66"/>
    <w:rsid w:val="00C92BB4"/>
    <w:rsid w:val="00C93827"/>
    <w:rsid w:val="00C93D95"/>
    <w:rsid w:val="00C94867"/>
    <w:rsid w:val="00C94B1D"/>
    <w:rsid w:val="00C94C86"/>
    <w:rsid w:val="00C952B3"/>
    <w:rsid w:val="00C953AB"/>
    <w:rsid w:val="00C95565"/>
    <w:rsid w:val="00C95659"/>
    <w:rsid w:val="00C9605F"/>
    <w:rsid w:val="00C962D9"/>
    <w:rsid w:val="00C963FD"/>
    <w:rsid w:val="00C96842"/>
    <w:rsid w:val="00C968D5"/>
    <w:rsid w:val="00C96C9D"/>
    <w:rsid w:val="00C96D72"/>
    <w:rsid w:val="00C97147"/>
    <w:rsid w:val="00C97982"/>
    <w:rsid w:val="00C97E75"/>
    <w:rsid w:val="00CA0990"/>
    <w:rsid w:val="00CA0FCF"/>
    <w:rsid w:val="00CA1513"/>
    <w:rsid w:val="00CA19EB"/>
    <w:rsid w:val="00CA3449"/>
    <w:rsid w:val="00CA3520"/>
    <w:rsid w:val="00CA361F"/>
    <w:rsid w:val="00CA37FC"/>
    <w:rsid w:val="00CA3E52"/>
    <w:rsid w:val="00CA42B3"/>
    <w:rsid w:val="00CA4761"/>
    <w:rsid w:val="00CA477E"/>
    <w:rsid w:val="00CA4892"/>
    <w:rsid w:val="00CA4F2C"/>
    <w:rsid w:val="00CA4FAC"/>
    <w:rsid w:val="00CA50F6"/>
    <w:rsid w:val="00CA5415"/>
    <w:rsid w:val="00CA573D"/>
    <w:rsid w:val="00CA6432"/>
    <w:rsid w:val="00CA6D3C"/>
    <w:rsid w:val="00CA7FAE"/>
    <w:rsid w:val="00CA7FD1"/>
    <w:rsid w:val="00CB09D7"/>
    <w:rsid w:val="00CB0B55"/>
    <w:rsid w:val="00CB1443"/>
    <w:rsid w:val="00CB1481"/>
    <w:rsid w:val="00CB1CB8"/>
    <w:rsid w:val="00CB3ECF"/>
    <w:rsid w:val="00CB47C4"/>
    <w:rsid w:val="00CB4F6F"/>
    <w:rsid w:val="00CB514B"/>
    <w:rsid w:val="00CB5796"/>
    <w:rsid w:val="00CB589A"/>
    <w:rsid w:val="00CB73E9"/>
    <w:rsid w:val="00CB74F9"/>
    <w:rsid w:val="00CB77EA"/>
    <w:rsid w:val="00CB7C37"/>
    <w:rsid w:val="00CC009B"/>
    <w:rsid w:val="00CC017B"/>
    <w:rsid w:val="00CC07F1"/>
    <w:rsid w:val="00CC0C7D"/>
    <w:rsid w:val="00CC113D"/>
    <w:rsid w:val="00CC1314"/>
    <w:rsid w:val="00CC274E"/>
    <w:rsid w:val="00CC3107"/>
    <w:rsid w:val="00CC3B4D"/>
    <w:rsid w:val="00CC4062"/>
    <w:rsid w:val="00CC5CD9"/>
    <w:rsid w:val="00CC639E"/>
    <w:rsid w:val="00CC65B6"/>
    <w:rsid w:val="00CC6A34"/>
    <w:rsid w:val="00CC6CAB"/>
    <w:rsid w:val="00CC7080"/>
    <w:rsid w:val="00CC741B"/>
    <w:rsid w:val="00CC79F8"/>
    <w:rsid w:val="00CC7C06"/>
    <w:rsid w:val="00CC7CA3"/>
    <w:rsid w:val="00CD0638"/>
    <w:rsid w:val="00CD0916"/>
    <w:rsid w:val="00CD191E"/>
    <w:rsid w:val="00CD2E3A"/>
    <w:rsid w:val="00CD36FE"/>
    <w:rsid w:val="00CD43B4"/>
    <w:rsid w:val="00CD470B"/>
    <w:rsid w:val="00CD4AEC"/>
    <w:rsid w:val="00CD548C"/>
    <w:rsid w:val="00CD5E57"/>
    <w:rsid w:val="00CD607E"/>
    <w:rsid w:val="00CD6551"/>
    <w:rsid w:val="00CD6C8E"/>
    <w:rsid w:val="00CD7253"/>
    <w:rsid w:val="00CE07FB"/>
    <w:rsid w:val="00CE09FF"/>
    <w:rsid w:val="00CE1297"/>
    <w:rsid w:val="00CE1677"/>
    <w:rsid w:val="00CE1815"/>
    <w:rsid w:val="00CE199E"/>
    <w:rsid w:val="00CE1B0E"/>
    <w:rsid w:val="00CE1CD2"/>
    <w:rsid w:val="00CE1EA6"/>
    <w:rsid w:val="00CE227E"/>
    <w:rsid w:val="00CE22BB"/>
    <w:rsid w:val="00CE23E8"/>
    <w:rsid w:val="00CE263C"/>
    <w:rsid w:val="00CE297B"/>
    <w:rsid w:val="00CE3A8E"/>
    <w:rsid w:val="00CE50C8"/>
    <w:rsid w:val="00CE5815"/>
    <w:rsid w:val="00CE59D8"/>
    <w:rsid w:val="00CE66C1"/>
    <w:rsid w:val="00CE6B7C"/>
    <w:rsid w:val="00CE6D4E"/>
    <w:rsid w:val="00CE6E39"/>
    <w:rsid w:val="00CE6FC1"/>
    <w:rsid w:val="00CE73EC"/>
    <w:rsid w:val="00CE74F9"/>
    <w:rsid w:val="00CE7714"/>
    <w:rsid w:val="00CE7940"/>
    <w:rsid w:val="00CF033B"/>
    <w:rsid w:val="00CF0D89"/>
    <w:rsid w:val="00CF10F0"/>
    <w:rsid w:val="00CF1685"/>
    <w:rsid w:val="00CF173B"/>
    <w:rsid w:val="00CF22E0"/>
    <w:rsid w:val="00CF24A4"/>
    <w:rsid w:val="00CF2945"/>
    <w:rsid w:val="00CF3828"/>
    <w:rsid w:val="00CF4726"/>
    <w:rsid w:val="00CF4DF5"/>
    <w:rsid w:val="00CF6C49"/>
    <w:rsid w:val="00CF72C4"/>
    <w:rsid w:val="00CF7347"/>
    <w:rsid w:val="00CF7F43"/>
    <w:rsid w:val="00D0154D"/>
    <w:rsid w:val="00D018CE"/>
    <w:rsid w:val="00D01A19"/>
    <w:rsid w:val="00D02143"/>
    <w:rsid w:val="00D025B9"/>
    <w:rsid w:val="00D03BD3"/>
    <w:rsid w:val="00D03FF3"/>
    <w:rsid w:val="00D049DF"/>
    <w:rsid w:val="00D05492"/>
    <w:rsid w:val="00D05C9A"/>
    <w:rsid w:val="00D061E6"/>
    <w:rsid w:val="00D065DD"/>
    <w:rsid w:val="00D06693"/>
    <w:rsid w:val="00D06F4A"/>
    <w:rsid w:val="00D116BC"/>
    <w:rsid w:val="00D11808"/>
    <w:rsid w:val="00D125FB"/>
    <w:rsid w:val="00D126D0"/>
    <w:rsid w:val="00D13477"/>
    <w:rsid w:val="00D14035"/>
    <w:rsid w:val="00D151EB"/>
    <w:rsid w:val="00D15EB7"/>
    <w:rsid w:val="00D16AED"/>
    <w:rsid w:val="00D16AFC"/>
    <w:rsid w:val="00D16D98"/>
    <w:rsid w:val="00D170CD"/>
    <w:rsid w:val="00D201D1"/>
    <w:rsid w:val="00D20742"/>
    <w:rsid w:val="00D2126D"/>
    <w:rsid w:val="00D214FB"/>
    <w:rsid w:val="00D21794"/>
    <w:rsid w:val="00D21A2E"/>
    <w:rsid w:val="00D22F0F"/>
    <w:rsid w:val="00D231F6"/>
    <w:rsid w:val="00D233E1"/>
    <w:rsid w:val="00D236E2"/>
    <w:rsid w:val="00D241DF"/>
    <w:rsid w:val="00D2429E"/>
    <w:rsid w:val="00D24530"/>
    <w:rsid w:val="00D24550"/>
    <w:rsid w:val="00D26C38"/>
    <w:rsid w:val="00D26DE0"/>
    <w:rsid w:val="00D303A2"/>
    <w:rsid w:val="00D305C0"/>
    <w:rsid w:val="00D30B35"/>
    <w:rsid w:val="00D30D4B"/>
    <w:rsid w:val="00D310E1"/>
    <w:rsid w:val="00D311EE"/>
    <w:rsid w:val="00D3134E"/>
    <w:rsid w:val="00D31EDD"/>
    <w:rsid w:val="00D3231C"/>
    <w:rsid w:val="00D32B41"/>
    <w:rsid w:val="00D32DE7"/>
    <w:rsid w:val="00D3308E"/>
    <w:rsid w:val="00D34A78"/>
    <w:rsid w:val="00D34AD2"/>
    <w:rsid w:val="00D351AA"/>
    <w:rsid w:val="00D35694"/>
    <w:rsid w:val="00D36085"/>
    <w:rsid w:val="00D367D2"/>
    <w:rsid w:val="00D3696F"/>
    <w:rsid w:val="00D3722D"/>
    <w:rsid w:val="00D37F63"/>
    <w:rsid w:val="00D4025E"/>
    <w:rsid w:val="00D407CE"/>
    <w:rsid w:val="00D41978"/>
    <w:rsid w:val="00D41E50"/>
    <w:rsid w:val="00D423AB"/>
    <w:rsid w:val="00D423C2"/>
    <w:rsid w:val="00D42533"/>
    <w:rsid w:val="00D42B8D"/>
    <w:rsid w:val="00D43031"/>
    <w:rsid w:val="00D431A6"/>
    <w:rsid w:val="00D455DF"/>
    <w:rsid w:val="00D45A0A"/>
    <w:rsid w:val="00D46574"/>
    <w:rsid w:val="00D4707D"/>
    <w:rsid w:val="00D4717A"/>
    <w:rsid w:val="00D47379"/>
    <w:rsid w:val="00D50FF8"/>
    <w:rsid w:val="00D51670"/>
    <w:rsid w:val="00D51D1B"/>
    <w:rsid w:val="00D51EF2"/>
    <w:rsid w:val="00D51FF1"/>
    <w:rsid w:val="00D52710"/>
    <w:rsid w:val="00D52D56"/>
    <w:rsid w:val="00D52E60"/>
    <w:rsid w:val="00D534E8"/>
    <w:rsid w:val="00D534F4"/>
    <w:rsid w:val="00D54B1C"/>
    <w:rsid w:val="00D54C29"/>
    <w:rsid w:val="00D56510"/>
    <w:rsid w:val="00D571F4"/>
    <w:rsid w:val="00D57920"/>
    <w:rsid w:val="00D6007F"/>
    <w:rsid w:val="00D6084E"/>
    <w:rsid w:val="00D61016"/>
    <w:rsid w:val="00D612CE"/>
    <w:rsid w:val="00D62058"/>
    <w:rsid w:val="00D622A3"/>
    <w:rsid w:val="00D62BAE"/>
    <w:rsid w:val="00D630AD"/>
    <w:rsid w:val="00D63A86"/>
    <w:rsid w:val="00D64DF1"/>
    <w:rsid w:val="00D653CE"/>
    <w:rsid w:val="00D655D7"/>
    <w:rsid w:val="00D65891"/>
    <w:rsid w:val="00D65AE4"/>
    <w:rsid w:val="00D664A0"/>
    <w:rsid w:val="00D6727E"/>
    <w:rsid w:val="00D674E2"/>
    <w:rsid w:val="00D704BD"/>
    <w:rsid w:val="00D70D0C"/>
    <w:rsid w:val="00D70F98"/>
    <w:rsid w:val="00D71010"/>
    <w:rsid w:val="00D71147"/>
    <w:rsid w:val="00D719B0"/>
    <w:rsid w:val="00D71F65"/>
    <w:rsid w:val="00D72531"/>
    <w:rsid w:val="00D72E9D"/>
    <w:rsid w:val="00D730E7"/>
    <w:rsid w:val="00D73115"/>
    <w:rsid w:val="00D73202"/>
    <w:rsid w:val="00D73752"/>
    <w:rsid w:val="00D74692"/>
    <w:rsid w:val="00D74B57"/>
    <w:rsid w:val="00D74D86"/>
    <w:rsid w:val="00D75607"/>
    <w:rsid w:val="00D757EF"/>
    <w:rsid w:val="00D76BE5"/>
    <w:rsid w:val="00D779CA"/>
    <w:rsid w:val="00D80156"/>
    <w:rsid w:val="00D802AF"/>
    <w:rsid w:val="00D80AE9"/>
    <w:rsid w:val="00D80C12"/>
    <w:rsid w:val="00D80CCE"/>
    <w:rsid w:val="00D80D30"/>
    <w:rsid w:val="00D82557"/>
    <w:rsid w:val="00D82B55"/>
    <w:rsid w:val="00D82FAF"/>
    <w:rsid w:val="00D8362D"/>
    <w:rsid w:val="00D83A95"/>
    <w:rsid w:val="00D840B1"/>
    <w:rsid w:val="00D841AD"/>
    <w:rsid w:val="00D849CC"/>
    <w:rsid w:val="00D84C61"/>
    <w:rsid w:val="00D857CE"/>
    <w:rsid w:val="00D8583B"/>
    <w:rsid w:val="00D85E75"/>
    <w:rsid w:val="00D863F2"/>
    <w:rsid w:val="00D86570"/>
    <w:rsid w:val="00D867D8"/>
    <w:rsid w:val="00D86B46"/>
    <w:rsid w:val="00D86ECB"/>
    <w:rsid w:val="00D879EA"/>
    <w:rsid w:val="00D90207"/>
    <w:rsid w:val="00D905E0"/>
    <w:rsid w:val="00D91348"/>
    <w:rsid w:val="00D914F1"/>
    <w:rsid w:val="00D93114"/>
    <w:rsid w:val="00D94057"/>
    <w:rsid w:val="00D94544"/>
    <w:rsid w:val="00D955C5"/>
    <w:rsid w:val="00D958F1"/>
    <w:rsid w:val="00D95D9D"/>
    <w:rsid w:val="00D95DDB"/>
    <w:rsid w:val="00D97656"/>
    <w:rsid w:val="00D978B7"/>
    <w:rsid w:val="00DA06F0"/>
    <w:rsid w:val="00DA3C40"/>
    <w:rsid w:val="00DA500C"/>
    <w:rsid w:val="00DA5945"/>
    <w:rsid w:val="00DA5B32"/>
    <w:rsid w:val="00DA631E"/>
    <w:rsid w:val="00DA69B1"/>
    <w:rsid w:val="00DA6C95"/>
    <w:rsid w:val="00DA6EE3"/>
    <w:rsid w:val="00DB0B01"/>
    <w:rsid w:val="00DB0B66"/>
    <w:rsid w:val="00DB0C46"/>
    <w:rsid w:val="00DB0E1C"/>
    <w:rsid w:val="00DB1CF4"/>
    <w:rsid w:val="00DB1D1B"/>
    <w:rsid w:val="00DB3075"/>
    <w:rsid w:val="00DB33E6"/>
    <w:rsid w:val="00DB3A4D"/>
    <w:rsid w:val="00DB4740"/>
    <w:rsid w:val="00DB5CFB"/>
    <w:rsid w:val="00DB7319"/>
    <w:rsid w:val="00DB784A"/>
    <w:rsid w:val="00DB7963"/>
    <w:rsid w:val="00DC0178"/>
    <w:rsid w:val="00DC0EFF"/>
    <w:rsid w:val="00DC140D"/>
    <w:rsid w:val="00DC2309"/>
    <w:rsid w:val="00DC2BD3"/>
    <w:rsid w:val="00DC3A1E"/>
    <w:rsid w:val="00DC3ACC"/>
    <w:rsid w:val="00DC4864"/>
    <w:rsid w:val="00DC5A11"/>
    <w:rsid w:val="00DC5E0F"/>
    <w:rsid w:val="00DC6FDF"/>
    <w:rsid w:val="00DD035D"/>
    <w:rsid w:val="00DD2666"/>
    <w:rsid w:val="00DD27E7"/>
    <w:rsid w:val="00DD2EDE"/>
    <w:rsid w:val="00DD3364"/>
    <w:rsid w:val="00DD4467"/>
    <w:rsid w:val="00DD4661"/>
    <w:rsid w:val="00DD5178"/>
    <w:rsid w:val="00DD5D5D"/>
    <w:rsid w:val="00DD6706"/>
    <w:rsid w:val="00DD73D0"/>
    <w:rsid w:val="00DD7596"/>
    <w:rsid w:val="00DD780B"/>
    <w:rsid w:val="00DD7C71"/>
    <w:rsid w:val="00DE0590"/>
    <w:rsid w:val="00DE0C05"/>
    <w:rsid w:val="00DE0EE2"/>
    <w:rsid w:val="00DE1107"/>
    <w:rsid w:val="00DE16FD"/>
    <w:rsid w:val="00DE1D87"/>
    <w:rsid w:val="00DE20BB"/>
    <w:rsid w:val="00DE277C"/>
    <w:rsid w:val="00DE287B"/>
    <w:rsid w:val="00DE3C3B"/>
    <w:rsid w:val="00DE4360"/>
    <w:rsid w:val="00DE4B0D"/>
    <w:rsid w:val="00DE4D71"/>
    <w:rsid w:val="00DE5BD7"/>
    <w:rsid w:val="00DE659D"/>
    <w:rsid w:val="00DE6C45"/>
    <w:rsid w:val="00DE6F88"/>
    <w:rsid w:val="00DE75E9"/>
    <w:rsid w:val="00DF011D"/>
    <w:rsid w:val="00DF07A4"/>
    <w:rsid w:val="00DF135D"/>
    <w:rsid w:val="00DF1ABF"/>
    <w:rsid w:val="00DF1D19"/>
    <w:rsid w:val="00DF1D3E"/>
    <w:rsid w:val="00DF1EAA"/>
    <w:rsid w:val="00DF2588"/>
    <w:rsid w:val="00DF27F0"/>
    <w:rsid w:val="00DF363F"/>
    <w:rsid w:val="00DF3910"/>
    <w:rsid w:val="00DF3AFB"/>
    <w:rsid w:val="00DF409D"/>
    <w:rsid w:val="00DF476F"/>
    <w:rsid w:val="00DF4DBC"/>
    <w:rsid w:val="00DF4F0D"/>
    <w:rsid w:val="00DF50D7"/>
    <w:rsid w:val="00DF5340"/>
    <w:rsid w:val="00DF53DB"/>
    <w:rsid w:val="00DF6198"/>
    <w:rsid w:val="00DF62D0"/>
    <w:rsid w:val="00DF66B7"/>
    <w:rsid w:val="00DF6EC2"/>
    <w:rsid w:val="00DF6FCD"/>
    <w:rsid w:val="00DF7B7D"/>
    <w:rsid w:val="00DF7C7D"/>
    <w:rsid w:val="00E00268"/>
    <w:rsid w:val="00E00708"/>
    <w:rsid w:val="00E01C47"/>
    <w:rsid w:val="00E01F8A"/>
    <w:rsid w:val="00E02C00"/>
    <w:rsid w:val="00E03BFE"/>
    <w:rsid w:val="00E03E58"/>
    <w:rsid w:val="00E047BC"/>
    <w:rsid w:val="00E0485E"/>
    <w:rsid w:val="00E0503F"/>
    <w:rsid w:val="00E05779"/>
    <w:rsid w:val="00E05BA6"/>
    <w:rsid w:val="00E0654B"/>
    <w:rsid w:val="00E067D2"/>
    <w:rsid w:val="00E06C4A"/>
    <w:rsid w:val="00E0758C"/>
    <w:rsid w:val="00E075BC"/>
    <w:rsid w:val="00E078D6"/>
    <w:rsid w:val="00E07924"/>
    <w:rsid w:val="00E07CBE"/>
    <w:rsid w:val="00E10B80"/>
    <w:rsid w:val="00E11C6B"/>
    <w:rsid w:val="00E1258D"/>
    <w:rsid w:val="00E1334A"/>
    <w:rsid w:val="00E1345A"/>
    <w:rsid w:val="00E14963"/>
    <w:rsid w:val="00E14FCB"/>
    <w:rsid w:val="00E1554E"/>
    <w:rsid w:val="00E156C5"/>
    <w:rsid w:val="00E157AB"/>
    <w:rsid w:val="00E16FED"/>
    <w:rsid w:val="00E17AB4"/>
    <w:rsid w:val="00E17FB8"/>
    <w:rsid w:val="00E20100"/>
    <w:rsid w:val="00E2183A"/>
    <w:rsid w:val="00E21A18"/>
    <w:rsid w:val="00E21FE5"/>
    <w:rsid w:val="00E22370"/>
    <w:rsid w:val="00E22D25"/>
    <w:rsid w:val="00E23617"/>
    <w:rsid w:val="00E2389C"/>
    <w:rsid w:val="00E23BE1"/>
    <w:rsid w:val="00E23EFB"/>
    <w:rsid w:val="00E258BC"/>
    <w:rsid w:val="00E26500"/>
    <w:rsid w:val="00E26C1E"/>
    <w:rsid w:val="00E2714F"/>
    <w:rsid w:val="00E275B7"/>
    <w:rsid w:val="00E279FF"/>
    <w:rsid w:val="00E27E7D"/>
    <w:rsid w:val="00E30217"/>
    <w:rsid w:val="00E303A2"/>
    <w:rsid w:val="00E304AC"/>
    <w:rsid w:val="00E309AA"/>
    <w:rsid w:val="00E3104D"/>
    <w:rsid w:val="00E31A39"/>
    <w:rsid w:val="00E31B5E"/>
    <w:rsid w:val="00E32109"/>
    <w:rsid w:val="00E32C48"/>
    <w:rsid w:val="00E33233"/>
    <w:rsid w:val="00E334B3"/>
    <w:rsid w:val="00E3350E"/>
    <w:rsid w:val="00E3353D"/>
    <w:rsid w:val="00E33C40"/>
    <w:rsid w:val="00E346F3"/>
    <w:rsid w:val="00E34EA7"/>
    <w:rsid w:val="00E35728"/>
    <w:rsid w:val="00E35CEE"/>
    <w:rsid w:val="00E36487"/>
    <w:rsid w:val="00E37C4C"/>
    <w:rsid w:val="00E400C1"/>
    <w:rsid w:val="00E400FB"/>
    <w:rsid w:val="00E40D7B"/>
    <w:rsid w:val="00E40DA3"/>
    <w:rsid w:val="00E41C4D"/>
    <w:rsid w:val="00E42D43"/>
    <w:rsid w:val="00E43252"/>
    <w:rsid w:val="00E43479"/>
    <w:rsid w:val="00E44622"/>
    <w:rsid w:val="00E44C9B"/>
    <w:rsid w:val="00E44F45"/>
    <w:rsid w:val="00E4580D"/>
    <w:rsid w:val="00E45A43"/>
    <w:rsid w:val="00E45CFD"/>
    <w:rsid w:val="00E467BB"/>
    <w:rsid w:val="00E468F3"/>
    <w:rsid w:val="00E47535"/>
    <w:rsid w:val="00E50651"/>
    <w:rsid w:val="00E50785"/>
    <w:rsid w:val="00E51FE0"/>
    <w:rsid w:val="00E5273C"/>
    <w:rsid w:val="00E536BC"/>
    <w:rsid w:val="00E54446"/>
    <w:rsid w:val="00E54CD2"/>
    <w:rsid w:val="00E54E9B"/>
    <w:rsid w:val="00E552F0"/>
    <w:rsid w:val="00E55D01"/>
    <w:rsid w:val="00E57C33"/>
    <w:rsid w:val="00E57FDA"/>
    <w:rsid w:val="00E60A5C"/>
    <w:rsid w:val="00E60A92"/>
    <w:rsid w:val="00E610CF"/>
    <w:rsid w:val="00E61302"/>
    <w:rsid w:val="00E6145F"/>
    <w:rsid w:val="00E63228"/>
    <w:rsid w:val="00E632D0"/>
    <w:rsid w:val="00E6334D"/>
    <w:rsid w:val="00E63E6D"/>
    <w:rsid w:val="00E6434F"/>
    <w:rsid w:val="00E64463"/>
    <w:rsid w:val="00E647CA"/>
    <w:rsid w:val="00E6567B"/>
    <w:rsid w:val="00E65A22"/>
    <w:rsid w:val="00E66490"/>
    <w:rsid w:val="00E669CC"/>
    <w:rsid w:val="00E679C5"/>
    <w:rsid w:val="00E67BAA"/>
    <w:rsid w:val="00E67D74"/>
    <w:rsid w:val="00E703C6"/>
    <w:rsid w:val="00E70CD2"/>
    <w:rsid w:val="00E7106C"/>
    <w:rsid w:val="00E71E1B"/>
    <w:rsid w:val="00E71EA8"/>
    <w:rsid w:val="00E7214F"/>
    <w:rsid w:val="00E72B7F"/>
    <w:rsid w:val="00E7389F"/>
    <w:rsid w:val="00E73B11"/>
    <w:rsid w:val="00E74232"/>
    <w:rsid w:val="00E746BF"/>
    <w:rsid w:val="00E74CED"/>
    <w:rsid w:val="00E75D1D"/>
    <w:rsid w:val="00E75E11"/>
    <w:rsid w:val="00E75F4F"/>
    <w:rsid w:val="00E77850"/>
    <w:rsid w:val="00E778E0"/>
    <w:rsid w:val="00E8155A"/>
    <w:rsid w:val="00E81983"/>
    <w:rsid w:val="00E81A5B"/>
    <w:rsid w:val="00E8252F"/>
    <w:rsid w:val="00E827A1"/>
    <w:rsid w:val="00E82901"/>
    <w:rsid w:val="00E82A78"/>
    <w:rsid w:val="00E82FA9"/>
    <w:rsid w:val="00E83497"/>
    <w:rsid w:val="00E8372A"/>
    <w:rsid w:val="00E83790"/>
    <w:rsid w:val="00E83A16"/>
    <w:rsid w:val="00E84CC0"/>
    <w:rsid w:val="00E8500F"/>
    <w:rsid w:val="00E85194"/>
    <w:rsid w:val="00E858B4"/>
    <w:rsid w:val="00E85FDF"/>
    <w:rsid w:val="00E862E4"/>
    <w:rsid w:val="00E86AC7"/>
    <w:rsid w:val="00E870B3"/>
    <w:rsid w:val="00E877F5"/>
    <w:rsid w:val="00E87AC2"/>
    <w:rsid w:val="00E87D8A"/>
    <w:rsid w:val="00E87FD2"/>
    <w:rsid w:val="00E9175B"/>
    <w:rsid w:val="00E91F68"/>
    <w:rsid w:val="00E9235D"/>
    <w:rsid w:val="00E92394"/>
    <w:rsid w:val="00E92A49"/>
    <w:rsid w:val="00E93419"/>
    <w:rsid w:val="00E93782"/>
    <w:rsid w:val="00E941E8"/>
    <w:rsid w:val="00E95619"/>
    <w:rsid w:val="00E9728A"/>
    <w:rsid w:val="00E97AAB"/>
    <w:rsid w:val="00EA034F"/>
    <w:rsid w:val="00EA0E1F"/>
    <w:rsid w:val="00EA0E6F"/>
    <w:rsid w:val="00EA1861"/>
    <w:rsid w:val="00EA1877"/>
    <w:rsid w:val="00EA1F0D"/>
    <w:rsid w:val="00EA2409"/>
    <w:rsid w:val="00EA24D0"/>
    <w:rsid w:val="00EA27EE"/>
    <w:rsid w:val="00EA2A27"/>
    <w:rsid w:val="00EA2BD8"/>
    <w:rsid w:val="00EA2DF6"/>
    <w:rsid w:val="00EA32CD"/>
    <w:rsid w:val="00EA356B"/>
    <w:rsid w:val="00EA3650"/>
    <w:rsid w:val="00EA3B1F"/>
    <w:rsid w:val="00EA3F0E"/>
    <w:rsid w:val="00EA413F"/>
    <w:rsid w:val="00EA4389"/>
    <w:rsid w:val="00EA49EE"/>
    <w:rsid w:val="00EA53D3"/>
    <w:rsid w:val="00EA6230"/>
    <w:rsid w:val="00EA64E1"/>
    <w:rsid w:val="00EA6670"/>
    <w:rsid w:val="00EA6CC1"/>
    <w:rsid w:val="00EA6E39"/>
    <w:rsid w:val="00EA6FA6"/>
    <w:rsid w:val="00EA7420"/>
    <w:rsid w:val="00EA747A"/>
    <w:rsid w:val="00EA75B3"/>
    <w:rsid w:val="00EB048E"/>
    <w:rsid w:val="00EB075B"/>
    <w:rsid w:val="00EB08D0"/>
    <w:rsid w:val="00EB0C18"/>
    <w:rsid w:val="00EB163D"/>
    <w:rsid w:val="00EB221D"/>
    <w:rsid w:val="00EB2AAC"/>
    <w:rsid w:val="00EB379C"/>
    <w:rsid w:val="00EB4535"/>
    <w:rsid w:val="00EB4786"/>
    <w:rsid w:val="00EB47A6"/>
    <w:rsid w:val="00EB484A"/>
    <w:rsid w:val="00EB4C42"/>
    <w:rsid w:val="00EB4F6D"/>
    <w:rsid w:val="00EB51D9"/>
    <w:rsid w:val="00EB5387"/>
    <w:rsid w:val="00EB6404"/>
    <w:rsid w:val="00EB6A44"/>
    <w:rsid w:val="00EB6F68"/>
    <w:rsid w:val="00EB71B1"/>
    <w:rsid w:val="00EB78B2"/>
    <w:rsid w:val="00EB7993"/>
    <w:rsid w:val="00EC0DD2"/>
    <w:rsid w:val="00EC0F81"/>
    <w:rsid w:val="00EC1B91"/>
    <w:rsid w:val="00EC1D09"/>
    <w:rsid w:val="00EC23B0"/>
    <w:rsid w:val="00EC367C"/>
    <w:rsid w:val="00EC4C1F"/>
    <w:rsid w:val="00EC52A2"/>
    <w:rsid w:val="00EC5A58"/>
    <w:rsid w:val="00EC5CB2"/>
    <w:rsid w:val="00EC6284"/>
    <w:rsid w:val="00ED1416"/>
    <w:rsid w:val="00ED151F"/>
    <w:rsid w:val="00ED16F5"/>
    <w:rsid w:val="00ED1AE5"/>
    <w:rsid w:val="00ED271B"/>
    <w:rsid w:val="00ED2C0A"/>
    <w:rsid w:val="00ED3CA7"/>
    <w:rsid w:val="00ED4183"/>
    <w:rsid w:val="00ED4291"/>
    <w:rsid w:val="00ED4469"/>
    <w:rsid w:val="00ED4650"/>
    <w:rsid w:val="00ED4865"/>
    <w:rsid w:val="00ED488E"/>
    <w:rsid w:val="00ED4C35"/>
    <w:rsid w:val="00ED4D51"/>
    <w:rsid w:val="00ED4EB7"/>
    <w:rsid w:val="00ED59C0"/>
    <w:rsid w:val="00ED5DA0"/>
    <w:rsid w:val="00ED5DEC"/>
    <w:rsid w:val="00ED6101"/>
    <w:rsid w:val="00ED6102"/>
    <w:rsid w:val="00ED6391"/>
    <w:rsid w:val="00ED6AB1"/>
    <w:rsid w:val="00ED77B6"/>
    <w:rsid w:val="00ED7D08"/>
    <w:rsid w:val="00ED7FDE"/>
    <w:rsid w:val="00EE0111"/>
    <w:rsid w:val="00EE0D24"/>
    <w:rsid w:val="00EE18F2"/>
    <w:rsid w:val="00EE2811"/>
    <w:rsid w:val="00EE31B0"/>
    <w:rsid w:val="00EE3FE4"/>
    <w:rsid w:val="00EE4769"/>
    <w:rsid w:val="00EE484D"/>
    <w:rsid w:val="00EE4CF0"/>
    <w:rsid w:val="00EE559C"/>
    <w:rsid w:val="00EE6C58"/>
    <w:rsid w:val="00EE7575"/>
    <w:rsid w:val="00EF01ED"/>
    <w:rsid w:val="00EF05AD"/>
    <w:rsid w:val="00EF1380"/>
    <w:rsid w:val="00EF150B"/>
    <w:rsid w:val="00EF211D"/>
    <w:rsid w:val="00EF2297"/>
    <w:rsid w:val="00EF2401"/>
    <w:rsid w:val="00EF2438"/>
    <w:rsid w:val="00EF24A9"/>
    <w:rsid w:val="00EF2C35"/>
    <w:rsid w:val="00EF2D3C"/>
    <w:rsid w:val="00EF3E14"/>
    <w:rsid w:val="00EF42A7"/>
    <w:rsid w:val="00EF4E0E"/>
    <w:rsid w:val="00EF58FA"/>
    <w:rsid w:val="00EF5C3B"/>
    <w:rsid w:val="00EF639C"/>
    <w:rsid w:val="00EF6455"/>
    <w:rsid w:val="00EF6CED"/>
    <w:rsid w:val="00F00A19"/>
    <w:rsid w:val="00F016EA"/>
    <w:rsid w:val="00F01711"/>
    <w:rsid w:val="00F0172B"/>
    <w:rsid w:val="00F018E7"/>
    <w:rsid w:val="00F01C2C"/>
    <w:rsid w:val="00F01DF7"/>
    <w:rsid w:val="00F02214"/>
    <w:rsid w:val="00F03937"/>
    <w:rsid w:val="00F03AED"/>
    <w:rsid w:val="00F03BBC"/>
    <w:rsid w:val="00F03BDA"/>
    <w:rsid w:val="00F04604"/>
    <w:rsid w:val="00F046F4"/>
    <w:rsid w:val="00F04888"/>
    <w:rsid w:val="00F0494D"/>
    <w:rsid w:val="00F04CF0"/>
    <w:rsid w:val="00F0515F"/>
    <w:rsid w:val="00F05369"/>
    <w:rsid w:val="00F057F6"/>
    <w:rsid w:val="00F058F5"/>
    <w:rsid w:val="00F07115"/>
    <w:rsid w:val="00F071EB"/>
    <w:rsid w:val="00F07265"/>
    <w:rsid w:val="00F073F4"/>
    <w:rsid w:val="00F0759F"/>
    <w:rsid w:val="00F07B50"/>
    <w:rsid w:val="00F10E65"/>
    <w:rsid w:val="00F10FAE"/>
    <w:rsid w:val="00F11809"/>
    <w:rsid w:val="00F1207E"/>
    <w:rsid w:val="00F12152"/>
    <w:rsid w:val="00F12704"/>
    <w:rsid w:val="00F129D3"/>
    <w:rsid w:val="00F12D95"/>
    <w:rsid w:val="00F13218"/>
    <w:rsid w:val="00F13A35"/>
    <w:rsid w:val="00F13C2F"/>
    <w:rsid w:val="00F1407D"/>
    <w:rsid w:val="00F14468"/>
    <w:rsid w:val="00F148F2"/>
    <w:rsid w:val="00F14E33"/>
    <w:rsid w:val="00F150C9"/>
    <w:rsid w:val="00F15A84"/>
    <w:rsid w:val="00F16AD1"/>
    <w:rsid w:val="00F16F2E"/>
    <w:rsid w:val="00F172E9"/>
    <w:rsid w:val="00F175E6"/>
    <w:rsid w:val="00F17FD0"/>
    <w:rsid w:val="00F200C4"/>
    <w:rsid w:val="00F20529"/>
    <w:rsid w:val="00F207EE"/>
    <w:rsid w:val="00F20E3B"/>
    <w:rsid w:val="00F213A8"/>
    <w:rsid w:val="00F226F8"/>
    <w:rsid w:val="00F229AB"/>
    <w:rsid w:val="00F22A04"/>
    <w:rsid w:val="00F22DC4"/>
    <w:rsid w:val="00F22E6B"/>
    <w:rsid w:val="00F232C6"/>
    <w:rsid w:val="00F24E9E"/>
    <w:rsid w:val="00F26923"/>
    <w:rsid w:val="00F279B0"/>
    <w:rsid w:val="00F27FF0"/>
    <w:rsid w:val="00F3008F"/>
    <w:rsid w:val="00F300B5"/>
    <w:rsid w:val="00F3193C"/>
    <w:rsid w:val="00F31AA2"/>
    <w:rsid w:val="00F3462C"/>
    <w:rsid w:val="00F348E1"/>
    <w:rsid w:val="00F351D2"/>
    <w:rsid w:val="00F359B0"/>
    <w:rsid w:val="00F35BB7"/>
    <w:rsid w:val="00F35CC4"/>
    <w:rsid w:val="00F35D37"/>
    <w:rsid w:val="00F364D7"/>
    <w:rsid w:val="00F36D46"/>
    <w:rsid w:val="00F3797A"/>
    <w:rsid w:val="00F37B1E"/>
    <w:rsid w:val="00F402FE"/>
    <w:rsid w:val="00F407CE"/>
    <w:rsid w:val="00F408A2"/>
    <w:rsid w:val="00F408F6"/>
    <w:rsid w:val="00F41247"/>
    <w:rsid w:val="00F4174F"/>
    <w:rsid w:val="00F41806"/>
    <w:rsid w:val="00F41912"/>
    <w:rsid w:val="00F41BEA"/>
    <w:rsid w:val="00F41C98"/>
    <w:rsid w:val="00F42413"/>
    <w:rsid w:val="00F42641"/>
    <w:rsid w:val="00F42EFE"/>
    <w:rsid w:val="00F446E1"/>
    <w:rsid w:val="00F450D6"/>
    <w:rsid w:val="00F45120"/>
    <w:rsid w:val="00F455A8"/>
    <w:rsid w:val="00F458CD"/>
    <w:rsid w:val="00F462A3"/>
    <w:rsid w:val="00F4740E"/>
    <w:rsid w:val="00F476BF"/>
    <w:rsid w:val="00F47A2D"/>
    <w:rsid w:val="00F503BC"/>
    <w:rsid w:val="00F5042F"/>
    <w:rsid w:val="00F50D0F"/>
    <w:rsid w:val="00F50D31"/>
    <w:rsid w:val="00F510CC"/>
    <w:rsid w:val="00F5112F"/>
    <w:rsid w:val="00F51F93"/>
    <w:rsid w:val="00F52638"/>
    <w:rsid w:val="00F52F36"/>
    <w:rsid w:val="00F531ED"/>
    <w:rsid w:val="00F5389D"/>
    <w:rsid w:val="00F53ACD"/>
    <w:rsid w:val="00F53CEA"/>
    <w:rsid w:val="00F541B4"/>
    <w:rsid w:val="00F54209"/>
    <w:rsid w:val="00F5434B"/>
    <w:rsid w:val="00F5435F"/>
    <w:rsid w:val="00F5636B"/>
    <w:rsid w:val="00F5795A"/>
    <w:rsid w:val="00F57BEE"/>
    <w:rsid w:val="00F57FE6"/>
    <w:rsid w:val="00F616B6"/>
    <w:rsid w:val="00F61B1A"/>
    <w:rsid w:val="00F61CD7"/>
    <w:rsid w:val="00F61F0A"/>
    <w:rsid w:val="00F62019"/>
    <w:rsid w:val="00F623EF"/>
    <w:rsid w:val="00F62A5E"/>
    <w:rsid w:val="00F62B36"/>
    <w:rsid w:val="00F62B3B"/>
    <w:rsid w:val="00F62F09"/>
    <w:rsid w:val="00F63D5C"/>
    <w:rsid w:val="00F63D8C"/>
    <w:rsid w:val="00F6483E"/>
    <w:rsid w:val="00F65726"/>
    <w:rsid w:val="00F66329"/>
    <w:rsid w:val="00F6738C"/>
    <w:rsid w:val="00F67AF7"/>
    <w:rsid w:val="00F70B4B"/>
    <w:rsid w:val="00F713B0"/>
    <w:rsid w:val="00F714C9"/>
    <w:rsid w:val="00F71A53"/>
    <w:rsid w:val="00F71DF8"/>
    <w:rsid w:val="00F727BC"/>
    <w:rsid w:val="00F72ABF"/>
    <w:rsid w:val="00F73017"/>
    <w:rsid w:val="00F730A1"/>
    <w:rsid w:val="00F73D2D"/>
    <w:rsid w:val="00F74B52"/>
    <w:rsid w:val="00F75419"/>
    <w:rsid w:val="00F76E0F"/>
    <w:rsid w:val="00F77453"/>
    <w:rsid w:val="00F77626"/>
    <w:rsid w:val="00F776E0"/>
    <w:rsid w:val="00F80486"/>
    <w:rsid w:val="00F804E4"/>
    <w:rsid w:val="00F80F75"/>
    <w:rsid w:val="00F81A08"/>
    <w:rsid w:val="00F82886"/>
    <w:rsid w:val="00F83734"/>
    <w:rsid w:val="00F841C0"/>
    <w:rsid w:val="00F84E6B"/>
    <w:rsid w:val="00F863D5"/>
    <w:rsid w:val="00F867D4"/>
    <w:rsid w:val="00F86FE8"/>
    <w:rsid w:val="00F87024"/>
    <w:rsid w:val="00F87763"/>
    <w:rsid w:val="00F904A3"/>
    <w:rsid w:val="00F907C5"/>
    <w:rsid w:val="00F90C6A"/>
    <w:rsid w:val="00F9150B"/>
    <w:rsid w:val="00F91674"/>
    <w:rsid w:val="00F91E18"/>
    <w:rsid w:val="00F93596"/>
    <w:rsid w:val="00F93B8F"/>
    <w:rsid w:val="00F93CC6"/>
    <w:rsid w:val="00F948B1"/>
    <w:rsid w:val="00F95129"/>
    <w:rsid w:val="00F95244"/>
    <w:rsid w:val="00F96888"/>
    <w:rsid w:val="00F97BB4"/>
    <w:rsid w:val="00FA0022"/>
    <w:rsid w:val="00FA06F7"/>
    <w:rsid w:val="00FA0E3F"/>
    <w:rsid w:val="00FA10C3"/>
    <w:rsid w:val="00FA1444"/>
    <w:rsid w:val="00FA17BC"/>
    <w:rsid w:val="00FA1DAA"/>
    <w:rsid w:val="00FA1E34"/>
    <w:rsid w:val="00FA2009"/>
    <w:rsid w:val="00FA20B6"/>
    <w:rsid w:val="00FA3A1E"/>
    <w:rsid w:val="00FA3FD5"/>
    <w:rsid w:val="00FA4BBD"/>
    <w:rsid w:val="00FA554F"/>
    <w:rsid w:val="00FA58A1"/>
    <w:rsid w:val="00FA5976"/>
    <w:rsid w:val="00FA5B8E"/>
    <w:rsid w:val="00FA66A2"/>
    <w:rsid w:val="00FA6724"/>
    <w:rsid w:val="00FA67C3"/>
    <w:rsid w:val="00FA6FDD"/>
    <w:rsid w:val="00FA7468"/>
    <w:rsid w:val="00FA7681"/>
    <w:rsid w:val="00FA7799"/>
    <w:rsid w:val="00FB0F47"/>
    <w:rsid w:val="00FB12D0"/>
    <w:rsid w:val="00FB1A9B"/>
    <w:rsid w:val="00FB1BAC"/>
    <w:rsid w:val="00FB22CD"/>
    <w:rsid w:val="00FB2B9D"/>
    <w:rsid w:val="00FB30F3"/>
    <w:rsid w:val="00FB3176"/>
    <w:rsid w:val="00FB4C2A"/>
    <w:rsid w:val="00FB57C9"/>
    <w:rsid w:val="00FB59FC"/>
    <w:rsid w:val="00FB67B7"/>
    <w:rsid w:val="00FB6A67"/>
    <w:rsid w:val="00FB7275"/>
    <w:rsid w:val="00FB79E2"/>
    <w:rsid w:val="00FC013A"/>
    <w:rsid w:val="00FC136B"/>
    <w:rsid w:val="00FC2324"/>
    <w:rsid w:val="00FC2CCD"/>
    <w:rsid w:val="00FC2DDE"/>
    <w:rsid w:val="00FC2E71"/>
    <w:rsid w:val="00FC31B3"/>
    <w:rsid w:val="00FC370D"/>
    <w:rsid w:val="00FC3E17"/>
    <w:rsid w:val="00FC433C"/>
    <w:rsid w:val="00FC46DE"/>
    <w:rsid w:val="00FC484A"/>
    <w:rsid w:val="00FC768A"/>
    <w:rsid w:val="00FC77A0"/>
    <w:rsid w:val="00FD00B8"/>
    <w:rsid w:val="00FD16C8"/>
    <w:rsid w:val="00FD18A5"/>
    <w:rsid w:val="00FD191E"/>
    <w:rsid w:val="00FD2330"/>
    <w:rsid w:val="00FD32D2"/>
    <w:rsid w:val="00FD464E"/>
    <w:rsid w:val="00FD4766"/>
    <w:rsid w:val="00FD56E8"/>
    <w:rsid w:val="00FD58BF"/>
    <w:rsid w:val="00FD5FD5"/>
    <w:rsid w:val="00FD687F"/>
    <w:rsid w:val="00FD767B"/>
    <w:rsid w:val="00FD7C32"/>
    <w:rsid w:val="00FE0087"/>
    <w:rsid w:val="00FE0766"/>
    <w:rsid w:val="00FE08D0"/>
    <w:rsid w:val="00FE0D11"/>
    <w:rsid w:val="00FE11A1"/>
    <w:rsid w:val="00FE20CB"/>
    <w:rsid w:val="00FE2433"/>
    <w:rsid w:val="00FE2898"/>
    <w:rsid w:val="00FE2B48"/>
    <w:rsid w:val="00FE2EA8"/>
    <w:rsid w:val="00FE3002"/>
    <w:rsid w:val="00FE3A8B"/>
    <w:rsid w:val="00FE44FF"/>
    <w:rsid w:val="00FE4A8F"/>
    <w:rsid w:val="00FE4E97"/>
    <w:rsid w:val="00FE4FAE"/>
    <w:rsid w:val="00FE56A8"/>
    <w:rsid w:val="00FE5C10"/>
    <w:rsid w:val="00FE5E4D"/>
    <w:rsid w:val="00FE624F"/>
    <w:rsid w:val="00FE6468"/>
    <w:rsid w:val="00FE64C1"/>
    <w:rsid w:val="00FF043C"/>
    <w:rsid w:val="00FF0851"/>
    <w:rsid w:val="00FF1188"/>
    <w:rsid w:val="00FF1415"/>
    <w:rsid w:val="00FF19D0"/>
    <w:rsid w:val="00FF1BFA"/>
    <w:rsid w:val="00FF1C96"/>
    <w:rsid w:val="00FF1D26"/>
    <w:rsid w:val="00FF32FC"/>
    <w:rsid w:val="00FF3C3E"/>
    <w:rsid w:val="00FF3F4B"/>
    <w:rsid w:val="00FF4698"/>
    <w:rsid w:val="00FF60DD"/>
    <w:rsid w:val="00FF6E9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4B01FA5A-4982-4139-B442-DA662BFF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19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F5"/>
  </w:style>
  <w:style w:type="paragraph" w:styleId="Footer">
    <w:name w:val="footer"/>
    <w:basedOn w:val="Normal"/>
    <w:link w:val="FooterChar"/>
    <w:uiPriority w:val="99"/>
    <w:unhideWhenUsed/>
    <w:rsid w:val="00612B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BF5"/>
  </w:style>
  <w:style w:type="paragraph" w:styleId="BalloonText">
    <w:name w:val="Balloon Text"/>
    <w:basedOn w:val="Normal"/>
    <w:link w:val="BalloonTextChar"/>
    <w:uiPriority w:val="99"/>
    <w:semiHidden/>
    <w:unhideWhenUsed/>
    <w:rsid w:val="00612BF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12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3AD0"/>
    <w:pPr>
      <w:ind w:left="720"/>
      <w:contextualSpacing/>
    </w:pPr>
  </w:style>
  <w:style w:type="table" w:styleId="TableGrid">
    <w:name w:val="Table Grid"/>
    <w:basedOn w:val="TableNormal"/>
    <w:uiPriority w:val="59"/>
    <w:rsid w:val="00A13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a.stajic\Desktop\&#1084;&#1077;&#1084;&#1086;&#1088;&#1072;&#1085;&#1076;&#1091;&#108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2CFEF-E336-4419-8D7B-1410B5BC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меморандум.dotx</Template>
  <TotalTime>11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Stajić</dc:creator>
  <cp:keywords/>
  <cp:lastModifiedBy>Nataša Stajić</cp:lastModifiedBy>
  <cp:revision>5</cp:revision>
  <cp:lastPrinted>2025-09-09T07:48:00Z</cp:lastPrinted>
  <dcterms:created xsi:type="dcterms:W3CDTF">2025-09-09T07:42:00Z</dcterms:created>
  <dcterms:modified xsi:type="dcterms:W3CDTF">2025-09-09T07:53:00Z</dcterms:modified>
</cp:coreProperties>
</file>